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048FBF89" w:rsidR="008778EA" w:rsidRDefault="00C706A4" w:rsidP="0070306B">
      <w:pPr>
        <w:pStyle w:val="af4"/>
      </w:pPr>
      <w:r>
        <w:t>Special Activity</w:t>
      </w:r>
      <w:r w:rsidR="005735C9">
        <w:t xml:space="preserve"> </w:t>
      </w:r>
      <w:r w:rsidR="005735C9"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bookmarkStart w:id="0" w:name="_GoBack" w:colFirst="1" w:colLast="1"/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C706A4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C706A4" w:rsidRPr="005735C9" w:rsidRDefault="00C706A4" w:rsidP="00C706A4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C706A4" w:rsidRPr="005735C9" w:rsidRDefault="00C706A4" w:rsidP="00C706A4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259C33C5" w:rsidR="00C706A4" w:rsidRPr="00750B86" w:rsidRDefault="00E538DB" w:rsidP="00C706A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具体的なエピソードや</w:t>
            </w:r>
            <w:r w:rsidR="002A4AE7">
              <w:rPr>
                <w:rFonts w:hint="eastAsia"/>
                <w:color w:val="000000"/>
                <w:sz w:val="18"/>
                <w:szCs w:val="18"/>
              </w:rPr>
              <w:t>感謝を伝える表現を適切に使っ</w:t>
            </w:r>
            <w:r w:rsidR="00C706A4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C706A4"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46AECF4F" w:rsidR="00C706A4" w:rsidRPr="00750B86" w:rsidRDefault="00C706A4" w:rsidP="00C706A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多少の誤りはあるが</w:t>
            </w:r>
            <w:r w:rsidR="0099483E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理解に支障のない程度に</w:t>
            </w:r>
            <w:r w:rsidR="0099483E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E538DB">
              <w:rPr>
                <w:rFonts w:hint="eastAsia"/>
                <w:color w:val="000000"/>
                <w:sz w:val="18"/>
                <w:szCs w:val="18"/>
              </w:rPr>
              <w:t>具体的なエピソードや</w:t>
            </w:r>
            <w:r w:rsidR="002A4AE7">
              <w:rPr>
                <w:rFonts w:hint="eastAsia"/>
                <w:color w:val="000000"/>
                <w:sz w:val="18"/>
                <w:szCs w:val="18"/>
              </w:rPr>
              <w:t>感謝を伝える表現を使っ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C706A4" w:rsidRPr="005735C9" w:rsidRDefault="00C706A4" w:rsidP="00C706A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50B86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50B86" w:rsidRPr="005735C9" w:rsidRDefault="00750B86" w:rsidP="002D71C2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50B86" w:rsidRPr="005735C9" w:rsidRDefault="00750B86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7239B445" w:rsidR="00750B86" w:rsidRPr="00750B86" w:rsidRDefault="00750B86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rFonts w:hint="eastAsia"/>
                <w:sz w:val="18"/>
                <w:szCs w:val="18"/>
              </w:rPr>
              <w:t>理解しやすい発音・イントネーションで話している。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470C3D97" w:rsidR="00750B86" w:rsidRPr="00750B86" w:rsidRDefault="00750B86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sz w:val="18"/>
                <w:szCs w:val="18"/>
              </w:rPr>
              <w:t>一定の誤解や言いよどみはあるが</w:t>
            </w:r>
            <w:r w:rsidR="008F02CB">
              <w:rPr>
                <w:sz w:val="18"/>
                <w:szCs w:val="18"/>
              </w:rPr>
              <w:t>、</w:t>
            </w:r>
            <w:r w:rsidRPr="00750B86">
              <w:rPr>
                <w:sz w:val="18"/>
                <w:szCs w:val="18"/>
              </w:rPr>
              <w:t>理解できる発音・イントネーションで話している。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50B86" w:rsidRPr="005735C9" w:rsidRDefault="00750B86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C706A4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C706A4" w:rsidRPr="005735C9" w:rsidRDefault="00C706A4" w:rsidP="00C706A4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68AFD566" w:rsidR="00C706A4" w:rsidRPr="00750B86" w:rsidRDefault="00E538DB" w:rsidP="00C706A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1年間を振り返って、</w:t>
            </w:r>
            <w:r w:rsidR="00C706A4">
              <w:rPr>
                <w:rFonts w:hint="eastAsia"/>
                <w:color w:val="000000"/>
                <w:sz w:val="18"/>
                <w:szCs w:val="18"/>
              </w:rPr>
              <w:t>友だちに</w:t>
            </w:r>
            <w:r>
              <w:rPr>
                <w:rFonts w:hint="eastAsia"/>
                <w:color w:val="000000"/>
                <w:sz w:val="18"/>
                <w:szCs w:val="18"/>
              </w:rPr>
              <w:t>感謝の気持ちを伝えるメッセージを、具体的なエピソードを添えながら、</w:t>
            </w:r>
            <w:r w:rsidR="00C706A4">
              <w:rPr>
                <w:rFonts w:hint="eastAsia"/>
                <w:color w:val="000000"/>
                <w:sz w:val="18"/>
                <w:szCs w:val="18"/>
              </w:rPr>
              <w:t>自分の気持ちを整理し</w:t>
            </w:r>
            <w:r>
              <w:rPr>
                <w:rFonts w:hint="eastAsia"/>
                <w:color w:val="000000"/>
                <w:sz w:val="18"/>
                <w:szCs w:val="18"/>
              </w:rPr>
              <w:t>て</w:t>
            </w:r>
            <w:r w:rsidR="00C706A4">
              <w:rPr>
                <w:rFonts w:hint="eastAsia"/>
                <w:color w:val="000000"/>
                <w:sz w:val="18"/>
                <w:szCs w:val="18"/>
              </w:rPr>
              <w:t>書いている。</w:t>
            </w:r>
            <w:r w:rsidR="00C706A4">
              <w:rPr>
                <w:rFonts w:hint="eastAsia"/>
                <w:sz w:val="18"/>
                <w:szCs w:val="18"/>
              </w:rPr>
              <w:t>【</w:t>
            </w:r>
            <w:r w:rsidR="00C706A4">
              <w:rPr>
                <w:sz w:val="18"/>
                <w:szCs w:val="18"/>
              </w:rPr>
              <w:t>10</w:t>
            </w:r>
            <w:r w:rsidR="00C706A4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60CC3802" w:rsidR="00C706A4" w:rsidRPr="00750B86" w:rsidRDefault="00E538DB" w:rsidP="00C706A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1年間を振り返って、</w:t>
            </w:r>
            <w:r w:rsidR="00C706A4">
              <w:rPr>
                <w:rFonts w:hint="eastAsia"/>
                <w:color w:val="000000"/>
                <w:sz w:val="18"/>
                <w:szCs w:val="18"/>
              </w:rPr>
              <w:t>友だちに</w:t>
            </w:r>
            <w:r>
              <w:rPr>
                <w:rFonts w:hint="eastAsia"/>
                <w:color w:val="000000"/>
                <w:sz w:val="18"/>
                <w:szCs w:val="18"/>
              </w:rPr>
              <w:t>感謝の気持ちを伝えるメッセージを、具体的なエピソードを添えながら、自分の気持ちを</w:t>
            </w:r>
            <w:r w:rsidR="00C706A4">
              <w:rPr>
                <w:rFonts w:hint="eastAsia"/>
                <w:color w:val="000000"/>
                <w:sz w:val="18"/>
                <w:szCs w:val="18"/>
              </w:rPr>
              <w:t>あまり整理されていないが書いている。</w:t>
            </w:r>
            <w:r w:rsidR="00C706A4">
              <w:rPr>
                <w:rFonts w:hint="eastAsia"/>
                <w:sz w:val="18"/>
                <w:szCs w:val="18"/>
              </w:rPr>
              <w:t>【6点】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C706A4" w:rsidRPr="005735C9" w:rsidRDefault="00C706A4" w:rsidP="00C706A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C706A4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C706A4" w:rsidRDefault="00C706A4" w:rsidP="00C706A4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C706A4" w:rsidRPr="005735C9" w:rsidRDefault="00C706A4" w:rsidP="00C706A4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41D3B883" w:rsidR="00C706A4" w:rsidRPr="00750B86" w:rsidRDefault="002E55E8" w:rsidP="00C706A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1年間を振り返って、友だちに感謝の気持ちを伝えるメッセージを、具体的なエピソードを添えながら、自分の気持ちを整理して書</w:t>
            </w:r>
            <w:r w:rsidR="00C706A4">
              <w:rPr>
                <w:rFonts w:hint="eastAsia"/>
                <w:color w:val="000000"/>
                <w:sz w:val="18"/>
                <w:szCs w:val="18"/>
              </w:rPr>
              <w:t>こうとしている。</w:t>
            </w:r>
            <w:r w:rsidR="00C706A4">
              <w:rPr>
                <w:rFonts w:hint="eastAsia"/>
                <w:sz w:val="18"/>
                <w:szCs w:val="18"/>
              </w:rPr>
              <w:t>【</w:t>
            </w:r>
            <w:r w:rsidR="00C706A4">
              <w:rPr>
                <w:sz w:val="18"/>
                <w:szCs w:val="18"/>
              </w:rPr>
              <w:t>10</w:t>
            </w:r>
            <w:r w:rsidR="00C706A4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205FADE8" w:rsidR="00C706A4" w:rsidRPr="00750B86" w:rsidRDefault="002E55E8" w:rsidP="00C706A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1年間を振り返って、友だちに感謝の気持ちを伝えるメッセージを、具体的なエピソードを添えながら、自分の気持ちをあまり整理されていないが書</w:t>
            </w:r>
            <w:r w:rsidR="00C706A4">
              <w:rPr>
                <w:rFonts w:hint="eastAsia"/>
                <w:color w:val="000000"/>
                <w:sz w:val="18"/>
                <w:szCs w:val="18"/>
              </w:rPr>
              <w:t>こうとしている。</w:t>
            </w:r>
            <w:r w:rsidR="00C706A4">
              <w:rPr>
                <w:rFonts w:hint="eastAsia"/>
                <w:sz w:val="18"/>
                <w:szCs w:val="18"/>
              </w:rPr>
              <w:t>【</w:t>
            </w:r>
            <w:r w:rsidR="00C706A4">
              <w:rPr>
                <w:sz w:val="18"/>
                <w:szCs w:val="18"/>
              </w:rPr>
              <w:t>6</w:t>
            </w:r>
            <w:r w:rsidR="00C706A4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C706A4" w:rsidRPr="005735C9" w:rsidRDefault="00C706A4" w:rsidP="00C706A4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bookmarkEnd w:id="0"/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F43D2" w14:textId="77777777" w:rsidR="00BE7FCE" w:rsidRDefault="00BE7FCE" w:rsidP="00AB19B2">
      <w:pPr>
        <w:spacing w:line="240" w:lineRule="auto"/>
      </w:pPr>
      <w:r>
        <w:separator/>
      </w:r>
    </w:p>
  </w:endnote>
  <w:endnote w:type="continuationSeparator" w:id="0">
    <w:p w14:paraId="1F28DD36" w14:textId="77777777" w:rsidR="00BE7FCE" w:rsidRDefault="00BE7FCE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A3560" w14:textId="77777777" w:rsidR="00BE7FCE" w:rsidRDefault="00BE7FCE" w:rsidP="00AB19B2">
      <w:pPr>
        <w:spacing w:line="240" w:lineRule="auto"/>
      </w:pPr>
      <w:r>
        <w:separator/>
      </w:r>
    </w:p>
  </w:footnote>
  <w:footnote w:type="continuationSeparator" w:id="0">
    <w:p w14:paraId="242CECB3" w14:textId="77777777" w:rsidR="00BE7FCE" w:rsidRDefault="00BE7FCE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48DC3625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 xml:space="preserve">Lesson </w:t>
    </w:r>
    <w:r w:rsidR="007C09BD">
      <w:rPr>
        <w:smallCaps/>
        <w:sz w:val="24"/>
        <w:szCs w:val="24"/>
      </w:rPr>
      <w:t>10</w:t>
    </w:r>
    <w:r w:rsidRPr="00B34965">
      <w:rPr>
        <w:rFonts w:hint="eastAsia"/>
        <w:sz w:val="24"/>
        <w:szCs w:val="24"/>
      </w:rPr>
      <w:t xml:space="preserve">　</w:t>
    </w:r>
    <w:r w:rsidR="002E55E8">
      <w:rPr>
        <w:b/>
        <w:bCs/>
        <w:w w:val="110"/>
        <w:sz w:val="24"/>
        <w:szCs w:val="24"/>
      </w:rPr>
      <w:t>Technology Changes Our Lives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C0A30"/>
    <w:rsid w:val="000D142D"/>
    <w:rsid w:val="00101345"/>
    <w:rsid w:val="00102227"/>
    <w:rsid w:val="0010402A"/>
    <w:rsid w:val="00162A80"/>
    <w:rsid w:val="001A0AC1"/>
    <w:rsid w:val="001F67C9"/>
    <w:rsid w:val="00216979"/>
    <w:rsid w:val="00234206"/>
    <w:rsid w:val="00240FBD"/>
    <w:rsid w:val="002A4AE7"/>
    <w:rsid w:val="002A5997"/>
    <w:rsid w:val="002C27B3"/>
    <w:rsid w:val="002D71C2"/>
    <w:rsid w:val="002E55E8"/>
    <w:rsid w:val="002F40E2"/>
    <w:rsid w:val="002F4BDD"/>
    <w:rsid w:val="00324E0D"/>
    <w:rsid w:val="00331A63"/>
    <w:rsid w:val="003A47CB"/>
    <w:rsid w:val="004500F5"/>
    <w:rsid w:val="004F3FD3"/>
    <w:rsid w:val="00537595"/>
    <w:rsid w:val="00562B3B"/>
    <w:rsid w:val="00571E20"/>
    <w:rsid w:val="005735C9"/>
    <w:rsid w:val="005D1EF4"/>
    <w:rsid w:val="005F6BFB"/>
    <w:rsid w:val="00682F5D"/>
    <w:rsid w:val="006E0EE1"/>
    <w:rsid w:val="006F4C90"/>
    <w:rsid w:val="0070306B"/>
    <w:rsid w:val="00720F71"/>
    <w:rsid w:val="00734AD2"/>
    <w:rsid w:val="00750B86"/>
    <w:rsid w:val="00754CD7"/>
    <w:rsid w:val="0076683A"/>
    <w:rsid w:val="00772B02"/>
    <w:rsid w:val="007C09BD"/>
    <w:rsid w:val="007C288E"/>
    <w:rsid w:val="007F41F7"/>
    <w:rsid w:val="00807E91"/>
    <w:rsid w:val="0085661C"/>
    <w:rsid w:val="008778EA"/>
    <w:rsid w:val="008C17CD"/>
    <w:rsid w:val="008D2374"/>
    <w:rsid w:val="008F02CB"/>
    <w:rsid w:val="00925141"/>
    <w:rsid w:val="00974902"/>
    <w:rsid w:val="0099483E"/>
    <w:rsid w:val="009B61CA"/>
    <w:rsid w:val="009E0B91"/>
    <w:rsid w:val="00A06AB0"/>
    <w:rsid w:val="00A16815"/>
    <w:rsid w:val="00A35914"/>
    <w:rsid w:val="00A734A7"/>
    <w:rsid w:val="00AB19B2"/>
    <w:rsid w:val="00AD3435"/>
    <w:rsid w:val="00B34965"/>
    <w:rsid w:val="00B37BC3"/>
    <w:rsid w:val="00B4325A"/>
    <w:rsid w:val="00BE7FCE"/>
    <w:rsid w:val="00C27834"/>
    <w:rsid w:val="00C706A4"/>
    <w:rsid w:val="00C838B8"/>
    <w:rsid w:val="00C84ECD"/>
    <w:rsid w:val="00CA04F0"/>
    <w:rsid w:val="00CC5E99"/>
    <w:rsid w:val="00CF50D8"/>
    <w:rsid w:val="00D05BC2"/>
    <w:rsid w:val="00D14F06"/>
    <w:rsid w:val="00D35AC9"/>
    <w:rsid w:val="00DD6A2E"/>
    <w:rsid w:val="00DF183B"/>
    <w:rsid w:val="00E46094"/>
    <w:rsid w:val="00E538DB"/>
    <w:rsid w:val="00E769A6"/>
    <w:rsid w:val="00E85D7C"/>
    <w:rsid w:val="00EC0BA5"/>
    <w:rsid w:val="00ED097C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paragraph" w:styleId="afb">
    <w:name w:val="Revision"/>
    <w:hidden/>
    <w:uiPriority w:val="99"/>
    <w:semiHidden/>
    <w:rsid w:val="00E538DB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83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31</cp:revision>
  <cp:lastPrinted>2022-02-17T02:13:00Z</cp:lastPrinted>
  <dcterms:created xsi:type="dcterms:W3CDTF">2022-02-01T01:18:00Z</dcterms:created>
  <dcterms:modified xsi:type="dcterms:W3CDTF">2025-04-21T23:59:00Z</dcterms:modified>
</cp:coreProperties>
</file>