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240FBD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3AC22406" w:rsidR="00240FBD" w:rsidRPr="00750B86" w:rsidRDefault="002F1DFC" w:rsidP="0094075B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関係副詞、先端科学技術</w:t>
            </w:r>
            <w:r w:rsidR="0094075B">
              <w:rPr>
                <w:rFonts w:hint="eastAsia"/>
                <w:color w:val="000000"/>
                <w:sz w:val="18"/>
                <w:szCs w:val="18"/>
              </w:rPr>
              <w:t>の機能やそれが役に立つ場面を伝える</w:t>
            </w:r>
            <w:r w:rsidR="005F55E7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762C503D" w:rsidR="00240FBD" w:rsidRPr="00750B86" w:rsidRDefault="000A0AA8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A0AA8"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</w:t>
            </w:r>
            <w:r w:rsidR="002F1DFC">
              <w:rPr>
                <w:rFonts w:hint="eastAsia"/>
                <w:color w:val="000000"/>
                <w:sz w:val="18"/>
                <w:szCs w:val="18"/>
              </w:rPr>
              <w:t>関係副詞、</w:t>
            </w:r>
            <w:r w:rsidR="0094075B">
              <w:rPr>
                <w:rFonts w:hint="eastAsia"/>
                <w:color w:val="000000"/>
                <w:sz w:val="18"/>
                <w:szCs w:val="18"/>
              </w:rPr>
              <w:t>先端科学技術の機能やそれが役に立つ場面を伝える</w:t>
            </w:r>
            <w:r w:rsidR="005F55E7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 w:rsidRPr="000A0AA8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3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50B86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50B86" w:rsidRPr="005735C9" w:rsidRDefault="00750B86" w:rsidP="002D71C2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50B86" w:rsidRPr="005735C9" w:rsidRDefault="00750B86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7239B445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rFonts w:hint="eastAsia"/>
                <w:sz w:val="18"/>
                <w:szCs w:val="18"/>
              </w:rPr>
              <w:t>理解しやすい発音・イントネーションで話している。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470C3D97" w:rsidR="00750B86" w:rsidRPr="00750B86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750B86">
              <w:rPr>
                <w:sz w:val="18"/>
                <w:szCs w:val="18"/>
              </w:rPr>
              <w:t>一定の誤解や言いよどみはあるが</w:t>
            </w:r>
            <w:r w:rsidR="008F02CB">
              <w:rPr>
                <w:sz w:val="18"/>
                <w:szCs w:val="18"/>
              </w:rPr>
              <w:t>、</w:t>
            </w:r>
            <w:r w:rsidRPr="00750B86">
              <w:rPr>
                <w:sz w:val="18"/>
                <w:szCs w:val="18"/>
              </w:rPr>
              <w:t>理解できる発音・イントネーションで話している。</w:t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750B86" w:rsidRPr="005735C9" w:rsidRDefault="00750B86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6EC594A0" w:rsidR="00240FBD" w:rsidRPr="00750B86" w:rsidRDefault="0094075B" w:rsidP="00F07E9C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先端科学技術の機能やそれが役に立つ場面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BB271D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ED63A7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F07E9C">
              <w:rPr>
                <w:rFonts w:hint="eastAsia"/>
                <w:color w:val="000000"/>
                <w:sz w:val="18"/>
                <w:szCs w:val="18"/>
              </w:rPr>
              <w:t>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会話を続けている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690DF49" w:rsidR="00240FBD" w:rsidRPr="00750B86" w:rsidRDefault="0094075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先端科学技術の機能やそれが役に立つ場面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BB271D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>
              <w:rPr>
                <w:rFonts w:hint="eastAsia"/>
                <w:color w:val="000000"/>
                <w:sz w:val="18"/>
                <w:szCs w:val="18"/>
              </w:rPr>
              <w:t>ている</w:t>
            </w:r>
            <w:r w:rsidR="001C297A" w:rsidRPr="001C297A">
              <w:rPr>
                <w:rFonts w:hint="eastAsia"/>
                <w:color w:val="000000"/>
                <w:sz w:val="18"/>
                <w:szCs w:val="18"/>
              </w:rPr>
              <w:t>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240FBD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240FBD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240FBD" w:rsidRPr="005735C9" w:rsidRDefault="00240FBD" w:rsidP="002D71C2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52CBA1FE" w:rsidR="00240FBD" w:rsidRPr="00750B86" w:rsidRDefault="0094075B" w:rsidP="00ED63A7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color w:val="000000"/>
                <w:sz w:val="18"/>
                <w:szCs w:val="18"/>
              </w:rPr>
              <w:t>先端科学技術の機能やそれが役に立つ場面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="00BB271D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情報を追加しながら、</w:t>
            </w:r>
            <w:r w:rsidR="00F07E9C">
              <w:rPr>
                <w:rFonts w:hint="eastAsia"/>
                <w:color w:val="000000"/>
                <w:sz w:val="18"/>
                <w:szCs w:val="18"/>
              </w:rPr>
              <w:t>質問したり答えたりして</w:t>
            </w:r>
            <w:r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1C297A">
              <w:rPr>
                <w:rFonts w:hint="eastAsia"/>
                <w:color w:val="000000"/>
                <w:sz w:val="18"/>
                <w:szCs w:val="18"/>
              </w:rPr>
              <w:t>ようと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bookmarkEnd w:id="0"/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10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487B8E44" w:rsidR="00240FBD" w:rsidRPr="00750B86" w:rsidRDefault="0094075B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先端科学技術の機能やそれが役に立つ場面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>
              <w:rPr>
                <w:rFonts w:hint="eastAsia"/>
                <w:color w:val="000000"/>
                <w:sz w:val="18"/>
                <w:szCs w:val="18"/>
              </w:rPr>
              <w:t>整理し</w:t>
            </w:r>
            <w:r w:rsidRPr="00EC7144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BB271D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1C297A">
              <w:rPr>
                <w:rFonts w:hint="eastAsia"/>
                <w:color w:val="000000"/>
                <w:sz w:val="18"/>
                <w:szCs w:val="18"/>
              </w:rPr>
              <w:t>ようと</w:t>
            </w:r>
            <w:r w:rsidR="000A0AA8" w:rsidRPr="000A0AA8"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240FBD">
              <w:rPr>
                <w:color w:val="000000"/>
                <w:sz w:val="18"/>
                <w:szCs w:val="18"/>
              </w:rPr>
              <w:t>6</w:t>
            </w:r>
            <w:r w:rsidR="00240FBD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240FBD" w:rsidRPr="005735C9" w:rsidRDefault="00240FBD" w:rsidP="002D71C2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vertAnchor="page" w:horzAnchor="margin" w:tblpXSpec="right" w:tblpY="14146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D458E6" w14:paraId="0D7C30A8" w14:textId="77777777" w:rsidTr="00D458E6">
        <w:trPr>
          <w:trHeight w:val="454"/>
        </w:trPr>
        <w:tc>
          <w:tcPr>
            <w:tcW w:w="988" w:type="dxa"/>
            <w:vAlign w:val="center"/>
          </w:tcPr>
          <w:p w14:paraId="40DA4A29" w14:textId="77777777" w:rsidR="00D458E6" w:rsidRDefault="00D458E6" w:rsidP="00D458E6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115BD56C" w14:textId="77777777" w:rsidR="00D458E6" w:rsidRDefault="00D458E6" w:rsidP="00D458E6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0B175180" w14:textId="77777777" w:rsidR="00D458E6" w:rsidRDefault="00D458E6" w:rsidP="00D458E6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189E56FF" w14:textId="77777777" w:rsidR="00D458E6" w:rsidRDefault="00D458E6" w:rsidP="00D458E6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D458E6" w14:paraId="5348993A" w14:textId="77777777" w:rsidTr="00D458E6">
        <w:trPr>
          <w:trHeight w:val="794"/>
        </w:trPr>
        <w:tc>
          <w:tcPr>
            <w:tcW w:w="988" w:type="dxa"/>
            <w:vAlign w:val="center"/>
          </w:tcPr>
          <w:p w14:paraId="70636376" w14:textId="77777777" w:rsidR="00D458E6" w:rsidRDefault="00D458E6" w:rsidP="00D458E6"/>
        </w:tc>
        <w:tc>
          <w:tcPr>
            <w:tcW w:w="992" w:type="dxa"/>
            <w:vAlign w:val="center"/>
          </w:tcPr>
          <w:p w14:paraId="2FEB9C2E" w14:textId="77777777" w:rsidR="00D458E6" w:rsidRDefault="00D458E6" w:rsidP="00D458E6"/>
        </w:tc>
        <w:tc>
          <w:tcPr>
            <w:tcW w:w="3707" w:type="dxa"/>
            <w:vAlign w:val="center"/>
          </w:tcPr>
          <w:p w14:paraId="7CD3635A" w14:textId="77777777" w:rsidR="00D458E6" w:rsidRDefault="00D458E6" w:rsidP="00D458E6"/>
        </w:tc>
        <w:tc>
          <w:tcPr>
            <w:tcW w:w="1474" w:type="dxa"/>
            <w:vAlign w:val="bottom"/>
          </w:tcPr>
          <w:p w14:paraId="5497814F" w14:textId="77777777" w:rsidR="00D458E6" w:rsidRDefault="00D458E6" w:rsidP="00D458E6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FDEED1" w16cex:dateUtc="2025-04-28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ED6563" w16cid:durableId="10FDEE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51037" w14:textId="77777777" w:rsidR="003F4159" w:rsidRDefault="003F4159" w:rsidP="00AB19B2">
      <w:pPr>
        <w:spacing w:line="240" w:lineRule="auto"/>
      </w:pPr>
      <w:r>
        <w:separator/>
      </w:r>
    </w:p>
  </w:endnote>
  <w:endnote w:type="continuationSeparator" w:id="0">
    <w:p w14:paraId="3A87013B" w14:textId="77777777" w:rsidR="003F4159" w:rsidRDefault="003F4159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41888" w14:textId="77777777" w:rsidR="003F4159" w:rsidRDefault="003F4159" w:rsidP="00AB19B2">
      <w:pPr>
        <w:spacing w:line="240" w:lineRule="auto"/>
      </w:pPr>
      <w:r>
        <w:separator/>
      </w:r>
    </w:p>
  </w:footnote>
  <w:footnote w:type="continuationSeparator" w:id="0">
    <w:p w14:paraId="53ABF774" w14:textId="77777777" w:rsidR="003F4159" w:rsidRDefault="003F4159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FC40088" w:rsidR="0070306B" w:rsidRPr="00B34965" w:rsidRDefault="0070306B" w:rsidP="00B34965">
    <w:pPr>
      <w:spacing w:afterLines="50" w:after="120"/>
      <w:rPr>
        <w:w w:val="110"/>
        <w:sz w:val="24"/>
        <w:szCs w:val="24"/>
      </w:rPr>
    </w:pPr>
    <w:r w:rsidRPr="00B34965">
      <w:rPr>
        <w:smallCaps/>
        <w:sz w:val="24"/>
        <w:szCs w:val="24"/>
      </w:rPr>
      <w:t xml:space="preserve">Lesson </w:t>
    </w:r>
    <w:r w:rsidR="00B86FF0">
      <w:rPr>
        <w:smallCaps/>
        <w:sz w:val="24"/>
        <w:szCs w:val="24"/>
      </w:rPr>
      <w:t>10</w:t>
    </w:r>
    <w:r w:rsidRPr="00B34965">
      <w:rPr>
        <w:rFonts w:hint="eastAsia"/>
        <w:sz w:val="24"/>
        <w:szCs w:val="24"/>
      </w:rPr>
      <w:t xml:space="preserve">　</w:t>
    </w:r>
    <w:r w:rsidR="00B86FF0">
      <w:rPr>
        <w:b/>
        <w:bCs/>
        <w:w w:val="110"/>
        <w:sz w:val="24"/>
        <w:szCs w:val="24"/>
      </w:rPr>
      <w:t>Technology Changes Our Lives</w:t>
    </w:r>
  </w:p>
  <w:p w14:paraId="0CACB99A" w14:textId="08424A1B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A0AA8"/>
    <w:rsid w:val="000D142D"/>
    <w:rsid w:val="00102227"/>
    <w:rsid w:val="0010402A"/>
    <w:rsid w:val="00162A80"/>
    <w:rsid w:val="0018056D"/>
    <w:rsid w:val="001A0AC1"/>
    <w:rsid w:val="001C297A"/>
    <w:rsid w:val="001C50DD"/>
    <w:rsid w:val="001F67C9"/>
    <w:rsid w:val="00216979"/>
    <w:rsid w:val="00234206"/>
    <w:rsid w:val="00240FBD"/>
    <w:rsid w:val="002A5997"/>
    <w:rsid w:val="002C27B3"/>
    <w:rsid w:val="002D71C2"/>
    <w:rsid w:val="002F1DFC"/>
    <w:rsid w:val="002F40E2"/>
    <w:rsid w:val="002F4BDD"/>
    <w:rsid w:val="00324E0D"/>
    <w:rsid w:val="00331A63"/>
    <w:rsid w:val="003A47CB"/>
    <w:rsid w:val="003F4159"/>
    <w:rsid w:val="004500F5"/>
    <w:rsid w:val="004560D0"/>
    <w:rsid w:val="004F3FD3"/>
    <w:rsid w:val="00527FC9"/>
    <w:rsid w:val="00537595"/>
    <w:rsid w:val="00562B3B"/>
    <w:rsid w:val="00571E20"/>
    <w:rsid w:val="005735C9"/>
    <w:rsid w:val="005D1EF4"/>
    <w:rsid w:val="005D512D"/>
    <w:rsid w:val="005F55E7"/>
    <w:rsid w:val="00682F5D"/>
    <w:rsid w:val="006E0EE1"/>
    <w:rsid w:val="006F4C90"/>
    <w:rsid w:val="0070306B"/>
    <w:rsid w:val="00720F71"/>
    <w:rsid w:val="00734AD2"/>
    <w:rsid w:val="00750B86"/>
    <w:rsid w:val="00754CD7"/>
    <w:rsid w:val="0076683A"/>
    <w:rsid w:val="00772B02"/>
    <w:rsid w:val="007927EE"/>
    <w:rsid w:val="007C288E"/>
    <w:rsid w:val="00801127"/>
    <w:rsid w:val="00807E91"/>
    <w:rsid w:val="00810E95"/>
    <w:rsid w:val="0085661C"/>
    <w:rsid w:val="008778EA"/>
    <w:rsid w:val="008C17CD"/>
    <w:rsid w:val="008D2374"/>
    <w:rsid w:val="008F02CB"/>
    <w:rsid w:val="00925141"/>
    <w:rsid w:val="0094075B"/>
    <w:rsid w:val="009B61CA"/>
    <w:rsid w:val="009E0B91"/>
    <w:rsid w:val="00A16815"/>
    <w:rsid w:val="00A35914"/>
    <w:rsid w:val="00A734A7"/>
    <w:rsid w:val="00AB19B2"/>
    <w:rsid w:val="00AD3435"/>
    <w:rsid w:val="00B34965"/>
    <w:rsid w:val="00B4325A"/>
    <w:rsid w:val="00B86FF0"/>
    <w:rsid w:val="00BB271D"/>
    <w:rsid w:val="00C27834"/>
    <w:rsid w:val="00C84ECD"/>
    <w:rsid w:val="00CA04F0"/>
    <w:rsid w:val="00CC5E99"/>
    <w:rsid w:val="00CF50D8"/>
    <w:rsid w:val="00D05BC2"/>
    <w:rsid w:val="00D14F06"/>
    <w:rsid w:val="00D35AC9"/>
    <w:rsid w:val="00D458E6"/>
    <w:rsid w:val="00DD1F41"/>
    <w:rsid w:val="00DD6A2E"/>
    <w:rsid w:val="00DF183B"/>
    <w:rsid w:val="00E46094"/>
    <w:rsid w:val="00E769A6"/>
    <w:rsid w:val="00E85D7C"/>
    <w:rsid w:val="00EC0BA5"/>
    <w:rsid w:val="00ED097C"/>
    <w:rsid w:val="00ED63A7"/>
    <w:rsid w:val="00F02D07"/>
    <w:rsid w:val="00F07E9C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5D512D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5D512D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5D512D"/>
  </w:style>
  <w:style w:type="paragraph" w:styleId="afe">
    <w:name w:val="annotation subject"/>
    <w:basedOn w:val="afc"/>
    <w:next w:val="afc"/>
    <w:link w:val="aff"/>
    <w:uiPriority w:val="99"/>
    <w:semiHidden/>
    <w:rsid w:val="005D512D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D51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8</cp:revision>
  <cp:lastPrinted>2022-02-17T02:13:00Z</cp:lastPrinted>
  <dcterms:created xsi:type="dcterms:W3CDTF">2025-04-24T08:24:00Z</dcterms:created>
  <dcterms:modified xsi:type="dcterms:W3CDTF">2025-04-30T00:17:00Z</dcterms:modified>
</cp:coreProperties>
</file>