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240FB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13292953" w:rsidR="00240FBD" w:rsidRPr="00750B86" w:rsidRDefault="009E12D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比較（比較級）、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最新の</w:t>
            </w:r>
            <w:r>
              <w:rPr>
                <w:rFonts w:hint="eastAsia"/>
                <w:color w:val="000000"/>
                <w:sz w:val="18"/>
                <w:szCs w:val="18"/>
              </w:rPr>
              <w:t>製品の機能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やその利点</w:t>
            </w:r>
            <w:r>
              <w:rPr>
                <w:rFonts w:hint="eastAsia"/>
                <w:color w:val="000000"/>
                <w:sz w:val="18"/>
                <w:szCs w:val="18"/>
              </w:rPr>
              <w:t>を伝える</w:t>
            </w:r>
            <w:r w:rsidR="00B92C8A">
              <w:rPr>
                <w:rFonts w:hint="eastAsia"/>
                <w:color w:val="000000"/>
                <w:sz w:val="18"/>
                <w:szCs w:val="18"/>
              </w:rPr>
              <w:t>表現を適切に使って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6F9D805A" w:rsidR="00240FBD" w:rsidRPr="00750B86" w:rsidRDefault="000A0AA8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0A0AA8"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9E12D6">
              <w:rPr>
                <w:rFonts w:hint="eastAsia"/>
                <w:color w:val="000000"/>
                <w:sz w:val="18"/>
                <w:szCs w:val="18"/>
              </w:rPr>
              <w:t>、理解に支障のない程度に、比較（比較級）、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最新の</w:t>
            </w:r>
            <w:r w:rsidR="009E12D6">
              <w:rPr>
                <w:rFonts w:hint="eastAsia"/>
                <w:color w:val="000000"/>
                <w:sz w:val="18"/>
                <w:szCs w:val="18"/>
              </w:rPr>
              <w:t>製品の機能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やその利点</w:t>
            </w:r>
            <w:r w:rsidR="009E12D6">
              <w:rPr>
                <w:rFonts w:hint="eastAsia"/>
                <w:color w:val="000000"/>
                <w:sz w:val="18"/>
                <w:szCs w:val="18"/>
              </w:rPr>
              <w:t>を伝える</w:t>
            </w:r>
            <w:r w:rsidR="00B92C8A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 w:rsidRPr="000A0AA8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3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2D71C2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60E9F9B5" w:rsidR="00240FBD" w:rsidRPr="00750B86" w:rsidRDefault="00883A2B" w:rsidP="00C06FF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342E87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C06FF7">
              <w:rPr>
                <w:rFonts w:hint="eastAsia"/>
                <w:color w:val="000000"/>
                <w:sz w:val="18"/>
                <w:szCs w:val="18"/>
              </w:rPr>
              <w:t>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会話を続けている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2FCF8A09" w:rsidR="00240FBD" w:rsidRPr="00750B86" w:rsidRDefault="00883A2B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240FBD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73CF7F40" w:rsidR="00240FBD" w:rsidRPr="00750B86" w:rsidRDefault="00883A2B" w:rsidP="00342E8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C06FF7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</w:t>
            </w:r>
            <w:r w:rsidR="004300B2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bookmarkEnd w:id="0"/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5DFCEF86" w:rsidR="00240FBD" w:rsidRPr="00750B86" w:rsidRDefault="00883A2B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4300B2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4DBD24" w16cex:dateUtc="2025-04-28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44572F" w16cid:durableId="594DBD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47D80" w14:textId="77777777" w:rsidR="00985E85" w:rsidRDefault="00985E85" w:rsidP="00AB19B2">
      <w:pPr>
        <w:spacing w:line="240" w:lineRule="auto"/>
      </w:pPr>
      <w:r>
        <w:separator/>
      </w:r>
    </w:p>
  </w:endnote>
  <w:endnote w:type="continuationSeparator" w:id="0">
    <w:p w14:paraId="7B8E15DA" w14:textId="77777777" w:rsidR="00985E85" w:rsidRDefault="00985E85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756EC" w14:textId="77777777" w:rsidR="00985E85" w:rsidRDefault="00985E85" w:rsidP="00AB19B2">
      <w:pPr>
        <w:spacing w:line="240" w:lineRule="auto"/>
      </w:pPr>
      <w:r>
        <w:separator/>
      </w:r>
    </w:p>
  </w:footnote>
  <w:footnote w:type="continuationSeparator" w:id="0">
    <w:p w14:paraId="352DDCB8" w14:textId="77777777" w:rsidR="00985E85" w:rsidRDefault="00985E85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40826108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ED097C">
      <w:rPr>
        <w:smallCaps/>
        <w:sz w:val="24"/>
        <w:szCs w:val="24"/>
      </w:rPr>
      <w:t>8</w:t>
    </w:r>
    <w:r w:rsidRPr="00B34965">
      <w:rPr>
        <w:rFonts w:hint="eastAsia"/>
        <w:sz w:val="24"/>
        <w:szCs w:val="24"/>
      </w:rPr>
      <w:t xml:space="preserve">　</w:t>
    </w:r>
    <w:r w:rsidR="000A0AA8">
      <w:rPr>
        <w:b/>
        <w:bCs/>
        <w:w w:val="110"/>
        <w:sz w:val="24"/>
        <w:szCs w:val="24"/>
      </w:rPr>
      <w:t>Future Mobility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06400"/>
    <w:rsid w:val="00012FAB"/>
    <w:rsid w:val="00064F76"/>
    <w:rsid w:val="000A0AA8"/>
    <w:rsid w:val="000D142D"/>
    <w:rsid w:val="000F2B77"/>
    <w:rsid w:val="00102227"/>
    <w:rsid w:val="0010402A"/>
    <w:rsid w:val="00162A80"/>
    <w:rsid w:val="001A0AC1"/>
    <w:rsid w:val="001F67C9"/>
    <w:rsid w:val="00216979"/>
    <w:rsid w:val="00234206"/>
    <w:rsid w:val="00240FBD"/>
    <w:rsid w:val="002A5997"/>
    <w:rsid w:val="002C27B3"/>
    <w:rsid w:val="002D71C2"/>
    <w:rsid w:val="002F0C41"/>
    <w:rsid w:val="002F40E2"/>
    <w:rsid w:val="002F4BDD"/>
    <w:rsid w:val="00324E0D"/>
    <w:rsid w:val="00331A63"/>
    <w:rsid w:val="00342E87"/>
    <w:rsid w:val="003965D1"/>
    <w:rsid w:val="003A47CB"/>
    <w:rsid w:val="004300B2"/>
    <w:rsid w:val="004500F5"/>
    <w:rsid w:val="004F3FD3"/>
    <w:rsid w:val="00527FC9"/>
    <w:rsid w:val="00537595"/>
    <w:rsid w:val="00562B3B"/>
    <w:rsid w:val="00571E20"/>
    <w:rsid w:val="005735C9"/>
    <w:rsid w:val="005D1EF4"/>
    <w:rsid w:val="00682F5D"/>
    <w:rsid w:val="006C1689"/>
    <w:rsid w:val="006E0EE1"/>
    <w:rsid w:val="006E341E"/>
    <w:rsid w:val="006F4C90"/>
    <w:rsid w:val="0070306B"/>
    <w:rsid w:val="00720F71"/>
    <w:rsid w:val="00734AD2"/>
    <w:rsid w:val="00750B86"/>
    <w:rsid w:val="00754CD7"/>
    <w:rsid w:val="0076683A"/>
    <w:rsid w:val="00772B02"/>
    <w:rsid w:val="007927EE"/>
    <w:rsid w:val="007C288E"/>
    <w:rsid w:val="00807E91"/>
    <w:rsid w:val="0085661C"/>
    <w:rsid w:val="008778EA"/>
    <w:rsid w:val="00883A2B"/>
    <w:rsid w:val="008C17CD"/>
    <w:rsid w:val="008D2374"/>
    <w:rsid w:val="008F02CB"/>
    <w:rsid w:val="00925141"/>
    <w:rsid w:val="00985E85"/>
    <w:rsid w:val="009B61CA"/>
    <w:rsid w:val="009E0B91"/>
    <w:rsid w:val="009E12D6"/>
    <w:rsid w:val="00A16815"/>
    <w:rsid w:val="00A312F5"/>
    <w:rsid w:val="00A35914"/>
    <w:rsid w:val="00A734A7"/>
    <w:rsid w:val="00AB19B2"/>
    <w:rsid w:val="00AD3435"/>
    <w:rsid w:val="00B34965"/>
    <w:rsid w:val="00B4325A"/>
    <w:rsid w:val="00B92C8A"/>
    <w:rsid w:val="00C06FF7"/>
    <w:rsid w:val="00C27834"/>
    <w:rsid w:val="00C84ECD"/>
    <w:rsid w:val="00CA04F0"/>
    <w:rsid w:val="00CC5E99"/>
    <w:rsid w:val="00CF50D8"/>
    <w:rsid w:val="00D05BC2"/>
    <w:rsid w:val="00D14F06"/>
    <w:rsid w:val="00D35AC9"/>
    <w:rsid w:val="00DD6A2E"/>
    <w:rsid w:val="00DE7EB4"/>
    <w:rsid w:val="00DF183B"/>
    <w:rsid w:val="00E46094"/>
    <w:rsid w:val="00E769A6"/>
    <w:rsid w:val="00E85D7C"/>
    <w:rsid w:val="00EC0BA5"/>
    <w:rsid w:val="00ED097C"/>
    <w:rsid w:val="00F60242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A312F5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A312F5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A312F5"/>
  </w:style>
  <w:style w:type="paragraph" w:styleId="afe">
    <w:name w:val="annotation subject"/>
    <w:basedOn w:val="afc"/>
    <w:next w:val="afc"/>
    <w:link w:val="aff"/>
    <w:uiPriority w:val="99"/>
    <w:semiHidden/>
    <w:rsid w:val="00A312F5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A312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8</cp:revision>
  <cp:lastPrinted>2022-02-17T02:13:00Z</cp:lastPrinted>
  <dcterms:created xsi:type="dcterms:W3CDTF">2025-04-24T08:17:00Z</dcterms:created>
  <dcterms:modified xsi:type="dcterms:W3CDTF">2025-04-30T00:15:00Z</dcterms:modified>
</cp:coreProperties>
</file>