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249D5FA3" w:rsidR="008778EA" w:rsidRDefault="00914B0D" w:rsidP="0070306B">
      <w:pPr>
        <w:pStyle w:val="af4"/>
      </w:pPr>
      <w:r>
        <w:t>Special Activity</w:t>
      </w:r>
      <w:r w:rsidR="00086CCC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914B0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914B0D" w:rsidRPr="005735C9" w:rsidRDefault="00914B0D" w:rsidP="00914B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914B0D" w:rsidRPr="005735C9" w:rsidRDefault="00914B0D" w:rsidP="00914B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4DB734AD" w:rsidR="00914B0D" w:rsidRPr="006B39F9" w:rsidRDefault="00D208BA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出身地や生年、競技種目や実績を伝える</w:t>
            </w:r>
            <w:r w:rsidR="00163F53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914B0D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914B0D" w:rsidRPr="006B39F9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28F9195E" w:rsidR="00914B0D" w:rsidRPr="006B39F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591E2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理解に支障のない程度に</w:t>
            </w:r>
            <w:r w:rsidR="00591E29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D208BA">
              <w:rPr>
                <w:rFonts w:hint="eastAsia"/>
                <w:color w:val="000000"/>
                <w:sz w:val="18"/>
                <w:szCs w:val="18"/>
              </w:rPr>
              <w:t>出身地や生年、競技種目や実績を伝える</w:t>
            </w:r>
            <w:r w:rsidR="00163F53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914B0D" w:rsidRPr="005735C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0945BF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Pr="006B39F9"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14B0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914B0D" w:rsidRPr="005735C9" w:rsidRDefault="00914B0D" w:rsidP="00914B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54B2F647" w:rsidR="00914B0D" w:rsidRPr="006B39F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スポーツ選手</w:t>
            </w:r>
            <w:r w:rsidR="00D208BA">
              <w:rPr>
                <w:rFonts w:hint="eastAsia"/>
                <w:color w:val="000000"/>
                <w:sz w:val="18"/>
                <w:szCs w:val="18"/>
              </w:rPr>
              <w:t>になりきって、出身地や競技種目、実績などを、人物当てクイズの形式で、情報を整理して出題したり、出されたクイズに答えようとしたりし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>
              <w:rPr>
                <w:color w:val="000000"/>
                <w:sz w:val="18"/>
                <w:szCs w:val="18"/>
              </w:rPr>
              <w:t>10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375217E5" w:rsidR="00914B0D" w:rsidRPr="006B39F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スポーツ選手</w:t>
            </w:r>
            <w:r w:rsidR="00D208BA">
              <w:rPr>
                <w:rFonts w:hint="eastAsia"/>
                <w:color w:val="000000"/>
                <w:sz w:val="18"/>
                <w:szCs w:val="18"/>
              </w:rPr>
              <w:t>になりきって、出身地や競技種目、実績などを、人物当てクイズの形式で</w:t>
            </w:r>
            <w:r>
              <w:rPr>
                <w:rFonts w:hint="eastAsia"/>
                <w:color w:val="000000"/>
                <w:sz w:val="18"/>
                <w:szCs w:val="18"/>
              </w:rPr>
              <w:t>、あまり</w:t>
            </w:r>
            <w:r w:rsidR="00D208BA">
              <w:rPr>
                <w:rFonts w:hint="eastAsia"/>
                <w:color w:val="000000"/>
                <w:sz w:val="18"/>
                <w:szCs w:val="18"/>
              </w:rPr>
              <w:t>情報は</w:t>
            </w:r>
            <w:r>
              <w:rPr>
                <w:rFonts w:hint="eastAsia"/>
                <w:color w:val="000000"/>
                <w:sz w:val="18"/>
                <w:szCs w:val="18"/>
              </w:rPr>
              <w:t>整理されていないが</w:t>
            </w:r>
            <w:r w:rsidR="00D208BA">
              <w:rPr>
                <w:rFonts w:hint="eastAsia"/>
                <w:color w:val="000000"/>
                <w:sz w:val="18"/>
                <w:szCs w:val="18"/>
              </w:rPr>
              <w:t>出題したり、出されたクイズに答えようとしたりし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>
              <w:rPr>
                <w:color w:val="000000"/>
                <w:sz w:val="18"/>
                <w:szCs w:val="18"/>
              </w:rPr>
              <w:t>6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914B0D" w:rsidRPr="005735C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14B0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914B0D" w:rsidRDefault="00914B0D" w:rsidP="00914B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914B0D" w:rsidRPr="005735C9" w:rsidRDefault="00914B0D" w:rsidP="00914B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54432FCC" w:rsidR="00914B0D" w:rsidRPr="006B39F9" w:rsidRDefault="00244CF5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スポーツ選手になりきって、出身地や競技種目、実績などを、人物当てクイズの形式で、情報を整理して出題したり、出されたクイズに答えようとしたりし</w:t>
            </w:r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914B0D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914B0D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914B0D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914B0D">
              <w:rPr>
                <w:color w:val="000000"/>
                <w:sz w:val="18"/>
                <w:szCs w:val="18"/>
              </w:rPr>
              <w:t>0</w:t>
            </w:r>
            <w:r w:rsidR="00914B0D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308D8ED6" w:rsidR="00914B0D" w:rsidRPr="006B39F9" w:rsidRDefault="00244CF5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スポーツ選手になりきって、出身地や競技種目、実績などを、人物当てクイズの形式で、あまり情報は整理されていないが出題したり、出されたクイズに答えようとしたりし</w:t>
            </w: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bookmarkEnd w:id="0"/>
            <w:r w:rsidR="00914B0D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914B0D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914B0D">
              <w:rPr>
                <w:color w:val="000000"/>
                <w:sz w:val="18"/>
                <w:szCs w:val="18"/>
              </w:rPr>
              <w:t>6</w:t>
            </w:r>
            <w:r w:rsidR="00914B0D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914B0D" w:rsidRPr="005735C9" w:rsidRDefault="00914B0D" w:rsidP="00914B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1603B" w14:textId="77777777" w:rsidR="00362E61" w:rsidRDefault="00362E61" w:rsidP="00AB19B2">
      <w:pPr>
        <w:spacing w:line="240" w:lineRule="auto"/>
      </w:pPr>
      <w:r>
        <w:separator/>
      </w:r>
    </w:p>
  </w:endnote>
  <w:endnote w:type="continuationSeparator" w:id="0">
    <w:p w14:paraId="0D079794" w14:textId="77777777" w:rsidR="00362E61" w:rsidRDefault="00362E61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852BD" w14:textId="77777777" w:rsidR="00362E61" w:rsidRDefault="00362E61" w:rsidP="00AB19B2">
      <w:pPr>
        <w:spacing w:line="240" w:lineRule="auto"/>
      </w:pPr>
      <w:r>
        <w:separator/>
      </w:r>
    </w:p>
  </w:footnote>
  <w:footnote w:type="continuationSeparator" w:id="0">
    <w:p w14:paraId="033622FA" w14:textId="77777777" w:rsidR="00362E61" w:rsidRDefault="00362E61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6078B512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805FE5">
      <w:rPr>
        <w:rFonts w:hint="eastAsia"/>
        <w:smallCaps/>
        <w:sz w:val="24"/>
        <w:szCs w:val="24"/>
      </w:rPr>
      <w:t>7</w:t>
    </w:r>
    <w:r w:rsidRPr="00B34965">
      <w:rPr>
        <w:rFonts w:hint="eastAsia"/>
        <w:sz w:val="24"/>
        <w:szCs w:val="24"/>
      </w:rPr>
      <w:t xml:space="preserve">　</w:t>
    </w:r>
    <w:r w:rsidR="00805FE5">
      <w:rPr>
        <w:b/>
        <w:bCs/>
        <w:w w:val="110"/>
        <w:sz w:val="24"/>
        <w:szCs w:val="24"/>
      </w:rPr>
      <w:t>Sports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82CBD"/>
    <w:rsid w:val="00086CCC"/>
    <w:rsid w:val="000945BF"/>
    <w:rsid w:val="000B6353"/>
    <w:rsid w:val="000D142D"/>
    <w:rsid w:val="00102227"/>
    <w:rsid w:val="0010402A"/>
    <w:rsid w:val="00162A80"/>
    <w:rsid w:val="00163F53"/>
    <w:rsid w:val="001A0AC1"/>
    <w:rsid w:val="001F67C9"/>
    <w:rsid w:val="00216979"/>
    <w:rsid w:val="00234206"/>
    <w:rsid w:val="00244CF5"/>
    <w:rsid w:val="002A5997"/>
    <w:rsid w:val="002C27B3"/>
    <w:rsid w:val="002F0443"/>
    <w:rsid w:val="002F40E2"/>
    <w:rsid w:val="002F4BDD"/>
    <w:rsid w:val="00324E0D"/>
    <w:rsid w:val="00325B49"/>
    <w:rsid w:val="00331A63"/>
    <w:rsid w:val="00362E61"/>
    <w:rsid w:val="003A47CB"/>
    <w:rsid w:val="004500F5"/>
    <w:rsid w:val="004F3FD3"/>
    <w:rsid w:val="00537595"/>
    <w:rsid w:val="00562B3B"/>
    <w:rsid w:val="00571E20"/>
    <w:rsid w:val="005735C9"/>
    <w:rsid w:val="00591E29"/>
    <w:rsid w:val="005F6BFB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C288E"/>
    <w:rsid w:val="00805FE5"/>
    <w:rsid w:val="00807E91"/>
    <w:rsid w:val="0085661C"/>
    <w:rsid w:val="008778EA"/>
    <w:rsid w:val="008D2374"/>
    <w:rsid w:val="008F02CB"/>
    <w:rsid w:val="00914B0D"/>
    <w:rsid w:val="00925141"/>
    <w:rsid w:val="009B61CA"/>
    <w:rsid w:val="009E0B91"/>
    <w:rsid w:val="00A16815"/>
    <w:rsid w:val="00A35914"/>
    <w:rsid w:val="00A734A7"/>
    <w:rsid w:val="00A7616C"/>
    <w:rsid w:val="00AB19B2"/>
    <w:rsid w:val="00AD3435"/>
    <w:rsid w:val="00B34965"/>
    <w:rsid w:val="00B4325A"/>
    <w:rsid w:val="00C27834"/>
    <w:rsid w:val="00C838B8"/>
    <w:rsid w:val="00C84ECD"/>
    <w:rsid w:val="00CA04F0"/>
    <w:rsid w:val="00CC5E99"/>
    <w:rsid w:val="00CF50D8"/>
    <w:rsid w:val="00D05BC2"/>
    <w:rsid w:val="00D14F06"/>
    <w:rsid w:val="00D208BA"/>
    <w:rsid w:val="00D35AC9"/>
    <w:rsid w:val="00DD6A2E"/>
    <w:rsid w:val="00DF183B"/>
    <w:rsid w:val="00E46094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D208BA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28</cp:revision>
  <cp:lastPrinted>2022-02-17T02:13:00Z</cp:lastPrinted>
  <dcterms:created xsi:type="dcterms:W3CDTF">2022-02-01T01:18:00Z</dcterms:created>
  <dcterms:modified xsi:type="dcterms:W3CDTF">2025-04-21T23:55:00Z</dcterms:modified>
</cp:coreProperties>
</file>