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68B8B837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152BF2">
        <w:t>Speak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922CF1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922CF1" w:rsidRPr="005735C9" w:rsidRDefault="00922CF1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922CF1" w:rsidRPr="005735C9" w:rsidRDefault="00922CF1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5E485432" w:rsidR="00922CF1" w:rsidRPr="00750B86" w:rsidRDefault="00922CF1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分詞による後置修飾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分詞構文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6168B3"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車いす競技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について、その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ルール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や有名な大会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名、必要なスキル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F31BF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F0001F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0EBBC119" w:rsidR="00922CF1" w:rsidRPr="00750B86" w:rsidRDefault="00922CF1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理解に支障のない程度に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分詞による後置修飾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分詞構文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6168B3"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車いす競技について、その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ルールを伝える</w:t>
            </w:r>
            <w:r w:rsidR="00BF31BF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922CF1" w:rsidRPr="005735C9" w:rsidRDefault="00922CF1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152BF2" w:rsidRPr="005735C9" w:rsidRDefault="00152BF2" w:rsidP="00F0001F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152BF2" w:rsidRPr="005735C9" w:rsidRDefault="00152BF2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6F47FA0B" w:rsidR="00152BF2" w:rsidRPr="00750B86" w:rsidRDefault="00152BF2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F0001F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3B8A9FE2" w:rsidR="00152BF2" w:rsidRPr="00750B86" w:rsidRDefault="00152BF2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152BF2" w:rsidRPr="005735C9" w:rsidRDefault="00152BF2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22CF1" w:rsidRPr="005735C9" w14:paraId="7E12E7B4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922CF1" w:rsidRPr="005735C9" w:rsidRDefault="00922CF1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4A70" w14:textId="7161E134" w:rsidR="00922CF1" w:rsidRPr="00750B86" w:rsidRDefault="006168B3" w:rsidP="0042302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車いす競技</w:t>
            </w:r>
            <w:r w:rsidR="00714B9A">
              <w:rPr>
                <w:rFonts w:hint="eastAsia"/>
                <w:color w:val="000000"/>
                <w:sz w:val="18"/>
                <w:szCs w:val="18"/>
              </w:rPr>
              <w:t>に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ついて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その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ルール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などを整理し</w:t>
            </w:r>
            <w:r w:rsidR="00AE360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有名な大会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名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や必要なスキルなどの</w:t>
            </w:r>
            <w:r w:rsidR="006E473C">
              <w:rPr>
                <w:rFonts w:hint="eastAsia"/>
                <w:color w:val="000000"/>
                <w:sz w:val="18"/>
                <w:szCs w:val="18"/>
              </w:rPr>
              <w:t>情報を追加し</w:t>
            </w:r>
            <w:r w:rsidR="003C7D2B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6E473C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している。【1</w:t>
            </w:r>
            <w:r w:rsidR="00922CF1">
              <w:rPr>
                <w:color w:val="000000"/>
                <w:sz w:val="18"/>
                <w:szCs w:val="18"/>
              </w:rPr>
              <w:t>0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7F34" w14:textId="0AF74F68" w:rsidR="00922CF1" w:rsidRPr="00750B86" w:rsidRDefault="006168B3" w:rsidP="002C341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車いす競技</w:t>
            </w:r>
            <w:r w:rsidR="00714B9A">
              <w:rPr>
                <w:rFonts w:hint="eastAsia"/>
                <w:color w:val="000000"/>
                <w:sz w:val="18"/>
                <w:szCs w:val="18"/>
              </w:rPr>
              <w:t>に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ついて、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その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ルールなどを整理し、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している。【</w:t>
            </w:r>
            <w:r w:rsidR="00922CF1">
              <w:rPr>
                <w:color w:val="000000"/>
                <w:sz w:val="18"/>
                <w:szCs w:val="18"/>
              </w:rPr>
              <w:t>6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922CF1" w:rsidRPr="005735C9" w:rsidRDefault="00922CF1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22CF1" w:rsidRPr="005735C9" w14:paraId="37CFA341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922CF1" w:rsidRDefault="00922CF1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922CF1" w:rsidRPr="005735C9" w:rsidRDefault="00922CF1" w:rsidP="00F0001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80C1" w14:textId="223C5F1B" w:rsidR="00922CF1" w:rsidRPr="00750B86" w:rsidRDefault="006168B3" w:rsidP="002C341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車いす競技</w:t>
            </w:r>
            <w:r w:rsidR="00714B9A">
              <w:rPr>
                <w:rFonts w:hint="eastAsia"/>
                <w:color w:val="000000"/>
                <w:sz w:val="18"/>
                <w:szCs w:val="18"/>
              </w:rPr>
              <w:t>に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ついて、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その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ルールなどを整理し、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有名な大会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名</w:t>
            </w:r>
            <w:r w:rsidR="00A73420">
              <w:rPr>
                <w:rFonts w:hint="eastAsia"/>
                <w:color w:val="000000"/>
                <w:sz w:val="18"/>
                <w:szCs w:val="18"/>
              </w:rPr>
              <w:t>や必要なスキルなどの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情報を追加しながら、紹介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し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bookmarkEnd w:id="0"/>
            <w:r w:rsidR="00922CF1">
              <w:rPr>
                <w:rFonts w:hint="eastAsia"/>
                <w:color w:val="000000"/>
                <w:sz w:val="18"/>
                <w:szCs w:val="18"/>
              </w:rPr>
              <w:t>【1</w:t>
            </w:r>
            <w:r w:rsidR="00922CF1">
              <w:rPr>
                <w:color w:val="000000"/>
                <w:sz w:val="18"/>
                <w:szCs w:val="18"/>
              </w:rPr>
              <w:t>0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92" w14:textId="4D1565D4" w:rsidR="00922CF1" w:rsidRPr="00750B86" w:rsidRDefault="006168B3" w:rsidP="002C341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車いす競技</w:t>
            </w:r>
            <w:r w:rsidR="00714B9A">
              <w:rPr>
                <w:rFonts w:hint="eastAsia"/>
                <w:color w:val="000000"/>
                <w:sz w:val="18"/>
                <w:szCs w:val="18"/>
              </w:rPr>
              <w:t>に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ついて、</w:t>
            </w:r>
            <w:r w:rsidR="008555A1">
              <w:rPr>
                <w:rFonts w:hint="eastAsia"/>
                <w:color w:val="000000"/>
                <w:sz w:val="18"/>
                <w:szCs w:val="18"/>
              </w:rPr>
              <w:t>そのルール</w:t>
            </w:r>
            <w:r w:rsidR="00423024">
              <w:rPr>
                <w:rFonts w:hint="eastAsia"/>
                <w:color w:val="000000"/>
                <w:sz w:val="18"/>
                <w:szCs w:val="18"/>
              </w:rPr>
              <w:t>を整理し、紹介</w:t>
            </w:r>
            <w:r w:rsidR="002117C7">
              <w:rPr>
                <w:rFonts w:hint="eastAsia"/>
                <w:color w:val="000000"/>
                <w:sz w:val="18"/>
                <w:szCs w:val="18"/>
              </w:rPr>
              <w:t>し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ようとしている。【</w:t>
            </w:r>
            <w:r w:rsidR="00922CF1">
              <w:rPr>
                <w:color w:val="000000"/>
                <w:sz w:val="18"/>
                <w:szCs w:val="18"/>
              </w:rPr>
              <w:t>6</w:t>
            </w:r>
            <w:r w:rsidR="00922CF1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922CF1" w:rsidRPr="005735C9" w:rsidRDefault="00922CF1" w:rsidP="00F0001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35E030" w16cex:dateUtc="2025-04-24T08:14:00Z"/>
  <w16cex:commentExtensible w16cex:durableId="346134F0" w16cex:dateUtc="2025-04-28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FA367BD" w16cid:durableId="3035E030"/>
  <w16cid:commentId w16cid:paraId="7F0FFC30" w16cid:durableId="346134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FBFC8" w14:textId="77777777" w:rsidR="008D580E" w:rsidRDefault="008D580E" w:rsidP="00AB19B2">
      <w:pPr>
        <w:spacing w:line="240" w:lineRule="auto"/>
      </w:pPr>
      <w:r>
        <w:separator/>
      </w:r>
    </w:p>
  </w:endnote>
  <w:endnote w:type="continuationSeparator" w:id="0">
    <w:p w14:paraId="0589CE32" w14:textId="77777777" w:rsidR="008D580E" w:rsidRDefault="008D580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3B910" w14:textId="77777777" w:rsidR="008D580E" w:rsidRDefault="008D580E" w:rsidP="00AB19B2">
      <w:pPr>
        <w:spacing w:line="240" w:lineRule="auto"/>
      </w:pPr>
      <w:r>
        <w:separator/>
      </w:r>
    </w:p>
  </w:footnote>
  <w:footnote w:type="continuationSeparator" w:id="0">
    <w:p w14:paraId="03593A97" w14:textId="77777777" w:rsidR="008D580E" w:rsidRDefault="008D580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6E31" w14:textId="77777777" w:rsidR="00922CF1" w:rsidRPr="000B6353" w:rsidRDefault="00922CF1" w:rsidP="00922CF1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>
      <w:rPr>
        <w:rFonts w:hint="eastAsia"/>
        <w:smallCaps/>
        <w:sz w:val="24"/>
        <w:szCs w:val="24"/>
      </w:rPr>
      <w:t>7</w:t>
    </w:r>
    <w:r w:rsidRPr="00B34965">
      <w:rPr>
        <w:rFonts w:hint="eastAsia"/>
        <w:sz w:val="24"/>
        <w:szCs w:val="24"/>
      </w:rPr>
      <w:t xml:space="preserve">　</w:t>
    </w:r>
    <w:r>
      <w:rPr>
        <w:b/>
        <w:bCs/>
        <w:w w:val="110"/>
        <w:sz w:val="24"/>
        <w:szCs w:val="24"/>
      </w:rPr>
      <w:t>Sports</w:t>
    </w:r>
  </w:p>
  <w:p w14:paraId="0CACB99A" w14:textId="0C8D1299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152BF2">
      <w:rPr>
        <w:rFonts w:hint="eastAsia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20931"/>
    <w:rsid w:val="00152BF2"/>
    <w:rsid w:val="00162A80"/>
    <w:rsid w:val="001A0AC1"/>
    <w:rsid w:val="001F67C9"/>
    <w:rsid w:val="002117C7"/>
    <w:rsid w:val="00216979"/>
    <w:rsid w:val="00234206"/>
    <w:rsid w:val="00273A45"/>
    <w:rsid w:val="002A27AC"/>
    <w:rsid w:val="002A5997"/>
    <w:rsid w:val="002C27B3"/>
    <w:rsid w:val="002C341B"/>
    <w:rsid w:val="002F40E2"/>
    <w:rsid w:val="002F4BDD"/>
    <w:rsid w:val="00324E0D"/>
    <w:rsid w:val="00331A63"/>
    <w:rsid w:val="003829FA"/>
    <w:rsid w:val="003A47CB"/>
    <w:rsid w:val="003C7D2B"/>
    <w:rsid w:val="00423024"/>
    <w:rsid w:val="004500F5"/>
    <w:rsid w:val="00461BBD"/>
    <w:rsid w:val="004F3FD3"/>
    <w:rsid w:val="00527FC9"/>
    <w:rsid w:val="00537595"/>
    <w:rsid w:val="00562B3B"/>
    <w:rsid w:val="00563A52"/>
    <w:rsid w:val="00571E20"/>
    <w:rsid w:val="005735C9"/>
    <w:rsid w:val="006168B3"/>
    <w:rsid w:val="006239F0"/>
    <w:rsid w:val="00682F5D"/>
    <w:rsid w:val="006E0EE1"/>
    <w:rsid w:val="006E473C"/>
    <w:rsid w:val="006F4C90"/>
    <w:rsid w:val="0070306B"/>
    <w:rsid w:val="0070773E"/>
    <w:rsid w:val="00714B9A"/>
    <w:rsid w:val="00720F71"/>
    <w:rsid w:val="00734AD2"/>
    <w:rsid w:val="00750B86"/>
    <w:rsid w:val="00754CD7"/>
    <w:rsid w:val="0076683A"/>
    <w:rsid w:val="00772B02"/>
    <w:rsid w:val="00785776"/>
    <w:rsid w:val="007927EE"/>
    <w:rsid w:val="007C288E"/>
    <w:rsid w:val="00807E91"/>
    <w:rsid w:val="008555A1"/>
    <w:rsid w:val="0085661C"/>
    <w:rsid w:val="008778EA"/>
    <w:rsid w:val="008D2374"/>
    <w:rsid w:val="008D580E"/>
    <w:rsid w:val="008F02CB"/>
    <w:rsid w:val="00922CF1"/>
    <w:rsid w:val="00925141"/>
    <w:rsid w:val="009B61CA"/>
    <w:rsid w:val="009E0B91"/>
    <w:rsid w:val="00A16815"/>
    <w:rsid w:val="00A35914"/>
    <w:rsid w:val="00A73420"/>
    <w:rsid w:val="00A734A7"/>
    <w:rsid w:val="00AB19B2"/>
    <w:rsid w:val="00AD3435"/>
    <w:rsid w:val="00AE3603"/>
    <w:rsid w:val="00B34965"/>
    <w:rsid w:val="00B4325A"/>
    <w:rsid w:val="00BF31BF"/>
    <w:rsid w:val="00C27834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769A6"/>
    <w:rsid w:val="00EC0BA5"/>
    <w:rsid w:val="00F0001F"/>
    <w:rsid w:val="00F7748E"/>
    <w:rsid w:val="00F77852"/>
    <w:rsid w:val="00F91A6A"/>
    <w:rsid w:val="00FC2788"/>
    <w:rsid w:val="00FD537D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FD537D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FD537D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FD537D"/>
  </w:style>
  <w:style w:type="paragraph" w:styleId="afe">
    <w:name w:val="annotation subject"/>
    <w:basedOn w:val="afc"/>
    <w:next w:val="afc"/>
    <w:link w:val="aff"/>
    <w:uiPriority w:val="99"/>
    <w:semiHidden/>
    <w:rsid w:val="00FD537D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FD53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13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9</cp:revision>
  <cp:lastPrinted>2022-02-17T02:13:00Z</cp:lastPrinted>
  <dcterms:created xsi:type="dcterms:W3CDTF">2025-04-24T08:32:00Z</dcterms:created>
  <dcterms:modified xsi:type="dcterms:W3CDTF">2025-04-30T00:14:00Z</dcterms:modified>
</cp:coreProperties>
</file>