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32D9919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Talk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805FE5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805FE5" w:rsidRPr="005735C9" w:rsidRDefault="00805FE5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805FE5" w:rsidRPr="005735C9" w:rsidRDefault="00805FE5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7D900CDF" w:rsidR="00805FE5" w:rsidRPr="006B39F9" w:rsidRDefault="00FC6D82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動名詞、スポーツの試合</w:t>
            </w:r>
            <w:r w:rsidR="00902B2F">
              <w:rPr>
                <w:rFonts w:hint="eastAsia"/>
                <w:color w:val="000000"/>
                <w:sz w:val="18"/>
                <w:szCs w:val="18"/>
              </w:rPr>
              <w:t>の様子</w:t>
            </w:r>
            <w:r>
              <w:rPr>
                <w:rFonts w:hint="eastAsia"/>
                <w:color w:val="000000"/>
                <w:sz w:val="18"/>
                <w:szCs w:val="18"/>
              </w:rPr>
              <w:t>について伝える</w:t>
            </w:r>
            <w:r w:rsidR="001962BE"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 w:rsidR="00805FE5">
              <w:rPr>
                <w:rFonts w:hint="eastAsia"/>
                <w:color w:val="000000"/>
                <w:sz w:val="18"/>
                <w:szCs w:val="18"/>
              </w:rPr>
              <w:t>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62766D8C" w:rsidR="00805FE5" w:rsidRPr="006B39F9" w:rsidRDefault="00805FE5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多少の誤りはあるが、理</w:t>
            </w:r>
            <w:r w:rsidR="001962BE">
              <w:rPr>
                <w:rFonts w:hint="eastAsia"/>
                <w:color w:val="000000"/>
                <w:sz w:val="18"/>
                <w:szCs w:val="18"/>
              </w:rPr>
              <w:t>解に支障のない程度に、動名詞、</w:t>
            </w:r>
            <w:r w:rsidR="00FC6D82">
              <w:rPr>
                <w:rFonts w:hint="eastAsia"/>
                <w:color w:val="000000"/>
                <w:sz w:val="18"/>
                <w:szCs w:val="18"/>
              </w:rPr>
              <w:t>スポーツの試合</w:t>
            </w:r>
            <w:r w:rsidR="00902B2F">
              <w:rPr>
                <w:rFonts w:hint="eastAsia"/>
                <w:color w:val="000000"/>
                <w:sz w:val="18"/>
                <w:szCs w:val="18"/>
              </w:rPr>
              <w:t>の様子</w:t>
            </w:r>
            <w:r w:rsidR="00FC6D82">
              <w:rPr>
                <w:rFonts w:hint="eastAsia"/>
                <w:color w:val="000000"/>
                <w:sz w:val="18"/>
                <w:szCs w:val="18"/>
              </w:rPr>
              <w:t>について伝える</w:t>
            </w:r>
            <w:r w:rsidR="001962BE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ている。【3点】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805FE5" w:rsidRPr="005735C9" w:rsidRDefault="00805FE5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0773E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0773E" w:rsidRPr="005735C9" w:rsidRDefault="0070773E" w:rsidP="000945BF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0773E" w:rsidRPr="005735C9" w:rsidRDefault="0070773E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5F9B15A9" w:rsidR="0070773E" w:rsidRPr="006B39F9" w:rsidRDefault="0070773E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16436C95" w:rsidR="0070773E" w:rsidRPr="006B39F9" w:rsidRDefault="0070773E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一定の誤解や言いよどみはあるが、理解できる発音・イントネーションで話している。【</w:t>
            </w:r>
            <w:r w:rsidRPr="006B39F9">
              <w:rPr>
                <w:color w:val="000000"/>
                <w:sz w:val="18"/>
                <w:szCs w:val="18"/>
              </w:rPr>
              <w:t>3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0773E" w:rsidRPr="005735C9" w:rsidRDefault="0070773E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805FE5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805FE5" w:rsidRPr="005735C9" w:rsidRDefault="00805FE5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2CDE0322" w:rsidR="00805FE5" w:rsidRPr="006B39F9" w:rsidRDefault="00FC6D82" w:rsidP="00902B2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スポーツの試合</w:t>
            </w:r>
            <w:r w:rsidR="00902B2F">
              <w:rPr>
                <w:rFonts w:hint="eastAsia"/>
                <w:color w:val="000000"/>
                <w:sz w:val="18"/>
                <w:szCs w:val="18"/>
              </w:rPr>
              <w:t>の様子</w:t>
            </w:r>
            <w:r>
              <w:rPr>
                <w:rFonts w:hint="eastAsia"/>
                <w:color w:val="000000"/>
                <w:sz w:val="18"/>
                <w:szCs w:val="18"/>
              </w:rPr>
              <w:t>に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="006374EC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bookmarkStart w:id="0" w:name="_GoBack"/>
            <w:bookmarkEnd w:id="0"/>
            <w:r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F1513B">
              <w:rPr>
                <w:rFonts w:hint="eastAsia"/>
                <w:color w:val="000000"/>
                <w:sz w:val="18"/>
                <w:szCs w:val="18"/>
              </w:rPr>
              <w:t>質問したり答えたりして</w:t>
            </w:r>
            <w:r>
              <w:rPr>
                <w:rFonts w:hint="eastAsia"/>
                <w:color w:val="000000"/>
                <w:sz w:val="18"/>
                <w:szCs w:val="18"/>
              </w:rPr>
              <w:t>会話を続けている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。</w:t>
            </w:r>
            <w:r w:rsidR="00805FE5">
              <w:rPr>
                <w:rFonts w:hint="eastAsia"/>
                <w:color w:val="000000"/>
                <w:sz w:val="18"/>
                <w:szCs w:val="18"/>
              </w:rPr>
              <w:t>【10点】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56DD5C36" w:rsidR="00805FE5" w:rsidRPr="006B39F9" w:rsidRDefault="00FC6D82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スポーツの試合</w:t>
            </w:r>
            <w:r w:rsidR="00902B2F">
              <w:rPr>
                <w:rFonts w:hint="eastAsia"/>
                <w:color w:val="000000"/>
                <w:sz w:val="18"/>
                <w:szCs w:val="18"/>
              </w:rPr>
              <w:t>の様子</w:t>
            </w:r>
            <w:r>
              <w:rPr>
                <w:rFonts w:hint="eastAsia"/>
                <w:color w:val="000000"/>
                <w:sz w:val="18"/>
                <w:szCs w:val="18"/>
              </w:rPr>
              <w:t>に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6374EC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805FE5">
              <w:rPr>
                <w:rFonts w:hint="eastAsia"/>
                <w:color w:val="000000"/>
                <w:sz w:val="18"/>
                <w:szCs w:val="18"/>
              </w:rPr>
              <w:t>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805FE5" w:rsidRPr="005735C9" w:rsidRDefault="00805FE5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805FE5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805FE5" w:rsidRDefault="00805FE5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805FE5" w:rsidRPr="005735C9" w:rsidRDefault="00805FE5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65EF3CCC" w:rsidR="00805FE5" w:rsidRPr="006B39F9" w:rsidRDefault="00FC6D82" w:rsidP="00902B2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スポーツの試合</w:t>
            </w:r>
            <w:r w:rsidR="0011531F">
              <w:rPr>
                <w:rFonts w:hint="eastAsia"/>
                <w:color w:val="000000"/>
                <w:sz w:val="18"/>
                <w:szCs w:val="18"/>
              </w:rPr>
              <w:t>の様子</w:t>
            </w:r>
            <w:r>
              <w:rPr>
                <w:rFonts w:hint="eastAsia"/>
                <w:color w:val="000000"/>
                <w:sz w:val="18"/>
                <w:szCs w:val="18"/>
              </w:rPr>
              <w:t>に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="006374EC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F1513B">
              <w:rPr>
                <w:rFonts w:hint="eastAsia"/>
                <w:color w:val="000000"/>
                <w:sz w:val="18"/>
                <w:szCs w:val="18"/>
              </w:rPr>
              <w:t>質問したり答えたりして</w:t>
            </w:r>
            <w:r>
              <w:rPr>
                <w:rFonts w:hint="eastAsia"/>
                <w:color w:val="000000"/>
                <w:sz w:val="18"/>
                <w:szCs w:val="18"/>
              </w:rPr>
              <w:t>会話を続け</w:t>
            </w:r>
            <w:r w:rsidR="00596A69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805FE5">
              <w:rPr>
                <w:rFonts w:hint="eastAsia"/>
                <w:color w:val="000000"/>
                <w:sz w:val="18"/>
                <w:szCs w:val="18"/>
              </w:rPr>
              <w:t>うとしている。【10点】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31CA88CD" w:rsidR="00805FE5" w:rsidRPr="006B39F9" w:rsidRDefault="00FC6D82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スポーツの試合</w:t>
            </w:r>
            <w:r w:rsidR="0011531F">
              <w:rPr>
                <w:rFonts w:hint="eastAsia"/>
                <w:color w:val="000000"/>
                <w:sz w:val="18"/>
                <w:szCs w:val="18"/>
              </w:rPr>
              <w:t>の様子</w:t>
            </w:r>
            <w:r>
              <w:rPr>
                <w:rFonts w:hint="eastAsia"/>
                <w:color w:val="000000"/>
                <w:sz w:val="18"/>
                <w:szCs w:val="18"/>
              </w:rPr>
              <w:t>に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6374EC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596A69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805FE5">
              <w:rPr>
                <w:rFonts w:hint="eastAsia"/>
                <w:color w:val="000000"/>
                <w:sz w:val="18"/>
                <w:szCs w:val="18"/>
              </w:rPr>
              <w:t>うとしている。【6点】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805FE5" w:rsidRPr="005735C9" w:rsidRDefault="00805FE5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C600433" w16cex:dateUtc="2025-04-24T08:12:00Z"/>
  <w16cex:commentExtensible w16cex:durableId="633DCB03" w16cex:dateUtc="2025-04-28T06:39:00Z"/>
  <w16cex:commentExtensible w16cex:durableId="7F84C3D0" w16cex:dateUtc="2025-04-28T06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DFC865E" w16cid:durableId="4C600433"/>
  <w16cid:commentId w16cid:paraId="451598AD" w16cid:durableId="633DCB03"/>
  <w16cid:commentId w16cid:paraId="75E0F37F" w16cid:durableId="7F84C3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CCC30" w14:textId="77777777" w:rsidR="000D24A7" w:rsidRDefault="000D24A7" w:rsidP="00AB19B2">
      <w:pPr>
        <w:spacing w:line="240" w:lineRule="auto"/>
      </w:pPr>
      <w:r>
        <w:separator/>
      </w:r>
    </w:p>
  </w:endnote>
  <w:endnote w:type="continuationSeparator" w:id="0">
    <w:p w14:paraId="7AAB816C" w14:textId="77777777" w:rsidR="000D24A7" w:rsidRDefault="000D24A7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2D2D2" w14:textId="77777777" w:rsidR="000D24A7" w:rsidRDefault="000D24A7" w:rsidP="00AB19B2">
      <w:pPr>
        <w:spacing w:line="240" w:lineRule="auto"/>
      </w:pPr>
      <w:r>
        <w:separator/>
      </w:r>
    </w:p>
  </w:footnote>
  <w:footnote w:type="continuationSeparator" w:id="0">
    <w:p w14:paraId="09FEF240" w14:textId="77777777" w:rsidR="000D24A7" w:rsidRDefault="000D24A7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6078B512" w:rsidR="0070306B" w:rsidRPr="000B6353" w:rsidRDefault="0070306B" w:rsidP="00B34965">
    <w:pPr>
      <w:spacing w:afterLines="50" w:after="120"/>
      <w:rPr>
        <w:w w:val="110"/>
        <w:sz w:val="24"/>
        <w:szCs w:val="24"/>
      </w:rPr>
    </w:pPr>
    <w:r w:rsidRPr="000B6353">
      <w:rPr>
        <w:smallCaps/>
        <w:sz w:val="24"/>
        <w:szCs w:val="24"/>
      </w:rPr>
      <w:t xml:space="preserve">Lesson </w:t>
    </w:r>
    <w:r w:rsidR="00805FE5">
      <w:rPr>
        <w:rFonts w:hint="eastAsia"/>
        <w:smallCaps/>
        <w:sz w:val="24"/>
        <w:szCs w:val="24"/>
      </w:rPr>
      <w:t>7</w:t>
    </w:r>
    <w:r w:rsidRPr="00B34965">
      <w:rPr>
        <w:rFonts w:hint="eastAsia"/>
        <w:sz w:val="24"/>
        <w:szCs w:val="24"/>
      </w:rPr>
      <w:t xml:space="preserve">　</w:t>
    </w:r>
    <w:r w:rsidR="00805FE5">
      <w:rPr>
        <w:b/>
        <w:bCs/>
        <w:w w:val="110"/>
        <w:sz w:val="24"/>
        <w:szCs w:val="24"/>
      </w:rPr>
      <w:t>Sports</w:t>
    </w:r>
  </w:p>
  <w:p w14:paraId="0CACB99A" w14:textId="08424A1B" w:rsidR="0070306B" w:rsidRPr="000B6353" w:rsidRDefault="0070306B" w:rsidP="00B34965">
    <w:pPr>
      <w:spacing w:afterLines="50" w:after="120"/>
      <w:rPr>
        <w:sz w:val="24"/>
        <w:szCs w:val="24"/>
        <w:lang w:val="fr-FR"/>
      </w:rPr>
    </w:pPr>
    <w:r w:rsidRPr="000B6353">
      <w:rPr>
        <w:sz w:val="24"/>
        <w:szCs w:val="24"/>
        <w:lang w:val="fr-FR"/>
      </w:rPr>
      <w:t>Part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945BF"/>
    <w:rsid w:val="000B6353"/>
    <w:rsid w:val="000D142D"/>
    <w:rsid w:val="000D24A7"/>
    <w:rsid w:val="00102227"/>
    <w:rsid w:val="0010402A"/>
    <w:rsid w:val="0011531F"/>
    <w:rsid w:val="00162A80"/>
    <w:rsid w:val="001962BE"/>
    <w:rsid w:val="001A0AC1"/>
    <w:rsid w:val="001F67C9"/>
    <w:rsid w:val="00216979"/>
    <w:rsid w:val="00234206"/>
    <w:rsid w:val="002A5997"/>
    <w:rsid w:val="002C27B3"/>
    <w:rsid w:val="002F40E2"/>
    <w:rsid w:val="002F4BDD"/>
    <w:rsid w:val="00324E0D"/>
    <w:rsid w:val="00331A63"/>
    <w:rsid w:val="003A47CB"/>
    <w:rsid w:val="004500F5"/>
    <w:rsid w:val="004F3FD3"/>
    <w:rsid w:val="004F72CD"/>
    <w:rsid w:val="00527FC9"/>
    <w:rsid w:val="00537595"/>
    <w:rsid w:val="00562B3B"/>
    <w:rsid w:val="00571E20"/>
    <w:rsid w:val="005735C9"/>
    <w:rsid w:val="00596A69"/>
    <w:rsid w:val="006374EC"/>
    <w:rsid w:val="00682F5D"/>
    <w:rsid w:val="006B39F9"/>
    <w:rsid w:val="006E0EE1"/>
    <w:rsid w:val="006F4C90"/>
    <w:rsid w:val="0070306B"/>
    <w:rsid w:val="0070773E"/>
    <w:rsid w:val="00720F71"/>
    <w:rsid w:val="00734AD2"/>
    <w:rsid w:val="00750B86"/>
    <w:rsid w:val="00754CD7"/>
    <w:rsid w:val="0076683A"/>
    <w:rsid w:val="00772B02"/>
    <w:rsid w:val="007927EE"/>
    <w:rsid w:val="007A138C"/>
    <w:rsid w:val="007C288E"/>
    <w:rsid w:val="00805FE5"/>
    <w:rsid w:val="00807E91"/>
    <w:rsid w:val="00821C1A"/>
    <w:rsid w:val="0085661C"/>
    <w:rsid w:val="008778EA"/>
    <w:rsid w:val="008D2374"/>
    <w:rsid w:val="008F02CB"/>
    <w:rsid w:val="00902B2F"/>
    <w:rsid w:val="00925141"/>
    <w:rsid w:val="009B61CA"/>
    <w:rsid w:val="009E0B91"/>
    <w:rsid w:val="00A16815"/>
    <w:rsid w:val="00A35914"/>
    <w:rsid w:val="00A43ACD"/>
    <w:rsid w:val="00A734A7"/>
    <w:rsid w:val="00AB19B2"/>
    <w:rsid w:val="00AD3435"/>
    <w:rsid w:val="00B34965"/>
    <w:rsid w:val="00B4325A"/>
    <w:rsid w:val="00BE48F2"/>
    <w:rsid w:val="00BF08B0"/>
    <w:rsid w:val="00C27834"/>
    <w:rsid w:val="00C84ECD"/>
    <w:rsid w:val="00CA04F0"/>
    <w:rsid w:val="00CB456B"/>
    <w:rsid w:val="00CC5E99"/>
    <w:rsid w:val="00CF50D8"/>
    <w:rsid w:val="00D05BC2"/>
    <w:rsid w:val="00D14F06"/>
    <w:rsid w:val="00D35AC9"/>
    <w:rsid w:val="00D42147"/>
    <w:rsid w:val="00DB532E"/>
    <w:rsid w:val="00DD6A2E"/>
    <w:rsid w:val="00DF183B"/>
    <w:rsid w:val="00E46094"/>
    <w:rsid w:val="00E769A6"/>
    <w:rsid w:val="00EC0BA5"/>
    <w:rsid w:val="00EE3D18"/>
    <w:rsid w:val="00F1513B"/>
    <w:rsid w:val="00F77852"/>
    <w:rsid w:val="00F91A6A"/>
    <w:rsid w:val="00FC2788"/>
    <w:rsid w:val="00FC6D82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D42147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D42147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D42147"/>
  </w:style>
  <w:style w:type="paragraph" w:styleId="afe">
    <w:name w:val="annotation subject"/>
    <w:basedOn w:val="afc"/>
    <w:next w:val="afc"/>
    <w:link w:val="aff"/>
    <w:uiPriority w:val="99"/>
    <w:semiHidden/>
    <w:rsid w:val="00D42147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D421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11</cp:revision>
  <cp:lastPrinted>2022-02-17T02:13:00Z</cp:lastPrinted>
  <dcterms:created xsi:type="dcterms:W3CDTF">2025-04-24T08:12:00Z</dcterms:created>
  <dcterms:modified xsi:type="dcterms:W3CDTF">2025-04-28T08:45:00Z</dcterms:modified>
</cp:coreProperties>
</file>