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42D3E02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</w:t>
      </w:r>
      <w:r w:rsidR="00EA4C4C">
        <w:t>Write</w:t>
      </w:r>
      <w:r>
        <w:t xml:space="preserve">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3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FB38FE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FB38FE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FB38FE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FB38FE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057F3C" w:rsidRPr="005735C9" w14:paraId="7E6E0DC2" w14:textId="77777777" w:rsidTr="00057F3C">
        <w:trPr>
          <w:trHeight w:val="900"/>
        </w:trPr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6F874776" w:rsidR="00057F3C" w:rsidRPr="005735C9" w:rsidRDefault="00057F3C" w:rsidP="00057F3C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634B4CD1" w:rsidR="00057F3C" w:rsidRPr="00EA4C4C" w:rsidRDefault="005F3718" w:rsidP="0071388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不定詞（副詞的用法</w:t>
            </w:r>
            <w:commentRangeStart w:id="0"/>
            <w:commentRangeEnd w:id="0"/>
            <w:r w:rsidR="00C15C9C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2008A4">
              <w:rPr>
                <w:rFonts w:hint="eastAsia"/>
                <w:color w:val="000000"/>
                <w:sz w:val="18"/>
                <w:szCs w:val="18"/>
              </w:rPr>
              <w:t>ask、使役動詞、知覚動詞</w:t>
            </w:r>
            <w:r>
              <w:rPr>
                <w:rFonts w:hint="eastAsia"/>
                <w:color w:val="000000"/>
                <w:sz w:val="18"/>
                <w:szCs w:val="18"/>
              </w:rPr>
              <w:t>）、旅行先でのできごと</w:t>
            </w:r>
            <w:r w:rsidR="006433CB">
              <w:rPr>
                <w:rFonts w:hint="eastAsia"/>
                <w:color w:val="000000"/>
                <w:sz w:val="18"/>
                <w:szCs w:val="18"/>
              </w:rPr>
              <w:t>やその地域の気候</w:t>
            </w:r>
            <w:r w:rsidR="002008A4">
              <w:rPr>
                <w:rFonts w:hint="eastAsia"/>
                <w:color w:val="000000"/>
                <w:sz w:val="18"/>
                <w:szCs w:val="18"/>
              </w:rPr>
              <w:t>、体験したこと、今後の予定</w:t>
            </w:r>
            <w:r w:rsidR="006433CB">
              <w:rPr>
                <w:rFonts w:hint="eastAsia"/>
                <w:color w:val="000000"/>
                <w:sz w:val="18"/>
                <w:szCs w:val="18"/>
              </w:rPr>
              <w:t>など</w:t>
            </w:r>
            <w:r w:rsidR="001E630F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71388B">
              <w:rPr>
                <w:rFonts w:hint="eastAsia"/>
                <w:color w:val="000000"/>
                <w:sz w:val="18"/>
                <w:szCs w:val="18"/>
              </w:rPr>
              <w:t>伝える</w:t>
            </w:r>
            <w:r w:rsidR="004D19C3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057F3C"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 w:rsidR="00057F3C">
              <w:rPr>
                <w:color w:val="000000"/>
                <w:sz w:val="18"/>
                <w:szCs w:val="18"/>
              </w:rPr>
              <w:t>10</w:t>
            </w:r>
            <w:r w:rsidR="00057F3C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48450ABB" w:rsidR="00057F3C" w:rsidRPr="00EA4C4C" w:rsidRDefault="00057F3C" w:rsidP="0071388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多少の誤りはあるが、理解に支障のな</w:t>
            </w:r>
            <w:r w:rsidR="005F3718">
              <w:rPr>
                <w:rFonts w:hint="eastAsia"/>
                <w:color w:val="000000"/>
                <w:sz w:val="18"/>
                <w:szCs w:val="18"/>
              </w:rPr>
              <w:t>い程度に、不定詞（副詞的用法</w:t>
            </w:r>
            <w:r w:rsidR="00C15C9C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2008A4">
              <w:rPr>
                <w:rFonts w:hint="eastAsia"/>
                <w:color w:val="000000"/>
                <w:sz w:val="18"/>
                <w:szCs w:val="18"/>
              </w:rPr>
              <w:t>ask、使役動詞、知覚動詞</w:t>
            </w:r>
            <w:r w:rsidR="005F3718">
              <w:rPr>
                <w:rFonts w:hint="eastAsia"/>
                <w:color w:val="000000"/>
                <w:sz w:val="18"/>
                <w:szCs w:val="18"/>
              </w:rPr>
              <w:t>）、旅行先でのできごと</w:t>
            </w:r>
            <w:r w:rsidR="001E630F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71388B">
              <w:rPr>
                <w:rFonts w:hint="eastAsia"/>
                <w:color w:val="000000"/>
                <w:sz w:val="18"/>
                <w:szCs w:val="18"/>
              </w:rPr>
              <w:t>伝える</w:t>
            </w:r>
            <w:r w:rsidR="004D19C3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38DB32C5" w:rsidR="00057F3C" w:rsidRPr="00EA4C4C" w:rsidRDefault="00057F3C" w:rsidP="00FB38F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2</w:t>
            </w: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C4285A" w:rsidRPr="005735C9" w14:paraId="7E12E7B4" w14:textId="77777777" w:rsidTr="00A35914">
        <w:trPr>
          <w:trHeight w:val="120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C4285A" w:rsidRPr="005735C9" w:rsidRDefault="00C4285A" w:rsidP="00FB38FE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427E1AC5" w:rsidR="00C4285A" w:rsidRPr="00EA4C4C" w:rsidRDefault="00964382" w:rsidP="007B7B01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旅行</w:t>
            </w:r>
            <w:r w:rsidR="00D47F37">
              <w:rPr>
                <w:rFonts w:hint="eastAsia"/>
                <w:color w:val="000000"/>
                <w:sz w:val="18"/>
                <w:szCs w:val="18"/>
              </w:rPr>
              <w:t>先での</w:t>
            </w:r>
            <w:r w:rsidR="007B7B01">
              <w:rPr>
                <w:rFonts w:hint="eastAsia"/>
                <w:color w:val="000000"/>
                <w:sz w:val="18"/>
                <w:szCs w:val="18"/>
              </w:rPr>
              <w:t>できごと</w:t>
            </w:r>
            <w:r w:rsidR="00C4285A">
              <w:rPr>
                <w:rFonts w:hint="eastAsia"/>
                <w:color w:val="000000"/>
                <w:sz w:val="18"/>
                <w:szCs w:val="18"/>
              </w:rPr>
              <w:t>などを整理し</w:t>
            </w:r>
            <w:r w:rsidR="004E402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6433CB">
              <w:rPr>
                <w:rFonts w:hint="eastAsia"/>
                <w:color w:val="000000"/>
                <w:sz w:val="18"/>
                <w:szCs w:val="18"/>
              </w:rPr>
              <w:t>現地の気候</w:t>
            </w:r>
            <w:r w:rsidR="002008A4">
              <w:rPr>
                <w:rFonts w:hint="eastAsia"/>
                <w:color w:val="000000"/>
                <w:sz w:val="18"/>
                <w:szCs w:val="18"/>
              </w:rPr>
              <w:t>や体験したこと、今後の予定</w:t>
            </w:r>
            <w:r w:rsidR="006433CB">
              <w:rPr>
                <w:rFonts w:hint="eastAsia"/>
                <w:color w:val="000000"/>
                <w:sz w:val="18"/>
                <w:szCs w:val="18"/>
              </w:rPr>
              <w:t>などの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</w:t>
            </w:r>
            <w:r w:rsidR="00B74066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7B7B01" w:rsidRPr="005F3718">
              <w:rPr>
                <w:rFonts w:hint="eastAsia"/>
                <w:color w:val="000000"/>
                <w:sz w:val="18"/>
                <w:szCs w:val="18"/>
              </w:rPr>
              <w:t>友だちへ送るメッセージ</w:t>
            </w:r>
            <w:r w:rsidR="007B7B01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C4285A">
              <w:rPr>
                <w:rFonts w:hint="eastAsia"/>
                <w:color w:val="000000"/>
                <w:sz w:val="18"/>
                <w:szCs w:val="18"/>
              </w:rPr>
              <w:t>書いている。</w:t>
            </w:r>
            <w:r w:rsidR="004E4024">
              <w:rPr>
                <w:rFonts w:hint="eastAsia"/>
                <w:color w:val="000000"/>
                <w:sz w:val="18"/>
                <w:szCs w:val="18"/>
              </w:rPr>
              <w:t>【1</w:t>
            </w:r>
            <w:r w:rsidR="004E4024">
              <w:rPr>
                <w:color w:val="000000"/>
                <w:sz w:val="18"/>
                <w:szCs w:val="18"/>
              </w:rPr>
              <w:t>0</w:t>
            </w:r>
            <w:r w:rsidR="004E4024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121C70FA" w:rsidR="00C4285A" w:rsidRPr="00EA4C4C" w:rsidRDefault="006433CB" w:rsidP="00FB38F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旅行先でのできごとなどを整理し、</w:t>
            </w:r>
            <w:r w:rsidR="007B7B01" w:rsidRPr="005F3718">
              <w:rPr>
                <w:rFonts w:hint="eastAsia"/>
                <w:color w:val="000000"/>
                <w:sz w:val="18"/>
                <w:szCs w:val="18"/>
              </w:rPr>
              <w:t>友だちへ送るメッセージ</w:t>
            </w:r>
            <w:r w:rsidR="007B7B01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C4285A">
              <w:rPr>
                <w:rFonts w:hint="eastAsia"/>
                <w:color w:val="000000"/>
                <w:sz w:val="18"/>
                <w:szCs w:val="18"/>
              </w:rPr>
              <w:t>書いている。</w:t>
            </w:r>
            <w:r w:rsidR="004E4024">
              <w:rPr>
                <w:rFonts w:hint="eastAsia"/>
                <w:color w:val="000000"/>
                <w:sz w:val="18"/>
                <w:szCs w:val="18"/>
              </w:rPr>
              <w:t>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C4285A" w:rsidRPr="00EA4C4C" w:rsidRDefault="00C4285A" w:rsidP="00FB38F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「B」を満たしていない。【2点】</w:t>
            </w:r>
          </w:p>
        </w:tc>
      </w:tr>
      <w:tr w:rsidR="00C4285A" w:rsidRPr="005735C9" w14:paraId="37CFA341" w14:textId="77777777" w:rsidTr="00A35914">
        <w:trPr>
          <w:trHeight w:val="120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C4285A" w:rsidRDefault="00C4285A" w:rsidP="00FB38FE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C4285A" w:rsidRPr="005735C9" w:rsidRDefault="00C4285A" w:rsidP="00FB38FE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46D7EBCE" w:rsidR="00C4285A" w:rsidRPr="00EA4C4C" w:rsidRDefault="006433CB" w:rsidP="00FB38F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1" w:name="_GoBack"/>
            <w:r>
              <w:rPr>
                <w:rFonts w:hint="eastAsia"/>
                <w:color w:val="000000"/>
                <w:sz w:val="18"/>
                <w:szCs w:val="18"/>
              </w:rPr>
              <w:t>旅行先でのできごとなどを整理し、現地の気候</w:t>
            </w:r>
            <w:r w:rsidR="002008A4">
              <w:rPr>
                <w:rFonts w:hint="eastAsia"/>
                <w:color w:val="000000"/>
                <w:sz w:val="18"/>
                <w:szCs w:val="18"/>
              </w:rPr>
              <w:t>や体験したこと、今後の予定</w:t>
            </w:r>
            <w:r>
              <w:rPr>
                <w:rFonts w:hint="eastAsia"/>
                <w:color w:val="000000"/>
                <w:sz w:val="18"/>
                <w:szCs w:val="18"/>
              </w:rPr>
              <w:t>などの情報を追加しながら、</w:t>
            </w:r>
            <w:r w:rsidRPr="005F3718">
              <w:rPr>
                <w:rFonts w:hint="eastAsia"/>
                <w:color w:val="000000"/>
                <w:sz w:val="18"/>
                <w:szCs w:val="18"/>
              </w:rPr>
              <w:t>友だちへ送るメッセージ</w:t>
            </w:r>
            <w:r>
              <w:rPr>
                <w:rFonts w:hint="eastAsia"/>
                <w:color w:val="000000"/>
                <w:sz w:val="18"/>
                <w:szCs w:val="18"/>
              </w:rPr>
              <w:t>を書</w:t>
            </w:r>
            <w:r w:rsidR="00C4285A">
              <w:rPr>
                <w:rFonts w:hint="eastAsia"/>
                <w:color w:val="000000"/>
                <w:sz w:val="18"/>
                <w:szCs w:val="18"/>
              </w:rPr>
              <w:t>こうとしている。</w:t>
            </w:r>
            <w:bookmarkEnd w:id="1"/>
            <w:r w:rsidR="004E4024">
              <w:rPr>
                <w:rFonts w:hint="eastAsia"/>
                <w:color w:val="000000"/>
                <w:sz w:val="18"/>
                <w:szCs w:val="18"/>
              </w:rPr>
              <w:t>【1</w:t>
            </w:r>
            <w:r w:rsidR="004E4024">
              <w:rPr>
                <w:color w:val="000000"/>
                <w:sz w:val="18"/>
                <w:szCs w:val="18"/>
              </w:rPr>
              <w:t>0</w:t>
            </w:r>
            <w:r w:rsidR="004E4024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7ABD8041" w:rsidR="00C4285A" w:rsidRPr="00EA4C4C" w:rsidRDefault="00D47F37" w:rsidP="00FB38F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旅行先での</w:t>
            </w:r>
            <w:r w:rsidR="007B7B01">
              <w:rPr>
                <w:rFonts w:hint="eastAsia"/>
                <w:color w:val="000000"/>
                <w:sz w:val="18"/>
                <w:szCs w:val="18"/>
              </w:rPr>
              <w:t>できごとなどを整理し、</w:t>
            </w:r>
            <w:r w:rsidR="007B7B01" w:rsidRPr="005F3718">
              <w:rPr>
                <w:rFonts w:hint="eastAsia"/>
                <w:color w:val="000000"/>
                <w:sz w:val="18"/>
                <w:szCs w:val="18"/>
              </w:rPr>
              <w:t>友だちへ送るメッセージ</w:t>
            </w:r>
            <w:r w:rsidR="007B7B01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C4285A">
              <w:rPr>
                <w:rFonts w:hint="eastAsia"/>
                <w:color w:val="000000"/>
                <w:sz w:val="18"/>
                <w:szCs w:val="18"/>
              </w:rPr>
              <w:t>書こうとしている。</w:t>
            </w:r>
            <w:r w:rsidR="004E4024">
              <w:rPr>
                <w:rFonts w:hint="eastAsia"/>
                <w:color w:val="000000"/>
                <w:sz w:val="18"/>
                <w:szCs w:val="18"/>
              </w:rPr>
              <w:t>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C4285A" w:rsidRPr="00EA4C4C" w:rsidRDefault="00C4285A" w:rsidP="00FB38F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「B」を満たしていない。【2点】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15C41B6" w16cex:dateUtc="2025-04-24T08:09:00Z"/>
  <w16cex:commentExtensible w16cex:durableId="296C7E59" w16cex:dateUtc="2025-04-28T06:35:00Z"/>
  <w16cex:commentExtensible w16cex:durableId="4FE220E0" w16cex:dateUtc="2025-04-24T08:10:00Z"/>
  <w16cex:commentExtensible w16cex:durableId="66064FC7" w16cex:dateUtc="2025-04-28T06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A8957D0" w16cid:durableId="315C41B6"/>
  <w16cid:commentId w16cid:paraId="51997F56" w16cid:durableId="296C7E59"/>
  <w16cid:commentId w16cid:paraId="78050203" w16cid:durableId="4FE220E0"/>
  <w16cid:commentId w16cid:paraId="1152598E" w16cid:durableId="66064F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3202D" w14:textId="77777777" w:rsidR="0092570A" w:rsidRDefault="0092570A" w:rsidP="00AB19B2">
      <w:pPr>
        <w:spacing w:line="240" w:lineRule="auto"/>
      </w:pPr>
      <w:r>
        <w:separator/>
      </w:r>
    </w:p>
  </w:endnote>
  <w:endnote w:type="continuationSeparator" w:id="0">
    <w:p w14:paraId="44424044" w14:textId="77777777" w:rsidR="0092570A" w:rsidRDefault="0092570A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FD7D6" w14:textId="77777777" w:rsidR="0092570A" w:rsidRDefault="0092570A" w:rsidP="00AB19B2">
      <w:pPr>
        <w:spacing w:line="240" w:lineRule="auto"/>
      </w:pPr>
      <w:r>
        <w:separator/>
      </w:r>
    </w:p>
  </w:footnote>
  <w:footnote w:type="continuationSeparator" w:id="0">
    <w:p w14:paraId="2127AF22" w14:textId="77777777" w:rsidR="0092570A" w:rsidRDefault="0092570A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35BEE" w14:textId="77777777" w:rsidR="00C4285A" w:rsidRPr="00B34965" w:rsidRDefault="00C4285A" w:rsidP="00C4285A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>
      <w:rPr>
        <w:rFonts w:hint="eastAsia"/>
        <w:smallCaps/>
        <w:sz w:val="24"/>
        <w:szCs w:val="24"/>
      </w:rPr>
      <w:t>6</w:t>
    </w:r>
    <w:r w:rsidRPr="00B34965">
      <w:rPr>
        <w:rFonts w:hint="eastAsia"/>
        <w:sz w:val="24"/>
        <w:szCs w:val="24"/>
      </w:rPr>
      <w:t xml:space="preserve">　</w:t>
    </w:r>
    <w:r>
      <w:rPr>
        <w:b/>
        <w:bCs/>
        <w:w w:val="110"/>
        <w:sz w:val="24"/>
        <w:szCs w:val="24"/>
      </w:rPr>
      <w:t>Traveling Abroad</w:t>
    </w:r>
  </w:p>
  <w:p w14:paraId="0CACB99A" w14:textId="07BCE694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 xml:space="preserve">Part </w:t>
    </w:r>
    <w:r w:rsidR="00EA4C4C">
      <w:rPr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57F3C"/>
    <w:rsid w:val="00064F76"/>
    <w:rsid w:val="000D142D"/>
    <w:rsid w:val="00102227"/>
    <w:rsid w:val="0010402A"/>
    <w:rsid w:val="00162A80"/>
    <w:rsid w:val="001A0AC1"/>
    <w:rsid w:val="001C1B57"/>
    <w:rsid w:val="001E630F"/>
    <w:rsid w:val="001F1EE8"/>
    <w:rsid w:val="001F67C9"/>
    <w:rsid w:val="002008A4"/>
    <w:rsid w:val="00216979"/>
    <w:rsid w:val="00234206"/>
    <w:rsid w:val="0029202D"/>
    <w:rsid w:val="002A5997"/>
    <w:rsid w:val="002C27B3"/>
    <w:rsid w:val="002E3EE2"/>
    <w:rsid w:val="002F40E2"/>
    <w:rsid w:val="002F4BDD"/>
    <w:rsid w:val="00324E0D"/>
    <w:rsid w:val="00331A63"/>
    <w:rsid w:val="003A47CB"/>
    <w:rsid w:val="004500F5"/>
    <w:rsid w:val="004D19C3"/>
    <w:rsid w:val="004E4024"/>
    <w:rsid w:val="004F3FD3"/>
    <w:rsid w:val="00527FC9"/>
    <w:rsid w:val="00537595"/>
    <w:rsid w:val="00562B3B"/>
    <w:rsid w:val="00571E20"/>
    <w:rsid w:val="005735C9"/>
    <w:rsid w:val="005F3718"/>
    <w:rsid w:val="006433CB"/>
    <w:rsid w:val="00682F5D"/>
    <w:rsid w:val="006E0EE1"/>
    <w:rsid w:val="006F4C90"/>
    <w:rsid w:val="0070306B"/>
    <w:rsid w:val="0071388B"/>
    <w:rsid w:val="00720F71"/>
    <w:rsid w:val="00734AD2"/>
    <w:rsid w:val="00750B86"/>
    <w:rsid w:val="00754CD7"/>
    <w:rsid w:val="0076683A"/>
    <w:rsid w:val="00772B02"/>
    <w:rsid w:val="007927EE"/>
    <w:rsid w:val="007B7B01"/>
    <w:rsid w:val="007C288E"/>
    <w:rsid w:val="00807E91"/>
    <w:rsid w:val="0085661C"/>
    <w:rsid w:val="008778EA"/>
    <w:rsid w:val="008D2374"/>
    <w:rsid w:val="00925141"/>
    <w:rsid w:val="0092570A"/>
    <w:rsid w:val="00964382"/>
    <w:rsid w:val="009B61CA"/>
    <w:rsid w:val="009E0B91"/>
    <w:rsid w:val="00A16815"/>
    <w:rsid w:val="00A35914"/>
    <w:rsid w:val="00A734A7"/>
    <w:rsid w:val="00AB19B2"/>
    <w:rsid w:val="00AD2038"/>
    <w:rsid w:val="00AD3435"/>
    <w:rsid w:val="00B06B1A"/>
    <w:rsid w:val="00B34965"/>
    <w:rsid w:val="00B4325A"/>
    <w:rsid w:val="00B74066"/>
    <w:rsid w:val="00BE7A45"/>
    <w:rsid w:val="00C15C9C"/>
    <w:rsid w:val="00C27834"/>
    <w:rsid w:val="00C4285A"/>
    <w:rsid w:val="00C84ECD"/>
    <w:rsid w:val="00CA04F0"/>
    <w:rsid w:val="00CC5E99"/>
    <w:rsid w:val="00CF50D8"/>
    <w:rsid w:val="00D05BC2"/>
    <w:rsid w:val="00D14F06"/>
    <w:rsid w:val="00D35AC9"/>
    <w:rsid w:val="00D47F37"/>
    <w:rsid w:val="00DD6A2E"/>
    <w:rsid w:val="00DF183B"/>
    <w:rsid w:val="00E46094"/>
    <w:rsid w:val="00E769A6"/>
    <w:rsid w:val="00EA4C4C"/>
    <w:rsid w:val="00EC0BA5"/>
    <w:rsid w:val="00F77852"/>
    <w:rsid w:val="00F91A6A"/>
    <w:rsid w:val="00FB38FE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B06B1A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B06B1A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B06B1A"/>
  </w:style>
  <w:style w:type="paragraph" w:styleId="afe">
    <w:name w:val="annotation subject"/>
    <w:basedOn w:val="afc"/>
    <w:next w:val="afc"/>
    <w:link w:val="aff"/>
    <w:uiPriority w:val="99"/>
    <w:semiHidden/>
    <w:rsid w:val="00B06B1A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B06B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12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7</cp:revision>
  <cp:lastPrinted>2022-02-17T02:13:00Z</cp:lastPrinted>
  <dcterms:created xsi:type="dcterms:W3CDTF">2025-04-24T08:11:00Z</dcterms:created>
  <dcterms:modified xsi:type="dcterms:W3CDTF">2025-04-30T00:13:00Z</dcterms:modified>
</cp:coreProperties>
</file>