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C17C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8C17CD" w:rsidRPr="005735C9" w:rsidRDefault="008C17CD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8C17CD" w:rsidRPr="005735C9" w:rsidRDefault="008C17CD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365AEFE1" w:rsidR="008C17CD" w:rsidRPr="00750B86" w:rsidRDefault="008C17CD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不定詞（名詞的用法</w:t>
            </w:r>
            <w:r w:rsidR="005D1EF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形容詞的用法）</w:t>
            </w:r>
            <w:r w:rsidR="005D1EF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0B37F6">
              <w:rPr>
                <w:rFonts w:hint="eastAsia"/>
                <w:color w:val="000000"/>
                <w:sz w:val="18"/>
                <w:szCs w:val="18"/>
              </w:rPr>
              <w:t>購入する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おみやげ品を</w:t>
            </w:r>
            <w:r w:rsidR="000B37F6">
              <w:rPr>
                <w:rFonts w:hint="eastAsia"/>
                <w:color w:val="000000"/>
                <w:sz w:val="18"/>
                <w:szCs w:val="18"/>
              </w:rPr>
              <w:t>相</w:t>
            </w:r>
            <w:r w:rsidR="009363D8">
              <w:rPr>
                <w:rFonts w:hint="eastAsia"/>
                <w:color w:val="000000"/>
                <w:sz w:val="18"/>
                <w:szCs w:val="18"/>
              </w:rPr>
              <w:t>談したり答えたりする</w:t>
            </w:r>
            <w:r w:rsidR="00753CE2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06B537AB" w:rsidR="008C17CD" w:rsidRPr="00750B86" w:rsidRDefault="008C17CD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5D1EF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理解に支障のない程度に</w:t>
            </w:r>
            <w:r w:rsidR="005D1EF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不定詞（名詞的用法</w:t>
            </w:r>
            <w:r w:rsidR="005D1EF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形容詞的用法）</w:t>
            </w:r>
            <w:r w:rsidR="005D1EF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9363D8">
              <w:rPr>
                <w:rFonts w:hint="eastAsia"/>
                <w:color w:val="000000"/>
                <w:sz w:val="18"/>
                <w:szCs w:val="18"/>
              </w:rPr>
              <w:t>購入するおみやげ品を相談したり答えたりする</w:t>
            </w:r>
            <w:r w:rsidR="00753CE2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8C17CD" w:rsidRPr="005735C9" w:rsidRDefault="008C17CD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6006EB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8C17C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8C17CD" w:rsidRPr="005735C9" w:rsidRDefault="008C17CD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0C762A51" w:rsidR="008C17CD" w:rsidRPr="00750B86" w:rsidRDefault="000B37F6" w:rsidP="009363D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購入する</w:t>
            </w:r>
            <w:r w:rsidR="009E64D3">
              <w:rPr>
                <w:rFonts w:hint="eastAsia"/>
                <w:color w:val="000000"/>
                <w:sz w:val="18"/>
                <w:szCs w:val="18"/>
              </w:rPr>
              <w:t>おみやげ品</w:t>
            </w:r>
            <w:r w:rsidR="000502E4" w:rsidRPr="000502E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8B4157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5474D8">
              <w:rPr>
                <w:rFonts w:hint="eastAsia"/>
                <w:color w:val="000000"/>
                <w:sz w:val="18"/>
                <w:szCs w:val="18"/>
              </w:rPr>
              <w:t>情報を追加しながら、質問したり答えたりして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="00143E9A"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8C17CD">
              <w:rPr>
                <w:rFonts w:hint="eastAsia"/>
                <w:sz w:val="18"/>
                <w:szCs w:val="18"/>
              </w:rPr>
              <w:t>【</w:t>
            </w:r>
            <w:r w:rsidR="008C17CD">
              <w:rPr>
                <w:sz w:val="18"/>
                <w:szCs w:val="18"/>
              </w:rPr>
              <w:t>10</w:t>
            </w:r>
            <w:r w:rsidR="008C17CD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5F8B6D7F" w:rsidR="008C17CD" w:rsidRPr="00750B86" w:rsidRDefault="000B37F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購入する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おみやげ品</w:t>
            </w:r>
            <w:r w:rsidR="00143E9A" w:rsidRPr="000502E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C43D52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8C17CD">
              <w:rPr>
                <w:rFonts w:hint="eastAsia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8C17CD" w:rsidRPr="005735C9" w:rsidRDefault="008C17CD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8C17C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8C17CD" w:rsidRDefault="008C17CD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8C17CD" w:rsidRPr="005735C9" w:rsidRDefault="008C17CD" w:rsidP="006006E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33CF5553" w:rsidR="008C17CD" w:rsidRPr="00750B86" w:rsidRDefault="000B37F6" w:rsidP="005474D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購入する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おみやげ品</w:t>
            </w:r>
            <w:r w:rsidR="00143E9A" w:rsidRPr="000502E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2601C2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5474D8">
              <w:rPr>
                <w:rFonts w:hint="eastAsia"/>
                <w:color w:val="000000"/>
                <w:sz w:val="18"/>
                <w:szCs w:val="18"/>
              </w:rPr>
              <w:t>質問したり答えたりして会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話を続け</w:t>
            </w:r>
            <w:r w:rsidR="008B4157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8C17CD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bookmarkEnd w:id="0"/>
            <w:r w:rsidR="008C17CD">
              <w:rPr>
                <w:rFonts w:hint="eastAsia"/>
                <w:sz w:val="18"/>
                <w:szCs w:val="18"/>
              </w:rPr>
              <w:t>【</w:t>
            </w:r>
            <w:r w:rsidR="008C17CD">
              <w:rPr>
                <w:sz w:val="18"/>
                <w:szCs w:val="18"/>
              </w:rPr>
              <w:t>10</w:t>
            </w:r>
            <w:r w:rsidR="008C17CD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6CF56CF7" w:rsidR="008C17CD" w:rsidRPr="00750B86" w:rsidRDefault="000B37F6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購入する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おみやげ品</w:t>
            </w:r>
            <w:r w:rsidR="00143E9A" w:rsidRPr="000502E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143E9A"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C43D52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8B4157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8C17CD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8C17CD">
              <w:rPr>
                <w:rFonts w:hint="eastAsia"/>
                <w:sz w:val="18"/>
                <w:szCs w:val="18"/>
              </w:rPr>
              <w:t>【</w:t>
            </w:r>
            <w:r w:rsidR="008C17CD">
              <w:rPr>
                <w:sz w:val="18"/>
                <w:szCs w:val="18"/>
              </w:rPr>
              <w:t>6</w:t>
            </w:r>
            <w:r w:rsidR="008C17CD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8C17CD" w:rsidRPr="005735C9" w:rsidRDefault="008C17CD" w:rsidP="006006E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037B850" w16cex:dateUtc="2025-04-24T08:04:00Z"/>
  <w16cex:commentExtensible w16cex:durableId="02A12B65" w16cex:dateUtc="2025-04-28T06:29:00Z"/>
  <w16cex:commentExtensible w16cex:durableId="4590ACDE" w16cex:dateUtc="2025-04-28T06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5731E7" w16cid:durableId="7037B850"/>
  <w16cid:commentId w16cid:paraId="0E3D0F75" w16cid:durableId="02A12B65"/>
  <w16cid:commentId w16cid:paraId="1331C22B" w16cid:durableId="4590AC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EA699" w14:textId="77777777" w:rsidR="00A9759F" w:rsidRDefault="00A9759F" w:rsidP="00AB19B2">
      <w:pPr>
        <w:spacing w:line="240" w:lineRule="auto"/>
      </w:pPr>
      <w:r>
        <w:separator/>
      </w:r>
    </w:p>
  </w:endnote>
  <w:endnote w:type="continuationSeparator" w:id="0">
    <w:p w14:paraId="2BB02DB1" w14:textId="77777777" w:rsidR="00A9759F" w:rsidRDefault="00A9759F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17FF0" w14:textId="77777777" w:rsidR="00A9759F" w:rsidRDefault="00A9759F" w:rsidP="00AB19B2">
      <w:pPr>
        <w:spacing w:line="240" w:lineRule="auto"/>
      </w:pPr>
      <w:r>
        <w:separator/>
      </w:r>
    </w:p>
  </w:footnote>
  <w:footnote w:type="continuationSeparator" w:id="0">
    <w:p w14:paraId="31EB8A61" w14:textId="77777777" w:rsidR="00A9759F" w:rsidRDefault="00A9759F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4AFC3B0F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8C17CD">
      <w:rPr>
        <w:rFonts w:hint="eastAsia"/>
        <w:smallCaps/>
        <w:sz w:val="24"/>
        <w:szCs w:val="24"/>
      </w:rPr>
      <w:t>6</w:t>
    </w:r>
    <w:r w:rsidRPr="00B34965">
      <w:rPr>
        <w:rFonts w:hint="eastAsia"/>
        <w:sz w:val="24"/>
        <w:szCs w:val="24"/>
      </w:rPr>
      <w:t xml:space="preserve">　</w:t>
    </w:r>
    <w:r w:rsidR="008C17CD">
      <w:rPr>
        <w:b/>
        <w:bCs/>
        <w:w w:val="110"/>
        <w:sz w:val="24"/>
        <w:szCs w:val="24"/>
      </w:rPr>
      <w:t>Traveling Abroad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502E4"/>
    <w:rsid w:val="00064F76"/>
    <w:rsid w:val="000B37F6"/>
    <w:rsid w:val="000D142D"/>
    <w:rsid w:val="00102227"/>
    <w:rsid w:val="00102CE9"/>
    <w:rsid w:val="0010402A"/>
    <w:rsid w:val="00143E9A"/>
    <w:rsid w:val="00162A80"/>
    <w:rsid w:val="001A0AC1"/>
    <w:rsid w:val="001E6A87"/>
    <w:rsid w:val="001F67C9"/>
    <w:rsid w:val="00216979"/>
    <w:rsid w:val="00234206"/>
    <w:rsid w:val="002601C2"/>
    <w:rsid w:val="002A5997"/>
    <w:rsid w:val="002C27B3"/>
    <w:rsid w:val="002F40E2"/>
    <w:rsid w:val="002F4BDD"/>
    <w:rsid w:val="00324E0D"/>
    <w:rsid w:val="00331A63"/>
    <w:rsid w:val="003A47CB"/>
    <w:rsid w:val="00441B6A"/>
    <w:rsid w:val="004500F5"/>
    <w:rsid w:val="004F3FD3"/>
    <w:rsid w:val="00527FC9"/>
    <w:rsid w:val="00537595"/>
    <w:rsid w:val="005474D8"/>
    <w:rsid w:val="00553D17"/>
    <w:rsid w:val="00562B3B"/>
    <w:rsid w:val="00571E20"/>
    <w:rsid w:val="005735C9"/>
    <w:rsid w:val="005D1EF4"/>
    <w:rsid w:val="006006EB"/>
    <w:rsid w:val="00682F5D"/>
    <w:rsid w:val="006E0EE1"/>
    <w:rsid w:val="006F4C90"/>
    <w:rsid w:val="0070306B"/>
    <w:rsid w:val="00720F71"/>
    <w:rsid w:val="00734AD2"/>
    <w:rsid w:val="00750B86"/>
    <w:rsid w:val="00753CE2"/>
    <w:rsid w:val="00754CD7"/>
    <w:rsid w:val="0076683A"/>
    <w:rsid w:val="00772B02"/>
    <w:rsid w:val="007927EE"/>
    <w:rsid w:val="007C288E"/>
    <w:rsid w:val="00807E91"/>
    <w:rsid w:val="00844DE4"/>
    <w:rsid w:val="0085661C"/>
    <w:rsid w:val="008778EA"/>
    <w:rsid w:val="008B4157"/>
    <w:rsid w:val="008C17CD"/>
    <w:rsid w:val="008D2374"/>
    <w:rsid w:val="008F02CB"/>
    <w:rsid w:val="00925141"/>
    <w:rsid w:val="009363D8"/>
    <w:rsid w:val="009B61CA"/>
    <w:rsid w:val="009E0B91"/>
    <w:rsid w:val="009E64D3"/>
    <w:rsid w:val="00A16815"/>
    <w:rsid w:val="00A35914"/>
    <w:rsid w:val="00A734A7"/>
    <w:rsid w:val="00A9759F"/>
    <w:rsid w:val="00AB19B2"/>
    <w:rsid w:val="00AD3435"/>
    <w:rsid w:val="00B34965"/>
    <w:rsid w:val="00B4325A"/>
    <w:rsid w:val="00C27834"/>
    <w:rsid w:val="00C43D52"/>
    <w:rsid w:val="00C84ECD"/>
    <w:rsid w:val="00CA04F0"/>
    <w:rsid w:val="00CC5E99"/>
    <w:rsid w:val="00CF50D8"/>
    <w:rsid w:val="00D05BC2"/>
    <w:rsid w:val="00D14F06"/>
    <w:rsid w:val="00D35AC9"/>
    <w:rsid w:val="00D71A7E"/>
    <w:rsid w:val="00DD6A2E"/>
    <w:rsid w:val="00DF183B"/>
    <w:rsid w:val="00E46094"/>
    <w:rsid w:val="00E769A6"/>
    <w:rsid w:val="00E85D7C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102CE9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102CE9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102CE9"/>
  </w:style>
  <w:style w:type="paragraph" w:styleId="afe">
    <w:name w:val="annotation subject"/>
    <w:basedOn w:val="afc"/>
    <w:next w:val="afc"/>
    <w:link w:val="aff"/>
    <w:uiPriority w:val="99"/>
    <w:semiHidden/>
    <w:rsid w:val="00102CE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102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9</cp:revision>
  <cp:lastPrinted>2022-02-17T02:13:00Z</cp:lastPrinted>
  <dcterms:created xsi:type="dcterms:W3CDTF">2025-04-24T08:11:00Z</dcterms:created>
  <dcterms:modified xsi:type="dcterms:W3CDTF">2025-04-30T00:12:00Z</dcterms:modified>
</cp:coreProperties>
</file>