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00E72359" w:rsidR="008778EA" w:rsidRDefault="009F6A3B" w:rsidP="0070306B">
      <w:pPr>
        <w:pStyle w:val="af4"/>
      </w:pPr>
      <w:bookmarkStart w:id="0" w:name="_Hlk96332466"/>
      <w:r>
        <w:t>Special Activity</w:t>
      </w:r>
      <w:bookmarkEnd w:id="0"/>
      <w:r w:rsidR="005735C9">
        <w:t xml:space="preserve"> </w:t>
      </w:r>
      <w:r w:rsidR="005735C9"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9F6A3B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9F6A3B" w:rsidRPr="005735C9" w:rsidRDefault="009F6A3B" w:rsidP="009F6A3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9F6A3B" w:rsidRPr="005735C9" w:rsidRDefault="009F6A3B" w:rsidP="009F6A3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2269566C" w:rsidR="009F6A3B" w:rsidRPr="006B39F9" w:rsidRDefault="00D651D6" w:rsidP="009F6A3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電車やバスを使っ</w:t>
            </w:r>
            <w:r w:rsidR="00732A76">
              <w:rPr>
                <w:rFonts w:hint="eastAsia"/>
                <w:color w:val="000000"/>
                <w:sz w:val="18"/>
                <w:szCs w:val="18"/>
              </w:rPr>
              <w:t>た</w:t>
            </w:r>
            <w:r w:rsidR="0003620B">
              <w:rPr>
                <w:rFonts w:hint="eastAsia"/>
                <w:color w:val="000000"/>
                <w:sz w:val="18"/>
                <w:szCs w:val="18"/>
              </w:rPr>
              <w:t>観光</w:t>
            </w:r>
            <w:r>
              <w:rPr>
                <w:rFonts w:ascii="Apple Color Emoji" w:hAnsi="Apple Color Emoji" w:cs="Apple Color Emoji" w:hint="eastAsia"/>
                <w:color w:val="000000"/>
                <w:sz w:val="18"/>
                <w:szCs w:val="18"/>
              </w:rPr>
              <w:t>地への行き方を</w:t>
            </w:r>
            <w:r w:rsidR="0003620B">
              <w:rPr>
                <w:rFonts w:hint="eastAsia"/>
                <w:color w:val="000000"/>
                <w:sz w:val="18"/>
                <w:szCs w:val="18"/>
              </w:rPr>
              <w:t>案内</w:t>
            </w:r>
            <w:r>
              <w:rPr>
                <w:rFonts w:hint="eastAsia"/>
                <w:color w:val="000000"/>
                <w:sz w:val="18"/>
                <w:szCs w:val="18"/>
              </w:rPr>
              <w:t>する</w:t>
            </w:r>
            <w:r w:rsidR="0003620B"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 w:rsidR="009F6A3B">
              <w:rPr>
                <w:rFonts w:hint="eastAsia"/>
                <w:color w:val="000000"/>
                <w:sz w:val="18"/>
                <w:szCs w:val="18"/>
              </w:rPr>
              <w:t>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3E252DAC" w:rsidR="009F6A3B" w:rsidRPr="006B39F9" w:rsidRDefault="0003620B" w:rsidP="009F6A3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多少の誤りはあるが、理解に支障のない程度に、</w:t>
            </w:r>
            <w:r w:rsidR="00D651D6">
              <w:rPr>
                <w:rFonts w:hint="eastAsia"/>
                <w:color w:val="000000"/>
                <w:sz w:val="18"/>
                <w:szCs w:val="18"/>
              </w:rPr>
              <w:t>電車やバスを使っ</w:t>
            </w:r>
            <w:r w:rsidR="00732A76">
              <w:rPr>
                <w:rFonts w:hint="eastAsia"/>
                <w:color w:val="000000"/>
                <w:sz w:val="18"/>
                <w:szCs w:val="18"/>
              </w:rPr>
              <w:t>た</w:t>
            </w:r>
            <w:r>
              <w:rPr>
                <w:rFonts w:hint="eastAsia"/>
                <w:color w:val="000000"/>
                <w:sz w:val="18"/>
                <w:szCs w:val="18"/>
              </w:rPr>
              <w:t>観光</w:t>
            </w:r>
            <w:r w:rsidR="00D651D6">
              <w:rPr>
                <w:rFonts w:hint="eastAsia"/>
                <w:color w:val="000000"/>
                <w:sz w:val="18"/>
                <w:szCs w:val="18"/>
              </w:rPr>
              <w:t>地への行き方を</w:t>
            </w:r>
            <w:r>
              <w:rPr>
                <w:rFonts w:hint="eastAsia"/>
                <w:color w:val="000000"/>
                <w:sz w:val="18"/>
                <w:szCs w:val="18"/>
              </w:rPr>
              <w:t>案内</w:t>
            </w:r>
            <w:r w:rsidR="00D651D6">
              <w:rPr>
                <w:rFonts w:hint="eastAsia"/>
                <w:color w:val="000000"/>
                <w:sz w:val="18"/>
                <w:szCs w:val="18"/>
              </w:rPr>
              <w:t>する</w:t>
            </w:r>
            <w:r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 w:rsidR="009F6A3B"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 w:rsidR="009F6A3B">
              <w:rPr>
                <w:color w:val="000000"/>
                <w:sz w:val="18"/>
                <w:szCs w:val="18"/>
              </w:rPr>
              <w:t>3</w:t>
            </w:r>
            <w:r w:rsidR="009F6A3B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9F6A3B" w:rsidRPr="005735C9" w:rsidRDefault="009F6A3B" w:rsidP="009F6A3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0773E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0773E" w:rsidRPr="005735C9" w:rsidRDefault="0070773E" w:rsidP="00A634A7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0773E" w:rsidRPr="005735C9" w:rsidRDefault="0070773E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5F9B15A9" w:rsidR="0070773E" w:rsidRPr="006B39F9" w:rsidRDefault="0070773E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16436C95" w:rsidR="0070773E" w:rsidRPr="006B39F9" w:rsidRDefault="0070773E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 w:rsidRPr="006B39F9">
              <w:rPr>
                <w:color w:val="000000"/>
                <w:sz w:val="18"/>
                <w:szCs w:val="18"/>
              </w:rPr>
              <w:t>3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0773E" w:rsidRPr="005735C9" w:rsidRDefault="0070773E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9F6A3B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9F6A3B" w:rsidRPr="005735C9" w:rsidRDefault="009F6A3B" w:rsidP="009F6A3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1B9AF4BE" w:rsidR="009F6A3B" w:rsidRPr="006B39F9" w:rsidRDefault="009F6A3B" w:rsidP="009F6A3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観光地への行き方</w:t>
            </w:r>
            <w:r w:rsidR="00D651D6">
              <w:rPr>
                <w:rFonts w:hint="eastAsia"/>
                <w:color w:val="000000"/>
                <w:sz w:val="18"/>
                <w:szCs w:val="18"/>
              </w:rPr>
              <w:t>を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D651D6">
              <w:rPr>
                <w:rFonts w:hint="eastAsia"/>
                <w:color w:val="000000"/>
                <w:sz w:val="18"/>
                <w:szCs w:val="18"/>
              </w:rPr>
              <w:t>電車やバスをどう乗り継げばよいか、整理して案内し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>
              <w:rPr>
                <w:color w:val="00000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0803239E" w:rsidR="009F6A3B" w:rsidRPr="006B39F9" w:rsidRDefault="009F6A3B" w:rsidP="009F6A3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観光地への行き方</w:t>
            </w:r>
            <w:r w:rsidR="00D651D6">
              <w:rPr>
                <w:rFonts w:hint="eastAsia"/>
                <w:color w:val="000000"/>
                <w:sz w:val="18"/>
                <w:szCs w:val="18"/>
              </w:rPr>
              <w:t>を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D651D6">
              <w:rPr>
                <w:rFonts w:hint="eastAsia"/>
                <w:color w:val="000000"/>
                <w:sz w:val="18"/>
                <w:szCs w:val="18"/>
              </w:rPr>
              <w:t>電車やバスをどう乗り継げばよいか、</w:t>
            </w:r>
            <w:r>
              <w:rPr>
                <w:rFonts w:hint="eastAsia"/>
                <w:color w:val="000000"/>
                <w:sz w:val="18"/>
                <w:szCs w:val="18"/>
              </w:rPr>
              <w:t>あまり整理されていないが</w:t>
            </w:r>
            <w:r w:rsidR="00D651D6">
              <w:rPr>
                <w:rFonts w:hint="eastAsia"/>
                <w:color w:val="000000"/>
                <w:sz w:val="18"/>
                <w:szCs w:val="18"/>
              </w:rPr>
              <w:t>、案内し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9F6A3B" w:rsidRPr="005735C9" w:rsidRDefault="009F6A3B" w:rsidP="009F6A3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9F6A3B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9F6A3B" w:rsidRDefault="009F6A3B" w:rsidP="009F6A3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9F6A3B" w:rsidRPr="005735C9" w:rsidRDefault="009F6A3B" w:rsidP="009F6A3B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3E210B1B" w:rsidR="009F6A3B" w:rsidRPr="006B39F9" w:rsidRDefault="00B1552C" w:rsidP="00B1552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観光地への行き方を、電車やバスをどう乗り継げばよいか、整理して案内し</w:t>
            </w:r>
            <w:r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9F6A3B">
              <w:rPr>
                <w:rFonts w:hint="eastAsia"/>
                <w:color w:val="000000"/>
                <w:sz w:val="18"/>
                <w:szCs w:val="18"/>
              </w:rPr>
              <w:t>うとしている。【</w:t>
            </w:r>
            <w:r w:rsidR="009F6A3B">
              <w:rPr>
                <w:color w:val="000000"/>
                <w:sz w:val="18"/>
                <w:szCs w:val="18"/>
              </w:rPr>
              <w:t>10</w:t>
            </w:r>
            <w:r w:rsidR="009F6A3B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54D60049" w:rsidR="009F6A3B" w:rsidRPr="006B39F9" w:rsidRDefault="00B1552C" w:rsidP="009F6A3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観光地への行き方を、電車やバスをどう乗り継げばよいか、あまり整理されていないが、案内し</w:t>
            </w:r>
            <w:bookmarkStart w:id="1" w:name="_GoBack"/>
            <w:r>
              <w:rPr>
                <w:rFonts w:hint="eastAsia"/>
                <w:color w:val="000000"/>
                <w:sz w:val="18"/>
                <w:szCs w:val="18"/>
              </w:rPr>
              <w:t>よ</w:t>
            </w:r>
            <w:bookmarkEnd w:id="1"/>
            <w:r w:rsidR="009F6A3B">
              <w:rPr>
                <w:rFonts w:hint="eastAsia"/>
                <w:color w:val="000000"/>
                <w:sz w:val="18"/>
                <w:szCs w:val="18"/>
              </w:rPr>
              <w:t>うとしている。【</w:t>
            </w:r>
            <w:r w:rsidR="009F6A3B">
              <w:rPr>
                <w:color w:val="000000"/>
                <w:sz w:val="18"/>
                <w:szCs w:val="18"/>
              </w:rPr>
              <w:t>6</w:t>
            </w:r>
            <w:r w:rsidR="009F6A3B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9F6A3B" w:rsidRPr="005735C9" w:rsidRDefault="009F6A3B" w:rsidP="009F6A3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0C9D4" w14:textId="77777777" w:rsidR="000C0A25" w:rsidRDefault="000C0A25" w:rsidP="00AB19B2">
      <w:pPr>
        <w:spacing w:line="240" w:lineRule="auto"/>
      </w:pPr>
      <w:r>
        <w:separator/>
      </w:r>
    </w:p>
  </w:endnote>
  <w:endnote w:type="continuationSeparator" w:id="0">
    <w:p w14:paraId="5DE9EAC8" w14:textId="77777777" w:rsidR="000C0A25" w:rsidRDefault="000C0A25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A3E4F" w14:textId="77777777" w:rsidR="000C0A25" w:rsidRDefault="000C0A25" w:rsidP="00AB19B2">
      <w:pPr>
        <w:spacing w:line="240" w:lineRule="auto"/>
      </w:pPr>
      <w:r>
        <w:separator/>
      </w:r>
    </w:p>
  </w:footnote>
  <w:footnote w:type="continuationSeparator" w:id="0">
    <w:p w14:paraId="6C542C66" w14:textId="77777777" w:rsidR="000C0A25" w:rsidRDefault="000C0A25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44CE9DEF" w:rsidR="0070306B" w:rsidRPr="000B6353" w:rsidRDefault="0070306B" w:rsidP="00B34965">
    <w:pPr>
      <w:spacing w:afterLines="50" w:after="120"/>
      <w:rPr>
        <w:w w:val="110"/>
        <w:sz w:val="24"/>
        <w:szCs w:val="24"/>
      </w:rPr>
    </w:pPr>
    <w:r w:rsidRPr="000B6353">
      <w:rPr>
        <w:smallCaps/>
        <w:sz w:val="24"/>
        <w:szCs w:val="24"/>
      </w:rPr>
      <w:t xml:space="preserve">Lesson </w:t>
    </w:r>
    <w:r w:rsidR="000B6353" w:rsidRPr="000B6353">
      <w:rPr>
        <w:smallCaps/>
        <w:sz w:val="24"/>
        <w:szCs w:val="24"/>
      </w:rPr>
      <w:t>5</w:t>
    </w:r>
    <w:r w:rsidRPr="00B34965">
      <w:rPr>
        <w:rFonts w:hint="eastAsia"/>
        <w:sz w:val="24"/>
        <w:szCs w:val="24"/>
      </w:rPr>
      <w:t xml:space="preserve">　</w:t>
    </w:r>
    <w:r w:rsidR="000B6353" w:rsidRPr="000B6353">
      <w:rPr>
        <w:b/>
        <w:bCs/>
        <w:w w:val="110"/>
        <w:sz w:val="24"/>
        <w:szCs w:val="24"/>
      </w:rPr>
      <w:t>Welcome to O</w:t>
    </w:r>
    <w:r w:rsidR="000B6353">
      <w:rPr>
        <w:b/>
        <w:bCs/>
        <w:w w:val="110"/>
        <w:sz w:val="24"/>
        <w:szCs w:val="24"/>
      </w:rPr>
      <w:t>ur Town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3620B"/>
    <w:rsid w:val="00064F76"/>
    <w:rsid w:val="000B6353"/>
    <w:rsid w:val="000C0A25"/>
    <w:rsid w:val="000D142D"/>
    <w:rsid w:val="00102227"/>
    <w:rsid w:val="0010402A"/>
    <w:rsid w:val="00162A80"/>
    <w:rsid w:val="001A0AC1"/>
    <w:rsid w:val="001F67C9"/>
    <w:rsid w:val="00216979"/>
    <w:rsid w:val="00234206"/>
    <w:rsid w:val="002A5997"/>
    <w:rsid w:val="002C27B3"/>
    <w:rsid w:val="002E6507"/>
    <w:rsid w:val="002F40E2"/>
    <w:rsid w:val="002F4BDD"/>
    <w:rsid w:val="00324E0D"/>
    <w:rsid w:val="00331A63"/>
    <w:rsid w:val="003A47CB"/>
    <w:rsid w:val="004500F5"/>
    <w:rsid w:val="004F3FD3"/>
    <w:rsid w:val="00537595"/>
    <w:rsid w:val="00562B3B"/>
    <w:rsid w:val="00571E20"/>
    <w:rsid w:val="005735C9"/>
    <w:rsid w:val="005F6BFB"/>
    <w:rsid w:val="00682F5D"/>
    <w:rsid w:val="006B39F9"/>
    <w:rsid w:val="006E0EE1"/>
    <w:rsid w:val="006F4C90"/>
    <w:rsid w:val="0070306B"/>
    <w:rsid w:val="0070773E"/>
    <w:rsid w:val="00720F71"/>
    <w:rsid w:val="00732A76"/>
    <w:rsid w:val="00734AD2"/>
    <w:rsid w:val="00750B86"/>
    <w:rsid w:val="00754CD7"/>
    <w:rsid w:val="0076683A"/>
    <w:rsid w:val="00772B02"/>
    <w:rsid w:val="007A491F"/>
    <w:rsid w:val="007C288E"/>
    <w:rsid w:val="00807E91"/>
    <w:rsid w:val="0085661C"/>
    <w:rsid w:val="008778EA"/>
    <w:rsid w:val="008D2374"/>
    <w:rsid w:val="008F02CB"/>
    <w:rsid w:val="00925141"/>
    <w:rsid w:val="009B61CA"/>
    <w:rsid w:val="009E0B91"/>
    <w:rsid w:val="009F6A3B"/>
    <w:rsid w:val="00A16815"/>
    <w:rsid w:val="00A35914"/>
    <w:rsid w:val="00A634A7"/>
    <w:rsid w:val="00A734A7"/>
    <w:rsid w:val="00AB19B2"/>
    <w:rsid w:val="00AD3435"/>
    <w:rsid w:val="00B1552C"/>
    <w:rsid w:val="00B34965"/>
    <w:rsid w:val="00B4325A"/>
    <w:rsid w:val="00C27834"/>
    <w:rsid w:val="00C838B8"/>
    <w:rsid w:val="00C84ECD"/>
    <w:rsid w:val="00CA04F0"/>
    <w:rsid w:val="00CC5E99"/>
    <w:rsid w:val="00CF50D8"/>
    <w:rsid w:val="00D05BC2"/>
    <w:rsid w:val="00D14F06"/>
    <w:rsid w:val="00D35AC9"/>
    <w:rsid w:val="00D651D6"/>
    <w:rsid w:val="00DD6A2E"/>
    <w:rsid w:val="00DD7A24"/>
    <w:rsid w:val="00DF183B"/>
    <w:rsid w:val="00E46094"/>
    <w:rsid w:val="00E769A6"/>
    <w:rsid w:val="00EC0BA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paragraph" w:styleId="afb">
    <w:name w:val="Revision"/>
    <w:hidden/>
    <w:uiPriority w:val="99"/>
    <w:semiHidden/>
    <w:rsid w:val="00D651D6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80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25</cp:revision>
  <cp:lastPrinted>2022-02-17T02:13:00Z</cp:lastPrinted>
  <dcterms:created xsi:type="dcterms:W3CDTF">2022-02-01T01:18:00Z</dcterms:created>
  <dcterms:modified xsi:type="dcterms:W3CDTF">2025-04-21T23:53:00Z</dcterms:modified>
</cp:coreProperties>
</file>