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32D9919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6B39F9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6B39F9" w:rsidRPr="005735C9" w:rsidRDefault="006B39F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6B39F9" w:rsidRPr="005735C9" w:rsidRDefault="006B39F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7B023E8C" w:rsidR="006B39F9" w:rsidRPr="006B39F9" w:rsidRDefault="006B39F9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cs="ＭＳ Ｐゴシック" w:hint="eastAsia"/>
                <w:color w:val="000000"/>
                <w:sz w:val="18"/>
                <w:szCs w:val="18"/>
              </w:rPr>
              <w:t>助動詞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、</w:t>
            </w:r>
            <w:r w:rsidR="00EA5732">
              <w:rPr>
                <w:rFonts w:cs="ＭＳ Ｐゴシック" w:hint="eastAsia"/>
                <w:color w:val="000000"/>
                <w:sz w:val="18"/>
                <w:szCs w:val="18"/>
              </w:rPr>
              <w:t>道案内をするための</w:t>
            </w:r>
            <w:r w:rsidR="00AB00D5">
              <w:rPr>
                <w:rFonts w:cs="ＭＳ Ｐゴシック" w:hint="eastAsia"/>
                <w:color w:val="000000"/>
                <w:sz w:val="18"/>
                <w:szCs w:val="18"/>
              </w:rPr>
              <w:t>表現</w:t>
            </w:r>
            <w:r w:rsidR="00CB06FE">
              <w:rPr>
                <w:rFonts w:cs="ＭＳ Ｐゴシック" w:hint="eastAsia"/>
                <w:color w:val="000000"/>
                <w:sz w:val="18"/>
                <w:szCs w:val="18"/>
              </w:rPr>
              <w:t>を適切に使っ</w:t>
            </w:r>
            <w:r w:rsidRPr="006B39F9">
              <w:rPr>
                <w:rFonts w:cs="ＭＳ Ｐゴシック" w:hint="eastAsia"/>
                <w:color w:val="000000"/>
                <w:sz w:val="18"/>
                <w:szCs w:val="18"/>
              </w:rPr>
              <w:t>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222C51A9" w:rsidR="006B39F9" w:rsidRPr="006B39F9" w:rsidRDefault="006B39F9" w:rsidP="00AB00D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cs="ＭＳ Ｐゴシック" w:hint="eastAsia"/>
                <w:color w:val="000000"/>
                <w:sz w:val="18"/>
                <w:szCs w:val="18"/>
              </w:rPr>
              <w:t>多少の誤りはあるが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、</w:t>
            </w:r>
            <w:r w:rsidRPr="006B39F9">
              <w:rPr>
                <w:rFonts w:cs="ＭＳ Ｐゴシック" w:hint="eastAsia"/>
                <w:color w:val="000000"/>
                <w:sz w:val="18"/>
                <w:szCs w:val="18"/>
              </w:rPr>
              <w:t>理解に支障のない程度に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、</w:t>
            </w:r>
            <w:r w:rsidRPr="006B39F9">
              <w:rPr>
                <w:rFonts w:cs="ＭＳ Ｐゴシック" w:hint="eastAsia"/>
                <w:color w:val="000000"/>
                <w:sz w:val="18"/>
                <w:szCs w:val="18"/>
              </w:rPr>
              <w:t>助動詞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、</w:t>
            </w:r>
            <w:r w:rsidR="00EA5732">
              <w:rPr>
                <w:rFonts w:cs="ＭＳ Ｐゴシック" w:hint="eastAsia"/>
                <w:color w:val="000000"/>
                <w:sz w:val="18"/>
                <w:szCs w:val="18"/>
              </w:rPr>
              <w:t>道案内をするための</w:t>
            </w:r>
            <w:r w:rsidR="00AB00D5">
              <w:rPr>
                <w:rFonts w:cs="ＭＳ Ｐゴシック" w:hint="eastAsia"/>
                <w:color w:val="000000"/>
                <w:sz w:val="18"/>
                <w:szCs w:val="18"/>
              </w:rPr>
              <w:t>表現</w:t>
            </w:r>
            <w:r w:rsidR="00CB06FE">
              <w:rPr>
                <w:rFonts w:cs="ＭＳ Ｐゴシック" w:hint="eastAsia"/>
                <w:color w:val="000000"/>
                <w:sz w:val="18"/>
                <w:szCs w:val="18"/>
              </w:rPr>
              <w:t>を使っ</w:t>
            </w:r>
            <w:r w:rsidRPr="006B39F9">
              <w:rPr>
                <w:rFonts w:cs="ＭＳ Ｐゴシック" w:hint="eastAsia"/>
                <w:color w:val="000000"/>
                <w:sz w:val="18"/>
                <w:szCs w:val="18"/>
              </w:rPr>
              <w:t>ている。【</w:t>
            </w:r>
            <w:r w:rsidRPr="006B39F9">
              <w:rPr>
                <w:rFonts w:cs="ＭＳ Ｐゴシック"/>
                <w:color w:val="000000"/>
                <w:sz w:val="18"/>
                <w:szCs w:val="18"/>
              </w:rPr>
              <w:t>3</w:t>
            </w:r>
            <w:r w:rsidRPr="006B39F9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6B39F9" w:rsidRPr="005735C9" w:rsidRDefault="006B39F9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0773E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0773E" w:rsidRPr="005735C9" w:rsidRDefault="0070773E" w:rsidP="00A634A7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0773E" w:rsidRPr="005735C9" w:rsidRDefault="0070773E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5F9B15A9" w:rsidR="0070773E" w:rsidRPr="006B39F9" w:rsidRDefault="0070773E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16436C95" w:rsidR="0070773E" w:rsidRPr="006B39F9" w:rsidRDefault="0070773E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 w:rsidRPr="006B39F9">
              <w:rPr>
                <w:color w:val="000000"/>
                <w:sz w:val="18"/>
                <w:szCs w:val="18"/>
              </w:rPr>
              <w:t>3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0773E" w:rsidRPr="005735C9" w:rsidRDefault="0070773E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6B39F9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6B39F9" w:rsidRPr="005735C9" w:rsidRDefault="006B39F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23FD6571" w:rsidR="006B39F9" w:rsidRPr="006B39F9" w:rsidRDefault="00923ED0" w:rsidP="0091744E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聞かれた場所までの行き方を</w:t>
            </w:r>
            <w:r w:rsidR="00EA5732"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="00830620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="00EA5732"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EA5732"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AD7B5E">
              <w:rPr>
                <w:rFonts w:hint="eastAsia"/>
                <w:color w:val="000000"/>
                <w:sz w:val="18"/>
                <w:szCs w:val="18"/>
              </w:rPr>
              <w:t>質問したり答えたりして</w:t>
            </w:r>
            <w:r w:rsidR="00EA5732">
              <w:rPr>
                <w:rFonts w:hint="eastAsia"/>
                <w:color w:val="000000"/>
                <w:sz w:val="18"/>
                <w:szCs w:val="18"/>
              </w:rPr>
              <w:t>会話を続けている</w:t>
            </w:r>
            <w:r w:rsidR="00EA5732" w:rsidRPr="00EC7144">
              <w:rPr>
                <w:rFonts w:hint="eastAsia"/>
                <w:color w:val="000000"/>
                <w:sz w:val="18"/>
                <w:szCs w:val="18"/>
              </w:rPr>
              <w:t>。</w:t>
            </w:r>
            <w:r w:rsidR="006B39F9" w:rsidRPr="006B39F9">
              <w:rPr>
                <w:rFonts w:hint="eastAsia"/>
                <w:sz w:val="18"/>
                <w:szCs w:val="18"/>
              </w:rPr>
              <w:t>【</w:t>
            </w:r>
            <w:r w:rsidR="006B39F9" w:rsidRPr="006B39F9">
              <w:rPr>
                <w:sz w:val="18"/>
                <w:szCs w:val="18"/>
              </w:rPr>
              <w:t>10点】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2594A57F" w:rsidR="006B39F9" w:rsidRPr="006B39F9" w:rsidRDefault="00EA5732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聞</w:t>
            </w:r>
            <w:r w:rsidR="00923ED0">
              <w:rPr>
                <w:rFonts w:hint="eastAsia"/>
                <w:color w:val="000000"/>
                <w:sz w:val="18"/>
                <w:szCs w:val="18"/>
              </w:rPr>
              <w:t>かれた場所までの行き方</w:t>
            </w:r>
            <w:r>
              <w:rPr>
                <w:rFonts w:hint="eastAsia"/>
                <w:color w:val="000000"/>
                <w:sz w:val="18"/>
                <w:szCs w:val="18"/>
              </w:rPr>
              <w:t>を整理し、</w:t>
            </w:r>
            <w:r w:rsidR="00830620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6B39F9" w:rsidRPr="006B39F9">
              <w:rPr>
                <w:sz w:val="18"/>
                <w:szCs w:val="18"/>
              </w:rPr>
              <w:t>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6B39F9" w:rsidRPr="005735C9" w:rsidRDefault="006B39F9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6B39F9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6B39F9" w:rsidRDefault="006B39F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6B39F9" w:rsidRPr="005735C9" w:rsidRDefault="006B39F9" w:rsidP="00A634A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3B26CD6B" w:rsidR="006B39F9" w:rsidRPr="006B39F9" w:rsidRDefault="00923ED0" w:rsidP="0091744E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color w:val="000000"/>
                <w:sz w:val="18"/>
                <w:szCs w:val="18"/>
              </w:rPr>
              <w:t>聞かれた場所までの行き方</w:t>
            </w:r>
            <w:r w:rsidR="00EA5732">
              <w:rPr>
                <w:rFonts w:hint="eastAsia"/>
                <w:color w:val="000000"/>
                <w:sz w:val="18"/>
                <w:szCs w:val="18"/>
              </w:rPr>
              <w:t>を整理し</w:t>
            </w:r>
            <w:r w:rsidR="00830620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="00EA5732"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EA5732"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AD7B5E">
              <w:rPr>
                <w:rFonts w:hint="eastAsia"/>
                <w:color w:val="000000"/>
                <w:sz w:val="18"/>
                <w:szCs w:val="18"/>
              </w:rPr>
              <w:t>質問したり答えたりして</w:t>
            </w:r>
            <w:r w:rsidR="00EA5732">
              <w:rPr>
                <w:rFonts w:hint="eastAsia"/>
                <w:color w:val="000000"/>
                <w:sz w:val="18"/>
                <w:szCs w:val="18"/>
              </w:rPr>
              <w:t>会話を続け</w:t>
            </w:r>
            <w:r w:rsidR="000D4B00">
              <w:rPr>
                <w:rFonts w:hint="eastAsia"/>
                <w:sz w:val="18"/>
                <w:szCs w:val="18"/>
              </w:rPr>
              <w:t>よ</w:t>
            </w:r>
            <w:r w:rsidR="006B39F9" w:rsidRPr="006B39F9">
              <w:rPr>
                <w:rFonts w:hint="eastAsia"/>
                <w:sz w:val="18"/>
                <w:szCs w:val="18"/>
              </w:rPr>
              <w:t>うとしている。</w:t>
            </w:r>
            <w:bookmarkEnd w:id="0"/>
            <w:r w:rsidR="006B39F9" w:rsidRPr="006B39F9">
              <w:rPr>
                <w:rFonts w:hint="eastAsia"/>
                <w:sz w:val="18"/>
                <w:szCs w:val="18"/>
              </w:rPr>
              <w:t>【</w:t>
            </w:r>
            <w:r w:rsidR="006B39F9" w:rsidRPr="006B39F9">
              <w:rPr>
                <w:sz w:val="18"/>
                <w:szCs w:val="18"/>
              </w:rPr>
              <w:t>10点】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6AE8BA27" w:rsidR="006B39F9" w:rsidRPr="006B39F9" w:rsidRDefault="00923ED0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聞かれた場所までの行き方</w:t>
            </w:r>
            <w:r w:rsidR="00EA5732">
              <w:rPr>
                <w:rFonts w:hint="eastAsia"/>
                <w:color w:val="000000"/>
                <w:sz w:val="18"/>
                <w:szCs w:val="18"/>
              </w:rPr>
              <w:t>を整理し、</w:t>
            </w:r>
            <w:r w:rsidR="00830620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0D4B00">
              <w:rPr>
                <w:rFonts w:hint="eastAsia"/>
                <w:sz w:val="18"/>
                <w:szCs w:val="18"/>
              </w:rPr>
              <w:t>よ</w:t>
            </w:r>
            <w:r w:rsidR="006B39F9" w:rsidRPr="006B39F9">
              <w:rPr>
                <w:sz w:val="18"/>
                <w:szCs w:val="18"/>
              </w:rPr>
              <w:t>うとしている。【6点】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6B39F9" w:rsidRPr="005735C9" w:rsidRDefault="006B39F9" w:rsidP="00A634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68232E1" w16cex:dateUtc="2025-04-28T06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23A00C7" w16cid:durableId="068232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BB5FD" w14:textId="77777777" w:rsidR="00DC3D4F" w:rsidRDefault="00DC3D4F" w:rsidP="00AB19B2">
      <w:pPr>
        <w:spacing w:line="240" w:lineRule="auto"/>
      </w:pPr>
      <w:r>
        <w:separator/>
      </w:r>
    </w:p>
  </w:endnote>
  <w:endnote w:type="continuationSeparator" w:id="0">
    <w:p w14:paraId="632D0BE1" w14:textId="77777777" w:rsidR="00DC3D4F" w:rsidRDefault="00DC3D4F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7A0D0" w14:textId="77777777" w:rsidR="00DC3D4F" w:rsidRDefault="00DC3D4F" w:rsidP="00AB19B2">
      <w:pPr>
        <w:spacing w:line="240" w:lineRule="auto"/>
      </w:pPr>
      <w:r>
        <w:separator/>
      </w:r>
    </w:p>
  </w:footnote>
  <w:footnote w:type="continuationSeparator" w:id="0">
    <w:p w14:paraId="730C2D6E" w14:textId="77777777" w:rsidR="00DC3D4F" w:rsidRDefault="00DC3D4F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44CE9DEF" w:rsidR="0070306B" w:rsidRPr="000B6353" w:rsidRDefault="0070306B" w:rsidP="00B34965">
    <w:pPr>
      <w:spacing w:afterLines="50" w:after="120"/>
      <w:rPr>
        <w:w w:val="110"/>
        <w:sz w:val="24"/>
        <w:szCs w:val="24"/>
      </w:rPr>
    </w:pPr>
    <w:r w:rsidRPr="000B6353">
      <w:rPr>
        <w:smallCaps/>
        <w:sz w:val="24"/>
        <w:szCs w:val="24"/>
      </w:rPr>
      <w:t xml:space="preserve">Lesson </w:t>
    </w:r>
    <w:r w:rsidR="000B6353" w:rsidRPr="000B6353">
      <w:rPr>
        <w:smallCaps/>
        <w:sz w:val="24"/>
        <w:szCs w:val="24"/>
      </w:rPr>
      <w:t>5</w:t>
    </w:r>
    <w:r w:rsidRPr="00B34965">
      <w:rPr>
        <w:rFonts w:hint="eastAsia"/>
        <w:sz w:val="24"/>
        <w:szCs w:val="24"/>
      </w:rPr>
      <w:t xml:space="preserve">　</w:t>
    </w:r>
    <w:r w:rsidR="000B6353" w:rsidRPr="000B6353">
      <w:rPr>
        <w:b/>
        <w:bCs/>
        <w:w w:val="110"/>
        <w:sz w:val="24"/>
        <w:szCs w:val="24"/>
      </w:rPr>
      <w:t>Welcome to O</w:t>
    </w:r>
    <w:r w:rsidR="000B6353">
      <w:rPr>
        <w:b/>
        <w:bCs/>
        <w:w w:val="110"/>
        <w:sz w:val="24"/>
        <w:szCs w:val="24"/>
      </w:rPr>
      <w:t>ur Town</w:t>
    </w:r>
  </w:p>
  <w:p w14:paraId="0CACB99A" w14:textId="08424A1B" w:rsidR="0070306B" w:rsidRPr="000B6353" w:rsidRDefault="0070306B" w:rsidP="00B34965">
    <w:pPr>
      <w:spacing w:afterLines="50" w:after="120"/>
      <w:rPr>
        <w:sz w:val="24"/>
        <w:szCs w:val="24"/>
        <w:lang w:val="fr-FR"/>
      </w:rPr>
    </w:pPr>
    <w:r w:rsidRPr="000B6353">
      <w:rPr>
        <w:sz w:val="24"/>
        <w:szCs w:val="24"/>
        <w:lang w:val="fr-FR"/>
      </w:rPr>
      <w:t>Part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B6353"/>
    <w:rsid w:val="000D142D"/>
    <w:rsid w:val="000D4B00"/>
    <w:rsid w:val="00102227"/>
    <w:rsid w:val="0010402A"/>
    <w:rsid w:val="00162A80"/>
    <w:rsid w:val="001A0AC1"/>
    <w:rsid w:val="001F67C9"/>
    <w:rsid w:val="00216979"/>
    <w:rsid w:val="00234206"/>
    <w:rsid w:val="002A5997"/>
    <w:rsid w:val="002C27B3"/>
    <w:rsid w:val="002D2BA5"/>
    <w:rsid w:val="002E2F01"/>
    <w:rsid w:val="002F40E2"/>
    <w:rsid w:val="002F4BDD"/>
    <w:rsid w:val="00324E0D"/>
    <w:rsid w:val="00331A63"/>
    <w:rsid w:val="003A47CB"/>
    <w:rsid w:val="004172CB"/>
    <w:rsid w:val="004500F5"/>
    <w:rsid w:val="004F3FD3"/>
    <w:rsid w:val="00527FC9"/>
    <w:rsid w:val="00537595"/>
    <w:rsid w:val="00562B3B"/>
    <w:rsid w:val="00571E20"/>
    <w:rsid w:val="005735C9"/>
    <w:rsid w:val="005D610F"/>
    <w:rsid w:val="00682F5D"/>
    <w:rsid w:val="006B39F9"/>
    <w:rsid w:val="006E0EE1"/>
    <w:rsid w:val="006F4C90"/>
    <w:rsid w:val="0070306B"/>
    <w:rsid w:val="0070773E"/>
    <w:rsid w:val="00720F71"/>
    <w:rsid w:val="00734AD2"/>
    <w:rsid w:val="00750B86"/>
    <w:rsid w:val="00754CD7"/>
    <w:rsid w:val="0076683A"/>
    <w:rsid w:val="00772B02"/>
    <w:rsid w:val="007927EE"/>
    <w:rsid w:val="007C288E"/>
    <w:rsid w:val="00807E91"/>
    <w:rsid w:val="00830620"/>
    <w:rsid w:val="0085661C"/>
    <w:rsid w:val="008778EA"/>
    <w:rsid w:val="008D2374"/>
    <w:rsid w:val="008F02CB"/>
    <w:rsid w:val="0091744E"/>
    <w:rsid w:val="00923ED0"/>
    <w:rsid w:val="00925141"/>
    <w:rsid w:val="009B61CA"/>
    <w:rsid w:val="009E0B91"/>
    <w:rsid w:val="009E6F3B"/>
    <w:rsid w:val="00A16815"/>
    <w:rsid w:val="00A35914"/>
    <w:rsid w:val="00A634A7"/>
    <w:rsid w:val="00A734A7"/>
    <w:rsid w:val="00AB00D5"/>
    <w:rsid w:val="00AB19B2"/>
    <w:rsid w:val="00AD3435"/>
    <w:rsid w:val="00AD7B5E"/>
    <w:rsid w:val="00AF4EF5"/>
    <w:rsid w:val="00B34965"/>
    <w:rsid w:val="00B4325A"/>
    <w:rsid w:val="00B86789"/>
    <w:rsid w:val="00B91520"/>
    <w:rsid w:val="00BB60D1"/>
    <w:rsid w:val="00C27834"/>
    <w:rsid w:val="00C84ECD"/>
    <w:rsid w:val="00CA04F0"/>
    <w:rsid w:val="00CB06FE"/>
    <w:rsid w:val="00CC5E99"/>
    <w:rsid w:val="00CF50D8"/>
    <w:rsid w:val="00D05BC2"/>
    <w:rsid w:val="00D14F06"/>
    <w:rsid w:val="00D35AC9"/>
    <w:rsid w:val="00DC3D4F"/>
    <w:rsid w:val="00DD6A2E"/>
    <w:rsid w:val="00DF183B"/>
    <w:rsid w:val="00E46094"/>
    <w:rsid w:val="00E769A6"/>
    <w:rsid w:val="00EA5732"/>
    <w:rsid w:val="00EC0BA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AF4EF5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AF4EF5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AF4EF5"/>
  </w:style>
  <w:style w:type="paragraph" w:styleId="afe">
    <w:name w:val="annotation subject"/>
    <w:basedOn w:val="afc"/>
    <w:next w:val="afc"/>
    <w:link w:val="aff"/>
    <w:uiPriority w:val="99"/>
    <w:semiHidden/>
    <w:rsid w:val="00AF4EF5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AF4E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9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9</cp:revision>
  <cp:lastPrinted>2022-02-17T02:13:00Z</cp:lastPrinted>
  <dcterms:created xsi:type="dcterms:W3CDTF">2025-04-24T07:56:00Z</dcterms:created>
  <dcterms:modified xsi:type="dcterms:W3CDTF">2025-04-30T00:11:00Z</dcterms:modified>
</cp:coreProperties>
</file>