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13E1D57F" w:rsidR="008778EA" w:rsidRDefault="00DA4705" w:rsidP="0070306B">
      <w:pPr>
        <w:pStyle w:val="af4"/>
      </w:pPr>
      <w:r>
        <w:t>Special Activity</w:t>
      </w:r>
      <w:r w:rsidR="005735C9">
        <w:t xml:space="preserve"> </w:t>
      </w:r>
      <w:r w:rsidR="005735C9"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5735C9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A35914">
            <w:pPr>
              <w:topLinePunct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A35914">
            <w:pPr>
              <w:topLinePunct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A35914">
            <w:pPr>
              <w:topLinePunct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DA4705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DA4705" w:rsidRPr="005735C9" w:rsidRDefault="00DA4705" w:rsidP="00DA4705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DA4705" w:rsidRPr="005735C9" w:rsidRDefault="00DA4705" w:rsidP="00DA4705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55EB98E5" w:rsidR="00DA4705" w:rsidRPr="00750B86" w:rsidRDefault="00281E39" w:rsidP="00DA470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料理の作り方を</w:t>
            </w:r>
            <w:r w:rsidR="008B6420">
              <w:rPr>
                <w:rFonts w:hint="eastAsia"/>
                <w:color w:val="000000"/>
                <w:sz w:val="18"/>
                <w:szCs w:val="18"/>
              </w:rPr>
              <w:t>説明</w:t>
            </w:r>
            <w:r>
              <w:rPr>
                <w:rFonts w:hint="eastAsia"/>
                <w:color w:val="000000"/>
                <w:sz w:val="18"/>
                <w:szCs w:val="18"/>
              </w:rPr>
              <w:t>する表現を適切に使っ</w:t>
            </w:r>
            <w:r w:rsidR="00DA4705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DA4705"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4A556C65" w:rsidR="00DA4705" w:rsidRPr="00750B86" w:rsidRDefault="00DA4705" w:rsidP="00DA470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</w:t>
            </w:r>
            <w:r w:rsidR="00281E39">
              <w:rPr>
                <w:rFonts w:hint="eastAsia"/>
                <w:color w:val="000000"/>
                <w:sz w:val="18"/>
                <w:szCs w:val="18"/>
              </w:rPr>
              <w:t>あるが、理解に支障のない程度に、料理の作り方を</w:t>
            </w:r>
            <w:r w:rsidR="008B6420">
              <w:rPr>
                <w:rFonts w:hint="eastAsia"/>
                <w:color w:val="000000"/>
                <w:sz w:val="18"/>
                <w:szCs w:val="18"/>
              </w:rPr>
              <w:t>説明</w:t>
            </w:r>
            <w:r w:rsidR="00281E39">
              <w:rPr>
                <w:rFonts w:hint="eastAsia"/>
                <w:color w:val="000000"/>
                <w:sz w:val="18"/>
                <w:szCs w:val="18"/>
              </w:rPr>
              <w:t>する表現を使っ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DA4705" w:rsidRPr="005735C9" w:rsidRDefault="00DA4705" w:rsidP="00DA470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750B86">
            <w:pPr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750B86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DA4705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DA4705" w:rsidRPr="005735C9" w:rsidRDefault="00DA4705" w:rsidP="00DA4705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1B11941B" w:rsidR="00DA4705" w:rsidRPr="00750B86" w:rsidRDefault="00DA4705" w:rsidP="00DA470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自分が選んだ料理の作り方</w:t>
            </w:r>
            <w:r w:rsidR="008B6420">
              <w:rPr>
                <w:rFonts w:hint="eastAsia"/>
                <w:color w:val="000000"/>
                <w:sz w:val="18"/>
                <w:szCs w:val="18"/>
              </w:rPr>
              <w:t>を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8B6420">
              <w:rPr>
                <w:rFonts w:hint="eastAsia"/>
                <w:color w:val="000000"/>
                <w:sz w:val="18"/>
                <w:szCs w:val="18"/>
              </w:rPr>
              <w:t>手順</w:t>
            </w:r>
            <w:r>
              <w:rPr>
                <w:rFonts w:hint="eastAsia"/>
                <w:color w:val="000000"/>
                <w:sz w:val="18"/>
                <w:szCs w:val="18"/>
              </w:rPr>
              <w:t>を整理し、</w:t>
            </w:r>
            <w:r w:rsidR="008B6420">
              <w:rPr>
                <w:rFonts w:hint="eastAsia"/>
                <w:color w:val="000000"/>
                <w:sz w:val="18"/>
                <w:szCs w:val="18"/>
              </w:rPr>
              <w:t>説明</w:t>
            </w:r>
            <w:r>
              <w:rPr>
                <w:rFonts w:hint="eastAsia"/>
                <w:color w:val="000000"/>
                <w:sz w:val="18"/>
                <w:szCs w:val="18"/>
              </w:rPr>
              <w:t>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3AEA0756" w:rsidR="00DA4705" w:rsidRPr="00750B86" w:rsidRDefault="00DA4705" w:rsidP="00DA470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自分が選んだ料理の作り方</w:t>
            </w:r>
            <w:r w:rsidR="008B6420">
              <w:rPr>
                <w:rFonts w:hint="eastAsia"/>
                <w:color w:val="000000"/>
                <w:sz w:val="18"/>
                <w:szCs w:val="18"/>
              </w:rPr>
              <w:t>を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8B6420">
              <w:rPr>
                <w:rFonts w:hint="eastAsia"/>
                <w:color w:val="000000"/>
                <w:sz w:val="18"/>
                <w:szCs w:val="18"/>
              </w:rPr>
              <w:t>手順</w:t>
            </w:r>
            <w:r>
              <w:rPr>
                <w:rFonts w:hint="eastAsia"/>
                <w:color w:val="000000"/>
                <w:sz w:val="18"/>
                <w:szCs w:val="18"/>
              </w:rPr>
              <w:t>はあまり整理されていないが</w:t>
            </w:r>
            <w:r w:rsidR="008B6420">
              <w:rPr>
                <w:rFonts w:hint="eastAsia"/>
                <w:color w:val="000000"/>
                <w:sz w:val="18"/>
                <w:szCs w:val="18"/>
              </w:rPr>
              <w:t>、説明</w:t>
            </w:r>
            <w:r>
              <w:rPr>
                <w:rFonts w:hint="eastAsia"/>
                <w:color w:val="000000"/>
                <w:sz w:val="18"/>
                <w:szCs w:val="18"/>
              </w:rPr>
              <w:t>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DA4705" w:rsidRPr="005735C9" w:rsidRDefault="00DA4705" w:rsidP="00DA470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DA4705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DA4705" w:rsidRDefault="00DA4705" w:rsidP="00DA4705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DA4705" w:rsidRPr="005735C9" w:rsidRDefault="00DA4705" w:rsidP="00DA4705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74403D2B" w:rsidR="00DA4705" w:rsidRPr="00750B86" w:rsidRDefault="00BE1F86" w:rsidP="00DA470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自分が選んだ料理の作り方を、手順を整理し、説明し</w:t>
            </w:r>
            <w:r w:rsidR="00DA4705">
              <w:rPr>
                <w:rFonts w:hint="eastAsia"/>
                <w:color w:val="000000"/>
                <w:sz w:val="18"/>
                <w:szCs w:val="18"/>
              </w:rPr>
              <w:t>ようとしている。</w:t>
            </w:r>
            <w:r w:rsidR="00DA4705">
              <w:rPr>
                <w:rFonts w:hint="eastAsia"/>
                <w:sz w:val="18"/>
                <w:szCs w:val="18"/>
              </w:rPr>
              <w:t>【</w:t>
            </w:r>
            <w:r w:rsidR="00DA4705">
              <w:rPr>
                <w:sz w:val="18"/>
                <w:szCs w:val="18"/>
              </w:rPr>
              <w:t>10</w:t>
            </w:r>
            <w:r w:rsidR="00DA4705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5F778505" w:rsidR="00DA4705" w:rsidRPr="00750B86" w:rsidRDefault="00BE1F86" w:rsidP="00DA470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自分が選んだ料理の作り方を、手順はあまり整理されていないが、説明し</w:t>
            </w:r>
            <w:bookmarkStart w:id="0" w:name="_GoBack"/>
            <w:bookmarkEnd w:id="0"/>
            <w:r w:rsidR="00DA4705">
              <w:rPr>
                <w:rFonts w:hint="eastAsia"/>
                <w:color w:val="000000"/>
                <w:sz w:val="18"/>
                <w:szCs w:val="18"/>
              </w:rPr>
              <w:t>ようとしている。</w:t>
            </w:r>
            <w:r w:rsidR="00DA4705">
              <w:rPr>
                <w:rFonts w:hint="eastAsia"/>
                <w:sz w:val="18"/>
                <w:szCs w:val="18"/>
              </w:rPr>
              <w:t>【</w:t>
            </w:r>
            <w:r w:rsidR="00DA4705">
              <w:rPr>
                <w:sz w:val="18"/>
                <w:szCs w:val="18"/>
              </w:rPr>
              <w:t>6</w:t>
            </w:r>
            <w:r w:rsidR="00DA4705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DA4705" w:rsidRPr="005735C9" w:rsidRDefault="00DA4705" w:rsidP="00DA4705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9BD09" w14:textId="77777777" w:rsidR="00746A90" w:rsidRDefault="00746A90" w:rsidP="00AB19B2">
      <w:pPr>
        <w:spacing w:line="240" w:lineRule="auto"/>
      </w:pPr>
      <w:r>
        <w:separator/>
      </w:r>
    </w:p>
  </w:endnote>
  <w:endnote w:type="continuationSeparator" w:id="0">
    <w:p w14:paraId="654844CB" w14:textId="77777777" w:rsidR="00746A90" w:rsidRDefault="00746A90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0FA9B" w14:textId="77777777" w:rsidR="00746A90" w:rsidRDefault="00746A90" w:rsidP="00AB19B2">
      <w:pPr>
        <w:spacing w:line="240" w:lineRule="auto"/>
      </w:pPr>
      <w:r>
        <w:separator/>
      </w:r>
    </w:p>
  </w:footnote>
  <w:footnote w:type="continuationSeparator" w:id="0">
    <w:p w14:paraId="0B1AB126" w14:textId="77777777" w:rsidR="00746A90" w:rsidRDefault="00746A90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2B54A144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E85D7C">
      <w:rPr>
        <w:rFonts w:hint="eastAsia"/>
        <w:smallCaps/>
        <w:sz w:val="24"/>
        <w:szCs w:val="24"/>
      </w:rPr>
      <w:t>4</w:t>
    </w:r>
    <w:r w:rsidRPr="00B34965">
      <w:rPr>
        <w:rFonts w:hint="eastAsia"/>
        <w:sz w:val="24"/>
        <w:szCs w:val="24"/>
      </w:rPr>
      <w:t xml:space="preserve">　</w:t>
    </w:r>
    <w:r w:rsidR="00E85D7C">
      <w:rPr>
        <w:b/>
        <w:bCs/>
        <w:w w:val="110"/>
        <w:sz w:val="24"/>
        <w:szCs w:val="24"/>
      </w:rPr>
      <w:t>Food and Culture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62A80"/>
    <w:rsid w:val="001A0AC1"/>
    <w:rsid w:val="001F67C9"/>
    <w:rsid w:val="00216979"/>
    <w:rsid w:val="00234206"/>
    <w:rsid w:val="00281E39"/>
    <w:rsid w:val="002A5997"/>
    <w:rsid w:val="002B20FE"/>
    <w:rsid w:val="002C27B3"/>
    <w:rsid w:val="002F40E2"/>
    <w:rsid w:val="002F4BDD"/>
    <w:rsid w:val="00324E0D"/>
    <w:rsid w:val="00331A63"/>
    <w:rsid w:val="00376743"/>
    <w:rsid w:val="003A47CB"/>
    <w:rsid w:val="004500F5"/>
    <w:rsid w:val="004F3FD3"/>
    <w:rsid w:val="00537595"/>
    <w:rsid w:val="00562B3B"/>
    <w:rsid w:val="00571E20"/>
    <w:rsid w:val="005735C9"/>
    <w:rsid w:val="005F6BFB"/>
    <w:rsid w:val="00682F5D"/>
    <w:rsid w:val="006E0EE1"/>
    <w:rsid w:val="006F4C90"/>
    <w:rsid w:val="0070306B"/>
    <w:rsid w:val="00720F71"/>
    <w:rsid w:val="00734AD2"/>
    <w:rsid w:val="00746A90"/>
    <w:rsid w:val="00750B86"/>
    <w:rsid w:val="00754CD7"/>
    <w:rsid w:val="0076683A"/>
    <w:rsid w:val="00772B02"/>
    <w:rsid w:val="007C288E"/>
    <w:rsid w:val="00807E91"/>
    <w:rsid w:val="0085661C"/>
    <w:rsid w:val="008778EA"/>
    <w:rsid w:val="008B6420"/>
    <w:rsid w:val="008D2374"/>
    <w:rsid w:val="008F02CB"/>
    <w:rsid w:val="00925141"/>
    <w:rsid w:val="009B61CA"/>
    <w:rsid w:val="009E0B91"/>
    <w:rsid w:val="009E5612"/>
    <w:rsid w:val="00A16815"/>
    <w:rsid w:val="00A35914"/>
    <w:rsid w:val="00A734A7"/>
    <w:rsid w:val="00AB19B2"/>
    <w:rsid w:val="00AD3435"/>
    <w:rsid w:val="00B34965"/>
    <w:rsid w:val="00B4325A"/>
    <w:rsid w:val="00BE1F86"/>
    <w:rsid w:val="00C27834"/>
    <w:rsid w:val="00C84ECD"/>
    <w:rsid w:val="00CA04F0"/>
    <w:rsid w:val="00CC5E99"/>
    <w:rsid w:val="00CF50D8"/>
    <w:rsid w:val="00D05BC2"/>
    <w:rsid w:val="00D14F06"/>
    <w:rsid w:val="00D35AC9"/>
    <w:rsid w:val="00DA4705"/>
    <w:rsid w:val="00DD6A2E"/>
    <w:rsid w:val="00DF183B"/>
    <w:rsid w:val="00E46094"/>
    <w:rsid w:val="00E769A6"/>
    <w:rsid w:val="00E85D7C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paragraph" w:styleId="afb">
    <w:name w:val="Revision"/>
    <w:hidden/>
    <w:uiPriority w:val="99"/>
    <w:semiHidden/>
    <w:rsid w:val="008B6420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75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22</cp:revision>
  <cp:lastPrinted>2022-02-17T02:13:00Z</cp:lastPrinted>
  <dcterms:created xsi:type="dcterms:W3CDTF">2022-02-01T01:18:00Z</dcterms:created>
  <dcterms:modified xsi:type="dcterms:W3CDTF">2025-04-21T23:52:00Z</dcterms:modified>
</cp:coreProperties>
</file>