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75DC9117" w:rsidR="008778EA" w:rsidRDefault="006D3DCD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6D3DC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6D3DCD" w:rsidRPr="005735C9" w:rsidRDefault="006D3DCD" w:rsidP="006D3DC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6D3DCD" w:rsidRPr="005735C9" w:rsidRDefault="006D3DCD" w:rsidP="006D3DC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6426F288" w:rsidR="006D3DCD" w:rsidRPr="00750B86" w:rsidRDefault="005868FB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図形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描写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する</w:t>
            </w:r>
            <w:r>
              <w:rPr>
                <w:rFonts w:hint="eastAsia"/>
                <w:color w:val="000000"/>
                <w:sz w:val="18"/>
                <w:szCs w:val="18"/>
              </w:rPr>
              <w:t>表現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や、位置を表す表現</w:t>
            </w:r>
            <w:r>
              <w:rPr>
                <w:rFonts w:hint="eastAsia"/>
                <w:color w:val="000000"/>
                <w:sz w:val="18"/>
                <w:szCs w:val="18"/>
              </w:rPr>
              <w:t>を適切に使っ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53339A0" w:rsidR="006D3DCD" w:rsidRPr="00750B86" w:rsidRDefault="005868FB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多少の誤りはあるが、理解に支障のない程度に、図形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描写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する</w:t>
            </w:r>
            <w:r>
              <w:rPr>
                <w:rFonts w:hint="eastAsia"/>
                <w:color w:val="000000"/>
                <w:sz w:val="18"/>
                <w:szCs w:val="18"/>
              </w:rPr>
              <w:t>表現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や、位置を表す表現</w:t>
            </w:r>
            <w:r>
              <w:rPr>
                <w:rFonts w:hint="eastAsia"/>
                <w:color w:val="000000"/>
                <w:sz w:val="18"/>
                <w:szCs w:val="18"/>
              </w:rPr>
              <w:t>を使っ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6D3DCD">
              <w:rPr>
                <w:color w:val="000000"/>
                <w:sz w:val="18"/>
                <w:szCs w:val="18"/>
              </w:rPr>
              <w:t>3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6D3DCD" w:rsidRPr="005735C9" w:rsidRDefault="006D3DCD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2E0A10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750B86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750B86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ンで話している。【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6D3DC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6D3DCD" w:rsidRPr="005735C9" w:rsidRDefault="006D3DCD" w:rsidP="006D3DC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4D4864FC" w:rsidR="006D3DCD" w:rsidRPr="00750B86" w:rsidRDefault="006D3DCD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任意の顔の形について、</w:t>
            </w:r>
            <w:r w:rsidR="006B2322">
              <w:rPr>
                <w:rFonts w:hint="eastAsia"/>
                <w:color w:val="000000"/>
                <w:sz w:val="18"/>
                <w:szCs w:val="18"/>
              </w:rPr>
              <w:t>図形の</w:t>
            </w:r>
            <w:r w:rsidR="007550D2">
              <w:rPr>
                <w:rFonts w:hint="eastAsia"/>
                <w:color w:val="000000"/>
                <w:sz w:val="18"/>
                <w:szCs w:val="18"/>
              </w:rPr>
              <w:t>形や描く位置</w:t>
            </w:r>
            <w:r>
              <w:rPr>
                <w:rFonts w:hint="eastAsia"/>
                <w:color w:val="000000"/>
                <w:sz w:val="18"/>
                <w:szCs w:val="18"/>
              </w:rPr>
              <w:t>などを整理し、伝えている。【</w:t>
            </w: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4FDC058F" w:rsidR="006D3DCD" w:rsidRPr="00750B86" w:rsidRDefault="006D3DCD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任意の顔の形について、</w:t>
            </w:r>
            <w:r w:rsidR="006B2322">
              <w:rPr>
                <w:rFonts w:hint="eastAsia"/>
                <w:color w:val="000000"/>
                <w:sz w:val="18"/>
                <w:szCs w:val="18"/>
              </w:rPr>
              <w:t>図形の</w:t>
            </w:r>
            <w:r w:rsidR="00593488">
              <w:rPr>
                <w:rFonts w:hint="eastAsia"/>
                <w:color w:val="000000"/>
                <w:sz w:val="18"/>
                <w:szCs w:val="18"/>
              </w:rPr>
              <w:t>形や描く位置などを、</w:t>
            </w:r>
            <w:r>
              <w:rPr>
                <w:rFonts w:hint="eastAsia"/>
                <w:color w:val="000000"/>
                <w:sz w:val="18"/>
                <w:szCs w:val="18"/>
              </w:rPr>
              <w:t>あまり整理されていないが</w:t>
            </w:r>
            <w:r w:rsidR="00593488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伝えている。【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6D3DCD" w:rsidRPr="005735C9" w:rsidRDefault="006D3DCD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6D3DC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6D3DCD" w:rsidRDefault="006D3DCD" w:rsidP="006D3DC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6D3DCD" w:rsidRPr="005735C9" w:rsidRDefault="006D3DCD" w:rsidP="006D3DCD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1D557017" w:rsidR="006D3DCD" w:rsidRPr="00750B86" w:rsidRDefault="00377753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任意の顔の形について、図形の形や描く位置などを整理し、伝え</w:t>
            </w:r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6D3DCD">
              <w:rPr>
                <w:color w:val="000000"/>
                <w:sz w:val="18"/>
                <w:szCs w:val="18"/>
              </w:rPr>
              <w:t>10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71B9D4A1" w:rsidR="006D3DCD" w:rsidRPr="00750B86" w:rsidRDefault="00377753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任意の顔の形について、図形の形や描く位置などを、あまり整理されていないが、伝え</w:t>
            </w:r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6D3DCD">
              <w:rPr>
                <w:color w:val="000000"/>
                <w:sz w:val="18"/>
                <w:szCs w:val="18"/>
              </w:rPr>
              <w:t>6</w:t>
            </w:r>
            <w:r w:rsidR="006D3DC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6D3DCD" w:rsidRPr="005735C9" w:rsidRDefault="006D3DCD" w:rsidP="006D3D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4B767" w14:textId="77777777" w:rsidR="0050474F" w:rsidRDefault="0050474F" w:rsidP="00AB19B2">
      <w:pPr>
        <w:spacing w:line="240" w:lineRule="auto"/>
      </w:pPr>
      <w:r>
        <w:separator/>
      </w:r>
    </w:p>
  </w:endnote>
  <w:endnote w:type="continuationSeparator" w:id="0">
    <w:p w14:paraId="552C08E0" w14:textId="77777777" w:rsidR="0050474F" w:rsidRDefault="0050474F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BC91A" w14:textId="77777777" w:rsidR="0050474F" w:rsidRDefault="0050474F" w:rsidP="00AB19B2">
      <w:pPr>
        <w:spacing w:line="240" w:lineRule="auto"/>
      </w:pPr>
      <w:r>
        <w:separator/>
      </w:r>
    </w:p>
  </w:footnote>
  <w:footnote w:type="continuationSeparator" w:id="0">
    <w:p w14:paraId="240B8FB6" w14:textId="77777777" w:rsidR="0050474F" w:rsidRDefault="0050474F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D024868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0773E">
      <w:rPr>
        <w:smallCaps/>
        <w:sz w:val="24"/>
        <w:szCs w:val="24"/>
      </w:rPr>
      <w:t>3</w:t>
    </w:r>
    <w:r w:rsidRPr="00B34965">
      <w:rPr>
        <w:rFonts w:hint="eastAsia"/>
        <w:sz w:val="24"/>
        <w:szCs w:val="24"/>
      </w:rPr>
      <w:t xml:space="preserve">　</w:t>
    </w:r>
    <w:r w:rsidR="0070773E">
      <w:rPr>
        <w:b/>
        <w:bCs/>
        <w:w w:val="110"/>
        <w:sz w:val="24"/>
        <w:szCs w:val="24"/>
      </w:rPr>
      <w:t>The Arts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E0A10"/>
    <w:rsid w:val="002F40E2"/>
    <w:rsid w:val="002F4BDD"/>
    <w:rsid w:val="002F68AC"/>
    <w:rsid w:val="00324E0D"/>
    <w:rsid w:val="00331A63"/>
    <w:rsid w:val="00377753"/>
    <w:rsid w:val="003A47CB"/>
    <w:rsid w:val="004500F5"/>
    <w:rsid w:val="004F3FD3"/>
    <w:rsid w:val="0050474F"/>
    <w:rsid w:val="00537595"/>
    <w:rsid w:val="00562B3B"/>
    <w:rsid w:val="00571E20"/>
    <w:rsid w:val="005735C9"/>
    <w:rsid w:val="005868FB"/>
    <w:rsid w:val="00593488"/>
    <w:rsid w:val="00682F5D"/>
    <w:rsid w:val="006B2322"/>
    <w:rsid w:val="006D3DCD"/>
    <w:rsid w:val="006E0EE1"/>
    <w:rsid w:val="006F4C90"/>
    <w:rsid w:val="0070306B"/>
    <w:rsid w:val="0070773E"/>
    <w:rsid w:val="00711EAE"/>
    <w:rsid w:val="00720F71"/>
    <w:rsid w:val="00734AD2"/>
    <w:rsid w:val="00750B86"/>
    <w:rsid w:val="00754CD7"/>
    <w:rsid w:val="007550D2"/>
    <w:rsid w:val="0076683A"/>
    <w:rsid w:val="00772B02"/>
    <w:rsid w:val="007C288E"/>
    <w:rsid w:val="00807E91"/>
    <w:rsid w:val="0085661C"/>
    <w:rsid w:val="008778EA"/>
    <w:rsid w:val="008D2374"/>
    <w:rsid w:val="008F02CB"/>
    <w:rsid w:val="00925141"/>
    <w:rsid w:val="009B61CA"/>
    <w:rsid w:val="009E0B91"/>
    <w:rsid w:val="00A16815"/>
    <w:rsid w:val="00A35914"/>
    <w:rsid w:val="00A734A7"/>
    <w:rsid w:val="00AB19B2"/>
    <w:rsid w:val="00AD3435"/>
    <w:rsid w:val="00B34965"/>
    <w:rsid w:val="00B4325A"/>
    <w:rsid w:val="00C27834"/>
    <w:rsid w:val="00C838B8"/>
    <w:rsid w:val="00C84ECD"/>
    <w:rsid w:val="00CA04F0"/>
    <w:rsid w:val="00CC5E99"/>
    <w:rsid w:val="00CE4805"/>
    <w:rsid w:val="00CF50D8"/>
    <w:rsid w:val="00D05BC2"/>
    <w:rsid w:val="00D14F06"/>
    <w:rsid w:val="00D35AC9"/>
    <w:rsid w:val="00DD6A2E"/>
    <w:rsid w:val="00DF183B"/>
    <w:rsid w:val="00E46094"/>
    <w:rsid w:val="00E769A6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7550D2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85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23</cp:revision>
  <cp:lastPrinted>2022-02-17T02:13:00Z</cp:lastPrinted>
  <dcterms:created xsi:type="dcterms:W3CDTF">2022-02-01T01:18:00Z</dcterms:created>
  <dcterms:modified xsi:type="dcterms:W3CDTF">2025-04-21T08:47:00Z</dcterms:modified>
</cp:coreProperties>
</file>