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68B8B837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152BF2">
        <w:t>Speak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152BF2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152BF2" w:rsidRPr="005735C9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152BF2" w:rsidRPr="005735C9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6F3A72C" w:rsidR="00152BF2" w:rsidRPr="00750B86" w:rsidRDefault="00152BF2" w:rsidP="009561C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基本</w:t>
            </w:r>
            <w:r w:rsidR="00854C37">
              <w:rPr>
                <w:rFonts w:hint="eastAsia"/>
                <w:color w:val="000000"/>
                <w:sz w:val="18"/>
                <w:szCs w:val="18"/>
              </w:rPr>
              <w:t>時制（現在形、過去形、未来表現）、</w:t>
            </w:r>
            <w:r w:rsidR="009561CD">
              <w:rPr>
                <w:rFonts w:hint="eastAsia"/>
                <w:color w:val="000000"/>
                <w:sz w:val="18"/>
                <w:szCs w:val="18"/>
              </w:rPr>
              <w:t>形容詞、</w:t>
            </w:r>
            <w:r w:rsidR="00D20219">
              <w:rPr>
                <w:rFonts w:hint="eastAsia"/>
                <w:color w:val="000000"/>
                <w:sz w:val="18"/>
                <w:szCs w:val="18"/>
              </w:rPr>
              <w:t>絵</w:t>
            </w:r>
            <w:r w:rsidR="009561CD">
              <w:rPr>
                <w:rFonts w:hint="eastAsia"/>
                <w:color w:val="000000"/>
                <w:sz w:val="18"/>
                <w:szCs w:val="18"/>
              </w:rPr>
              <w:t>のタイトルや作者などを伝える表現を</w:t>
            </w:r>
            <w:r w:rsidR="004627D0">
              <w:rPr>
                <w:rFonts w:hint="eastAsia"/>
                <w:color w:val="000000"/>
                <w:sz w:val="18"/>
                <w:szCs w:val="18"/>
              </w:rPr>
              <w:t>適切に使っ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DA6BD7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0A37A36C" w:rsidR="00152BF2" w:rsidRPr="00750B86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</w:t>
            </w:r>
            <w:r w:rsidR="00D20219">
              <w:rPr>
                <w:rFonts w:hint="eastAsia"/>
                <w:color w:val="000000"/>
                <w:sz w:val="18"/>
                <w:szCs w:val="18"/>
              </w:rPr>
              <w:t>、基本時制（現在形、過去形、未来表現）、</w:t>
            </w:r>
            <w:r w:rsidR="009561CD">
              <w:rPr>
                <w:rFonts w:hint="eastAsia"/>
                <w:color w:val="000000"/>
                <w:sz w:val="18"/>
                <w:szCs w:val="18"/>
              </w:rPr>
              <w:t>形容詞、絵のタイトルや作者などを伝える表現</w:t>
            </w:r>
            <w:r w:rsidR="004627D0">
              <w:rPr>
                <w:rFonts w:hint="eastAsia"/>
                <w:color w:val="000000"/>
                <w:sz w:val="18"/>
                <w:szCs w:val="18"/>
              </w:rPr>
              <w:t>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152BF2" w:rsidRPr="005735C9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152BF2" w:rsidRPr="005735C9" w:rsidRDefault="00152BF2" w:rsidP="00DA6BD7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152BF2" w:rsidRPr="005735C9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23B5C40E" w:rsidR="00152BF2" w:rsidRPr="00750B86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DA6BD7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3B8A9FE2" w:rsidR="00152BF2" w:rsidRPr="00750B86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152BF2" w:rsidRPr="005735C9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7E12E7B4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152BF2" w:rsidRPr="005735C9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4A70" w14:textId="6B4C2785" w:rsidR="00152BF2" w:rsidRPr="00750B86" w:rsidRDefault="009561CD" w:rsidP="0065099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好きな絵について、タイトルや作者、好きな理由などを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9C2F57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発表</w:t>
            </w:r>
            <w:r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している。【1</w:t>
            </w:r>
            <w:r w:rsidR="00152BF2">
              <w:rPr>
                <w:color w:val="000000"/>
                <w:sz w:val="18"/>
                <w:szCs w:val="18"/>
              </w:rPr>
              <w:t>0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7F34" w14:textId="245C9F14" w:rsidR="00152BF2" w:rsidRPr="00750B86" w:rsidRDefault="009561CD" w:rsidP="0065099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好きな絵について、タイトルや作者、好きな理由などを整理し、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発表をしている。【6点】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152BF2" w:rsidRPr="005735C9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37CFA341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152BF2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152BF2" w:rsidRPr="005735C9" w:rsidRDefault="00152BF2" w:rsidP="00DA6BD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80C1" w14:textId="16417E0B" w:rsidR="00152BF2" w:rsidRPr="00750B86" w:rsidRDefault="009561CD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好きな絵について、タイトルや作者、好きな理由などを整理し、情報を追加しながら、発表をし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ようとしている。【1</w:t>
            </w:r>
            <w:r w:rsidR="00152BF2">
              <w:rPr>
                <w:color w:val="000000"/>
                <w:sz w:val="18"/>
                <w:szCs w:val="18"/>
              </w:rPr>
              <w:t>0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92" w14:textId="1B4B90DE" w:rsidR="00152BF2" w:rsidRPr="00750B86" w:rsidRDefault="009561CD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好きな絵について、タイトルや作者、好きな理由などを整理し、発表をし</w:t>
            </w:r>
            <w:r w:rsidR="00152BF2">
              <w:rPr>
                <w:rFonts w:hint="eastAsia"/>
                <w:color w:val="000000"/>
                <w:sz w:val="18"/>
                <w:szCs w:val="18"/>
              </w:rPr>
              <w:t>ようとしている。【6点】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152BF2" w:rsidRPr="005735C9" w:rsidRDefault="00152BF2" w:rsidP="00DA6BD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1BFD3" w14:textId="77777777" w:rsidR="002B7F32" w:rsidRDefault="002B7F32" w:rsidP="00AB19B2">
      <w:pPr>
        <w:spacing w:line="240" w:lineRule="auto"/>
      </w:pPr>
      <w:r>
        <w:separator/>
      </w:r>
    </w:p>
  </w:endnote>
  <w:endnote w:type="continuationSeparator" w:id="0">
    <w:p w14:paraId="4B68CE4D" w14:textId="77777777" w:rsidR="002B7F32" w:rsidRDefault="002B7F32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C3DD" w14:textId="77777777" w:rsidR="002B7F32" w:rsidRDefault="002B7F32" w:rsidP="00AB19B2">
      <w:pPr>
        <w:spacing w:line="240" w:lineRule="auto"/>
      </w:pPr>
      <w:r>
        <w:separator/>
      </w:r>
    </w:p>
  </w:footnote>
  <w:footnote w:type="continuationSeparator" w:id="0">
    <w:p w14:paraId="350E49C3" w14:textId="77777777" w:rsidR="002B7F32" w:rsidRDefault="002B7F32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5D02486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0773E">
      <w:rPr>
        <w:smallCaps/>
        <w:sz w:val="24"/>
        <w:szCs w:val="24"/>
      </w:rPr>
      <w:t>3</w:t>
    </w:r>
    <w:r w:rsidRPr="00B34965">
      <w:rPr>
        <w:rFonts w:hint="eastAsia"/>
        <w:sz w:val="24"/>
        <w:szCs w:val="24"/>
      </w:rPr>
      <w:t xml:space="preserve">　</w:t>
    </w:r>
    <w:r w:rsidR="0070773E">
      <w:rPr>
        <w:b/>
        <w:bCs/>
        <w:w w:val="110"/>
        <w:sz w:val="24"/>
        <w:szCs w:val="24"/>
      </w:rPr>
      <w:t>The Arts</w:t>
    </w:r>
  </w:p>
  <w:p w14:paraId="0CACB99A" w14:textId="0C8D1299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152BF2">
      <w:rPr>
        <w:rFonts w:hint="eastAsia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52BF2"/>
    <w:rsid w:val="00162A80"/>
    <w:rsid w:val="001A0AC1"/>
    <w:rsid w:val="001F67C9"/>
    <w:rsid w:val="00216979"/>
    <w:rsid w:val="00234206"/>
    <w:rsid w:val="002A5997"/>
    <w:rsid w:val="002B7F32"/>
    <w:rsid w:val="002C27B3"/>
    <w:rsid w:val="002F40E2"/>
    <w:rsid w:val="002F4BDD"/>
    <w:rsid w:val="00324E0D"/>
    <w:rsid w:val="00331A63"/>
    <w:rsid w:val="00375D66"/>
    <w:rsid w:val="003A47CB"/>
    <w:rsid w:val="00416847"/>
    <w:rsid w:val="004500F5"/>
    <w:rsid w:val="004627D0"/>
    <w:rsid w:val="004F3FD3"/>
    <w:rsid w:val="00537595"/>
    <w:rsid w:val="00562B3B"/>
    <w:rsid w:val="00571E20"/>
    <w:rsid w:val="005735C9"/>
    <w:rsid w:val="00650997"/>
    <w:rsid w:val="00682F5D"/>
    <w:rsid w:val="006C19C0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927EE"/>
    <w:rsid w:val="007C288E"/>
    <w:rsid w:val="00807E91"/>
    <w:rsid w:val="00854C37"/>
    <w:rsid w:val="0085661C"/>
    <w:rsid w:val="008778EA"/>
    <w:rsid w:val="008D2374"/>
    <w:rsid w:val="008F02CB"/>
    <w:rsid w:val="009147D2"/>
    <w:rsid w:val="00925141"/>
    <w:rsid w:val="009561CD"/>
    <w:rsid w:val="009B61CA"/>
    <w:rsid w:val="009C2F57"/>
    <w:rsid w:val="009E0B91"/>
    <w:rsid w:val="00A16815"/>
    <w:rsid w:val="00A35914"/>
    <w:rsid w:val="00A734A7"/>
    <w:rsid w:val="00AB19B2"/>
    <w:rsid w:val="00AD3435"/>
    <w:rsid w:val="00B34965"/>
    <w:rsid w:val="00B4325A"/>
    <w:rsid w:val="00C27834"/>
    <w:rsid w:val="00C73D54"/>
    <w:rsid w:val="00C8007F"/>
    <w:rsid w:val="00C84ECD"/>
    <w:rsid w:val="00CA04F0"/>
    <w:rsid w:val="00CC5E99"/>
    <w:rsid w:val="00CF50D8"/>
    <w:rsid w:val="00D05BC2"/>
    <w:rsid w:val="00D14F06"/>
    <w:rsid w:val="00D20219"/>
    <w:rsid w:val="00D35AC9"/>
    <w:rsid w:val="00DA6BD7"/>
    <w:rsid w:val="00DD6A2E"/>
    <w:rsid w:val="00DF183B"/>
    <w:rsid w:val="00E46094"/>
    <w:rsid w:val="00E60CEF"/>
    <w:rsid w:val="00E769A6"/>
    <w:rsid w:val="00EC0BA5"/>
    <w:rsid w:val="00F423A1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Gothic" w:eastAsia="Yu Gothic" w:hAnsi="Yu Gothic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416847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416847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416847"/>
  </w:style>
  <w:style w:type="paragraph" w:styleId="afe">
    <w:name w:val="annotation subject"/>
    <w:basedOn w:val="afc"/>
    <w:next w:val="afc"/>
    <w:link w:val="aff"/>
    <w:uiPriority w:val="99"/>
    <w:semiHidden/>
    <w:rsid w:val="00416847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4168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C:\Users\staff\AppData\Local\Temp\01_3_Useful Expressons練習シート（赤字）.dotx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英語教科書</cp:lastModifiedBy>
  <cp:revision>3</cp:revision>
  <cp:lastPrinted>2022-02-17T02:13:00Z</cp:lastPrinted>
  <dcterms:created xsi:type="dcterms:W3CDTF">2025-04-24T07:43:00Z</dcterms:created>
  <dcterms:modified xsi:type="dcterms:W3CDTF">2025-04-24T07:43:00Z</dcterms:modified>
</cp:coreProperties>
</file>