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42D3E02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EA4C4C">
        <w:t>Write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3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130CB7" w:rsidRPr="005735C9" w14:paraId="7E6E0DC2" w14:textId="77777777" w:rsidTr="00130CB7">
        <w:trPr>
          <w:trHeight w:val="900"/>
        </w:trPr>
        <w:tc>
          <w:tcPr>
            <w:tcW w:w="12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A1F6547" w:rsidR="00130CB7" w:rsidRPr="005735C9" w:rsidRDefault="00130CB7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23420E68" w:rsidR="00130CB7" w:rsidRPr="00EA4C4C" w:rsidRDefault="00130CB7" w:rsidP="000A03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hint="eastAsia"/>
                <w:sz w:val="18"/>
                <w:szCs w:val="18"/>
              </w:rPr>
              <w:t>現在進行形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EA4C4C">
              <w:rPr>
                <w:rFonts w:hint="eastAsia"/>
                <w:sz w:val="18"/>
                <w:szCs w:val="18"/>
              </w:rPr>
              <w:t>過去進行形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0B56A2">
              <w:rPr>
                <w:rFonts w:hint="eastAsia"/>
                <w:sz w:val="18"/>
                <w:szCs w:val="18"/>
              </w:rPr>
              <w:t>部活動</w:t>
            </w:r>
            <w:r w:rsidR="00461944">
              <w:rPr>
                <w:rFonts w:hint="eastAsia"/>
                <w:sz w:val="18"/>
                <w:szCs w:val="18"/>
              </w:rPr>
              <w:t>の活動</w:t>
            </w:r>
            <w:r w:rsidR="003C2F90">
              <w:rPr>
                <w:rFonts w:hint="eastAsia"/>
                <w:sz w:val="18"/>
                <w:szCs w:val="18"/>
              </w:rPr>
              <w:t>内容やその成果</w:t>
            </w:r>
            <w:r w:rsidR="000B56A2">
              <w:rPr>
                <w:rFonts w:hint="eastAsia"/>
                <w:sz w:val="18"/>
                <w:szCs w:val="18"/>
              </w:rPr>
              <w:t>を説明する表現を適切に使っ</w:t>
            </w:r>
            <w:r w:rsidRPr="00EA4C4C">
              <w:rPr>
                <w:rFonts w:hint="eastAsia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3C587A8B" w:rsidR="00130CB7" w:rsidRPr="00EA4C4C" w:rsidRDefault="00130CB7" w:rsidP="000A03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sz w:val="18"/>
                <w:szCs w:val="18"/>
              </w:rPr>
              <w:t>多少の誤りはあるが</w:t>
            </w:r>
            <w:r>
              <w:rPr>
                <w:sz w:val="18"/>
                <w:szCs w:val="18"/>
              </w:rPr>
              <w:t>、</w:t>
            </w:r>
            <w:r w:rsidRPr="00EA4C4C">
              <w:rPr>
                <w:sz w:val="18"/>
                <w:szCs w:val="18"/>
              </w:rPr>
              <w:t>理解に支障のない程度に</w:t>
            </w:r>
            <w:r>
              <w:rPr>
                <w:sz w:val="18"/>
                <w:szCs w:val="18"/>
              </w:rPr>
              <w:t>、</w:t>
            </w:r>
            <w:r w:rsidRPr="00EA4C4C">
              <w:rPr>
                <w:sz w:val="18"/>
                <w:szCs w:val="18"/>
              </w:rPr>
              <w:t>現在進行形</w:t>
            </w:r>
            <w:r>
              <w:rPr>
                <w:sz w:val="18"/>
                <w:szCs w:val="18"/>
              </w:rPr>
              <w:t>、</w:t>
            </w:r>
            <w:r w:rsidRPr="00EA4C4C">
              <w:rPr>
                <w:sz w:val="18"/>
                <w:szCs w:val="18"/>
              </w:rPr>
              <w:t>過去進行形</w:t>
            </w:r>
            <w:r>
              <w:rPr>
                <w:sz w:val="18"/>
                <w:szCs w:val="18"/>
              </w:rPr>
              <w:t>、</w:t>
            </w:r>
            <w:r w:rsidR="003C2F90">
              <w:rPr>
                <w:rFonts w:hint="eastAsia"/>
                <w:sz w:val="18"/>
                <w:szCs w:val="18"/>
              </w:rPr>
              <w:t>部活動の活動内容</w:t>
            </w:r>
            <w:r w:rsidR="000B56A2">
              <w:rPr>
                <w:sz w:val="18"/>
                <w:szCs w:val="18"/>
              </w:rPr>
              <w:t>を説明する表現を使</w:t>
            </w:r>
            <w:r w:rsidR="000B56A2">
              <w:rPr>
                <w:rFonts w:hint="eastAsia"/>
                <w:sz w:val="18"/>
                <w:szCs w:val="18"/>
              </w:rPr>
              <w:t>っ</w:t>
            </w:r>
            <w:r w:rsidRPr="00EA4C4C">
              <w:rPr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75D205A" w:rsidR="00130CB7" w:rsidRPr="00EA4C4C" w:rsidRDefault="00130CB7" w:rsidP="000A03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2</w:t>
            </w: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EA4C4C" w:rsidRPr="005735C9" w14:paraId="7E12E7B4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EA4C4C" w:rsidRPr="005735C9" w:rsidRDefault="00EA4C4C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0A66CACC" w:rsidR="00EA4C4C" w:rsidRPr="00EA4C4C" w:rsidRDefault="00EA4C4C" w:rsidP="003C2F90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hint="eastAsia"/>
                <w:sz w:val="18"/>
                <w:szCs w:val="18"/>
              </w:rPr>
              <w:t>部活動について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5547F8">
              <w:rPr>
                <w:rFonts w:hint="eastAsia"/>
                <w:sz w:val="18"/>
                <w:szCs w:val="18"/>
              </w:rPr>
              <w:t>活</w:t>
            </w:r>
            <w:r w:rsidR="003C2F90">
              <w:rPr>
                <w:rFonts w:hint="eastAsia"/>
                <w:sz w:val="18"/>
                <w:szCs w:val="18"/>
              </w:rPr>
              <w:t>動</w:t>
            </w:r>
            <w:r w:rsidR="005547F8">
              <w:rPr>
                <w:rFonts w:hint="eastAsia"/>
                <w:sz w:val="18"/>
                <w:szCs w:val="18"/>
              </w:rPr>
              <w:t>内容</w:t>
            </w:r>
            <w:r w:rsidR="003C2F90">
              <w:rPr>
                <w:rFonts w:hint="eastAsia"/>
                <w:sz w:val="18"/>
                <w:szCs w:val="18"/>
              </w:rPr>
              <w:t>を</w:t>
            </w:r>
            <w:r w:rsidRPr="00EA4C4C">
              <w:rPr>
                <w:rFonts w:hint="eastAsia"/>
                <w:sz w:val="18"/>
                <w:szCs w:val="18"/>
              </w:rPr>
              <w:t>整理し</w:t>
            </w:r>
            <w:r>
              <w:rPr>
                <w:rFonts w:hint="eastAsia"/>
                <w:sz w:val="18"/>
                <w:szCs w:val="18"/>
              </w:rPr>
              <w:t>、</w:t>
            </w:r>
            <w:r w:rsidR="003C2F90">
              <w:rPr>
                <w:rFonts w:hint="eastAsia"/>
                <w:sz w:val="18"/>
                <w:szCs w:val="18"/>
              </w:rPr>
              <w:t>その成果や活動の場所などについて</w:t>
            </w:r>
            <w:r w:rsidR="00C97CA6">
              <w:rPr>
                <w:rFonts w:hint="eastAsia"/>
                <w:sz w:val="18"/>
                <w:szCs w:val="18"/>
              </w:rPr>
              <w:t>情報を追加しながら、</w:t>
            </w:r>
            <w:r w:rsidR="0053204B">
              <w:rPr>
                <w:rFonts w:hint="eastAsia"/>
                <w:sz w:val="18"/>
                <w:szCs w:val="18"/>
              </w:rPr>
              <w:t>記事を</w:t>
            </w:r>
            <w:r w:rsidR="00461944">
              <w:rPr>
                <w:rFonts w:hint="eastAsia"/>
                <w:sz w:val="18"/>
                <w:szCs w:val="18"/>
              </w:rPr>
              <w:t>書</w:t>
            </w:r>
            <w:r w:rsidRPr="00EA4C4C">
              <w:rPr>
                <w:rFonts w:hint="eastAsia"/>
                <w:sz w:val="18"/>
                <w:szCs w:val="18"/>
              </w:rPr>
              <w:t>いている。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6B1A23A6" w:rsidR="00EA4C4C" w:rsidRPr="00EA4C4C" w:rsidRDefault="00156E66" w:rsidP="00684B2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156E66">
              <w:rPr>
                <w:rFonts w:hint="eastAsia"/>
                <w:sz w:val="18"/>
                <w:szCs w:val="18"/>
              </w:rPr>
              <w:t>部活動について、</w:t>
            </w:r>
            <w:r w:rsidR="003C2F90">
              <w:rPr>
                <w:rFonts w:hint="eastAsia"/>
                <w:sz w:val="18"/>
                <w:szCs w:val="18"/>
              </w:rPr>
              <w:t>活動</w:t>
            </w:r>
            <w:r w:rsidR="005547F8">
              <w:rPr>
                <w:rFonts w:hint="eastAsia"/>
                <w:sz w:val="18"/>
                <w:szCs w:val="18"/>
              </w:rPr>
              <w:t>内容</w:t>
            </w:r>
            <w:r>
              <w:rPr>
                <w:rFonts w:hint="eastAsia"/>
                <w:sz w:val="18"/>
                <w:szCs w:val="18"/>
              </w:rPr>
              <w:t>を整理し、</w:t>
            </w:r>
            <w:r w:rsidR="0053204B">
              <w:rPr>
                <w:rFonts w:hint="eastAsia"/>
                <w:sz w:val="18"/>
                <w:szCs w:val="18"/>
              </w:rPr>
              <w:t>記事を</w:t>
            </w:r>
            <w:r w:rsidRPr="00156E66">
              <w:rPr>
                <w:rFonts w:hint="eastAsia"/>
                <w:sz w:val="18"/>
                <w:szCs w:val="18"/>
              </w:rPr>
              <w:t>書いている。</w:t>
            </w:r>
            <w:r w:rsidR="00EA4C4C">
              <w:rPr>
                <w:rFonts w:hint="eastAsia"/>
                <w:sz w:val="18"/>
                <w:szCs w:val="18"/>
              </w:rPr>
              <w:t>【</w:t>
            </w:r>
            <w:r w:rsidR="00EA4C4C">
              <w:rPr>
                <w:sz w:val="18"/>
                <w:szCs w:val="18"/>
              </w:rPr>
              <w:t>6</w:t>
            </w:r>
            <w:r w:rsidR="00EA4C4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EA4C4C" w:rsidRPr="00EA4C4C" w:rsidRDefault="00EA4C4C" w:rsidP="000A03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  <w:tr w:rsidR="00EA4C4C" w:rsidRPr="005735C9" w14:paraId="37CFA341" w14:textId="77777777" w:rsidTr="00A35914">
        <w:trPr>
          <w:trHeight w:val="1200"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EA4C4C" w:rsidRDefault="00EA4C4C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EA4C4C" w:rsidRPr="005735C9" w:rsidRDefault="00EA4C4C" w:rsidP="000A038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3A4DC27D" w:rsidR="00EA4C4C" w:rsidRPr="00684B27" w:rsidRDefault="0046454A" w:rsidP="00C97CA6">
            <w:pPr>
              <w:topLinePunct/>
              <w:autoSpaceDN w:val="0"/>
              <w:spacing w:line="240" w:lineRule="auto"/>
              <w:rPr>
                <w:sz w:val="18"/>
                <w:szCs w:val="18"/>
              </w:rPr>
            </w:pPr>
            <w:r w:rsidRPr="00EA4C4C">
              <w:rPr>
                <w:rFonts w:hint="eastAsia"/>
                <w:sz w:val="18"/>
                <w:szCs w:val="18"/>
              </w:rPr>
              <w:t>部活動について</w:t>
            </w:r>
            <w:r>
              <w:rPr>
                <w:rFonts w:hint="eastAsia"/>
                <w:sz w:val="18"/>
                <w:szCs w:val="18"/>
              </w:rPr>
              <w:t>、活動内容を</w:t>
            </w:r>
            <w:r w:rsidRPr="00EA4C4C">
              <w:rPr>
                <w:rFonts w:hint="eastAsia"/>
                <w:sz w:val="18"/>
                <w:szCs w:val="18"/>
              </w:rPr>
              <w:t>整理し</w:t>
            </w:r>
            <w:r>
              <w:rPr>
                <w:rFonts w:hint="eastAsia"/>
                <w:sz w:val="18"/>
                <w:szCs w:val="18"/>
              </w:rPr>
              <w:t>、その成果や活動の場所などについて情報を追加しながら、記事を書</w:t>
            </w:r>
            <w:r w:rsidR="00EA4C4C" w:rsidRPr="00EA4C4C">
              <w:rPr>
                <w:rFonts w:hint="eastAsia"/>
                <w:sz w:val="18"/>
                <w:szCs w:val="18"/>
              </w:rPr>
              <w:t>こうとしている。</w:t>
            </w:r>
            <w:r w:rsidR="00EA4C4C">
              <w:rPr>
                <w:rFonts w:hint="eastAsia"/>
                <w:sz w:val="18"/>
                <w:szCs w:val="18"/>
              </w:rPr>
              <w:t>【</w:t>
            </w:r>
            <w:r w:rsidR="00EA4C4C">
              <w:rPr>
                <w:sz w:val="18"/>
                <w:szCs w:val="18"/>
              </w:rPr>
              <w:t>10</w:t>
            </w:r>
            <w:r w:rsidR="00EA4C4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2EA2BC09" w:rsidR="00EA4C4C" w:rsidRPr="00EA4C4C" w:rsidRDefault="0046454A" w:rsidP="00684B2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156E66">
              <w:rPr>
                <w:rFonts w:hint="eastAsia"/>
                <w:sz w:val="18"/>
                <w:szCs w:val="18"/>
              </w:rPr>
              <w:t>部活動について、</w:t>
            </w:r>
            <w:r>
              <w:rPr>
                <w:rFonts w:hint="eastAsia"/>
                <w:sz w:val="18"/>
                <w:szCs w:val="18"/>
              </w:rPr>
              <w:t>活動内容を整理し、記事を</w:t>
            </w:r>
            <w:r w:rsidRPr="00156E66">
              <w:rPr>
                <w:rFonts w:hint="eastAsia"/>
                <w:sz w:val="18"/>
                <w:szCs w:val="18"/>
              </w:rPr>
              <w:t>書</w:t>
            </w:r>
            <w:r w:rsidR="00EA4C4C" w:rsidRPr="00EA4C4C">
              <w:rPr>
                <w:sz w:val="18"/>
                <w:szCs w:val="18"/>
              </w:rPr>
              <w:t>こうとしている。</w:t>
            </w:r>
            <w:r w:rsidR="00EA4C4C">
              <w:rPr>
                <w:rFonts w:hint="eastAsia"/>
                <w:sz w:val="18"/>
                <w:szCs w:val="18"/>
              </w:rPr>
              <w:t>【</w:t>
            </w:r>
            <w:r w:rsidR="00EA4C4C">
              <w:rPr>
                <w:sz w:val="18"/>
                <w:szCs w:val="18"/>
              </w:rPr>
              <w:t>6</w:t>
            </w:r>
            <w:r w:rsidR="00EA4C4C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EA4C4C" w:rsidRPr="00EA4C4C" w:rsidRDefault="00EA4C4C" w:rsidP="000A03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EA4C4C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「B」を満たしていない。【2点】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EB066" w14:textId="77777777" w:rsidR="007E4BA9" w:rsidRDefault="007E4BA9" w:rsidP="00AB19B2">
      <w:pPr>
        <w:spacing w:line="240" w:lineRule="auto"/>
      </w:pPr>
      <w:r>
        <w:separator/>
      </w:r>
    </w:p>
  </w:endnote>
  <w:endnote w:type="continuationSeparator" w:id="0">
    <w:p w14:paraId="74516C9A" w14:textId="77777777" w:rsidR="007E4BA9" w:rsidRDefault="007E4BA9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BDC68" w14:textId="77777777" w:rsidR="007E4BA9" w:rsidRDefault="007E4BA9" w:rsidP="00AB19B2">
      <w:pPr>
        <w:spacing w:line="240" w:lineRule="auto"/>
      </w:pPr>
      <w:r>
        <w:separator/>
      </w:r>
    </w:p>
  </w:footnote>
  <w:footnote w:type="continuationSeparator" w:id="0">
    <w:p w14:paraId="6EB69573" w14:textId="77777777" w:rsidR="007E4BA9" w:rsidRDefault="007E4BA9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5E317E2D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50B86">
      <w:rPr>
        <w:smallCaps/>
        <w:sz w:val="24"/>
        <w:szCs w:val="24"/>
      </w:rPr>
      <w:t>2</w:t>
    </w:r>
    <w:r w:rsidRPr="00B34965">
      <w:rPr>
        <w:rFonts w:hint="eastAsia"/>
        <w:sz w:val="24"/>
        <w:szCs w:val="24"/>
      </w:rPr>
      <w:t xml:space="preserve">　</w:t>
    </w:r>
    <w:r w:rsidR="00750B86">
      <w:rPr>
        <w:b/>
        <w:bCs/>
        <w:w w:val="110"/>
        <w:sz w:val="24"/>
        <w:szCs w:val="24"/>
      </w:rPr>
      <w:t>School Life</w:t>
    </w:r>
  </w:p>
  <w:p w14:paraId="0CACB99A" w14:textId="07BCE694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EA4C4C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20824"/>
    <w:rsid w:val="00064F76"/>
    <w:rsid w:val="000A0387"/>
    <w:rsid w:val="000B56A2"/>
    <w:rsid w:val="000D142D"/>
    <w:rsid w:val="00102227"/>
    <w:rsid w:val="0010402A"/>
    <w:rsid w:val="00130CB7"/>
    <w:rsid w:val="00152B85"/>
    <w:rsid w:val="00156E66"/>
    <w:rsid w:val="00162A80"/>
    <w:rsid w:val="001A0AC1"/>
    <w:rsid w:val="001B0D49"/>
    <w:rsid w:val="001F67C9"/>
    <w:rsid w:val="00216979"/>
    <w:rsid w:val="00234206"/>
    <w:rsid w:val="002A5997"/>
    <w:rsid w:val="002C27B3"/>
    <w:rsid w:val="002F40E2"/>
    <w:rsid w:val="002F4BDD"/>
    <w:rsid w:val="00324E0D"/>
    <w:rsid w:val="00331A63"/>
    <w:rsid w:val="00355350"/>
    <w:rsid w:val="00395CA5"/>
    <w:rsid w:val="003A47CB"/>
    <w:rsid w:val="003C2F90"/>
    <w:rsid w:val="004500F5"/>
    <w:rsid w:val="00461944"/>
    <w:rsid w:val="0046454A"/>
    <w:rsid w:val="004F3FD3"/>
    <w:rsid w:val="005041D4"/>
    <w:rsid w:val="0053204B"/>
    <w:rsid w:val="00537595"/>
    <w:rsid w:val="005547F8"/>
    <w:rsid w:val="00562B3B"/>
    <w:rsid w:val="00571E20"/>
    <w:rsid w:val="005735C9"/>
    <w:rsid w:val="00682F5D"/>
    <w:rsid w:val="00684B27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7E4BA9"/>
    <w:rsid w:val="00807E91"/>
    <w:rsid w:val="0085661C"/>
    <w:rsid w:val="008778EA"/>
    <w:rsid w:val="008D2374"/>
    <w:rsid w:val="00925141"/>
    <w:rsid w:val="009B61CA"/>
    <w:rsid w:val="009E0B91"/>
    <w:rsid w:val="00A16815"/>
    <w:rsid w:val="00A178AF"/>
    <w:rsid w:val="00A35914"/>
    <w:rsid w:val="00A734A7"/>
    <w:rsid w:val="00AB19B2"/>
    <w:rsid w:val="00AD3435"/>
    <w:rsid w:val="00B34965"/>
    <w:rsid w:val="00B4325A"/>
    <w:rsid w:val="00C27834"/>
    <w:rsid w:val="00C8007F"/>
    <w:rsid w:val="00C84ECD"/>
    <w:rsid w:val="00C97CA6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769A6"/>
    <w:rsid w:val="00EA4C4C"/>
    <w:rsid w:val="00EC0BA5"/>
    <w:rsid w:val="00F77852"/>
    <w:rsid w:val="00F91A6A"/>
    <w:rsid w:val="00FA1FD7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Gothic" w:eastAsia="Yu Gothic" w:hAnsi="Yu Gothic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152B85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152B85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152B85"/>
  </w:style>
  <w:style w:type="paragraph" w:styleId="afe">
    <w:name w:val="annotation subject"/>
    <w:basedOn w:val="afc"/>
    <w:next w:val="afc"/>
    <w:link w:val="aff"/>
    <w:uiPriority w:val="99"/>
    <w:semiHidden/>
    <w:rsid w:val="00152B85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152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C:\Users\staff\AppData\Local\Temp\01_3_Useful Expressons練習シート（赤字）.dotx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英語教科書</cp:lastModifiedBy>
  <cp:revision>3</cp:revision>
  <cp:lastPrinted>2022-02-17T02:13:00Z</cp:lastPrinted>
  <dcterms:created xsi:type="dcterms:W3CDTF">2025-04-24T07:01:00Z</dcterms:created>
  <dcterms:modified xsi:type="dcterms:W3CDTF">2025-04-24T07:01:00Z</dcterms:modified>
</cp:coreProperties>
</file>