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498EF5B2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750B86" w:rsidRPr="005735C9" w14:paraId="7E6E0DC2" w14:textId="77777777" w:rsidTr="498EF5B2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750B86" w:rsidRPr="005735C9" w:rsidRDefault="00750B86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750B86" w:rsidRPr="005735C9" w:rsidRDefault="00750B86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7548E16B" w:rsidR="00750B86" w:rsidRPr="00750B86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動詞の過去形</w:t>
            </w:r>
            <w:r w:rsidR="008F02CB">
              <w:rPr>
                <w:rFonts w:hint="eastAsia"/>
                <w:sz w:val="18"/>
                <w:szCs w:val="18"/>
              </w:rPr>
              <w:t>、</w:t>
            </w:r>
            <w:r w:rsidR="00A14B05">
              <w:rPr>
                <w:rFonts w:hint="eastAsia"/>
                <w:sz w:val="18"/>
                <w:szCs w:val="18"/>
              </w:rPr>
              <w:t>中学校で好きだった教科を伝える</w:t>
            </w:r>
            <w:r w:rsidR="00AD7023">
              <w:rPr>
                <w:rFonts w:hint="eastAsia"/>
                <w:sz w:val="18"/>
                <w:szCs w:val="18"/>
              </w:rPr>
              <w:t>表現を適切に使っ</w:t>
            </w:r>
            <w:r w:rsidRPr="00750B86">
              <w:rPr>
                <w:rFonts w:hint="eastAsia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1A38FA0F" w:rsidR="00750B86" w:rsidRPr="00750B86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498EF5B2">
              <w:rPr>
                <w:sz w:val="18"/>
                <w:szCs w:val="18"/>
              </w:rPr>
              <w:t>多少の誤りはあるが</w:t>
            </w:r>
            <w:r w:rsidR="008F02CB" w:rsidRPr="498EF5B2">
              <w:rPr>
                <w:sz w:val="18"/>
                <w:szCs w:val="18"/>
              </w:rPr>
              <w:t>、</w:t>
            </w:r>
            <w:r w:rsidRPr="498EF5B2">
              <w:rPr>
                <w:sz w:val="18"/>
                <w:szCs w:val="18"/>
              </w:rPr>
              <w:t>理解に支障のない程度に</w:t>
            </w:r>
            <w:r w:rsidR="008F02CB" w:rsidRPr="498EF5B2">
              <w:rPr>
                <w:sz w:val="18"/>
                <w:szCs w:val="18"/>
              </w:rPr>
              <w:t>、</w:t>
            </w:r>
            <w:r w:rsidRPr="498EF5B2">
              <w:rPr>
                <w:sz w:val="18"/>
                <w:szCs w:val="18"/>
              </w:rPr>
              <w:t>動詞の過去形</w:t>
            </w:r>
            <w:r w:rsidR="008F02CB" w:rsidRPr="498EF5B2">
              <w:rPr>
                <w:sz w:val="18"/>
                <w:szCs w:val="18"/>
              </w:rPr>
              <w:t>、</w:t>
            </w:r>
            <w:r w:rsidR="00E52695" w:rsidRPr="498EF5B2">
              <w:rPr>
                <w:sz w:val="18"/>
                <w:szCs w:val="18"/>
              </w:rPr>
              <w:t>中学校で好きだった教科を伝える表現</w:t>
            </w:r>
            <w:r w:rsidR="00AD7023" w:rsidRPr="498EF5B2">
              <w:rPr>
                <w:sz w:val="18"/>
                <w:szCs w:val="18"/>
              </w:rPr>
              <w:t>を使っ</w:t>
            </w:r>
            <w:r w:rsidRPr="498EF5B2">
              <w:rPr>
                <w:sz w:val="18"/>
                <w:szCs w:val="18"/>
              </w:rPr>
              <w:t>ている。【3点】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750B86" w:rsidRPr="005735C9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7213B7">
        <w:trPr>
          <w:trHeight w:val="90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B11A8A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E12E7B4" w14:textId="77777777" w:rsidTr="498EF5B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B8A9AE6" w14:textId="77777777" w:rsidR="00750B86" w:rsidRPr="005735C9" w:rsidRDefault="00750B86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781EAA7C" w:rsidR="00750B86" w:rsidRPr="00750B86" w:rsidRDefault="009976DF" w:rsidP="00C057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中学校で</w:t>
            </w:r>
            <w:r w:rsidR="00696E98" w:rsidRPr="00696E98">
              <w:rPr>
                <w:rFonts w:hint="eastAsia"/>
                <w:sz w:val="18"/>
                <w:szCs w:val="18"/>
              </w:rPr>
              <w:t>好きだった教科</w:t>
            </w:r>
            <w:r w:rsidR="00A14B05">
              <w:rPr>
                <w:rFonts w:hint="eastAsia"/>
                <w:sz w:val="18"/>
                <w:szCs w:val="18"/>
              </w:rPr>
              <w:t>やしたいこと</w:t>
            </w:r>
            <w:r w:rsidR="00696E98" w:rsidRPr="00696E98">
              <w:rPr>
                <w:rFonts w:hint="eastAsia"/>
                <w:sz w:val="18"/>
                <w:szCs w:val="18"/>
              </w:rPr>
              <w:t>について</w:t>
            </w:r>
            <w:r w:rsidR="00DD310D">
              <w:rPr>
                <w:rFonts w:hint="eastAsia"/>
                <w:sz w:val="18"/>
                <w:szCs w:val="18"/>
              </w:rPr>
              <w:t>整理し</w:t>
            </w:r>
            <w:r w:rsidR="002A4211">
              <w:rPr>
                <w:rFonts w:hint="eastAsia"/>
                <w:sz w:val="18"/>
                <w:szCs w:val="18"/>
              </w:rPr>
              <w:t>て</w:t>
            </w:r>
            <w:r w:rsidR="00DD310D">
              <w:rPr>
                <w:rFonts w:hint="eastAsia"/>
                <w:sz w:val="18"/>
                <w:szCs w:val="18"/>
              </w:rPr>
              <w:t>、</w:t>
            </w:r>
            <w:r w:rsidR="00DD310D"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C05718">
              <w:rPr>
                <w:rFonts w:hint="eastAsia"/>
                <w:color w:val="000000"/>
                <w:sz w:val="18"/>
                <w:szCs w:val="18"/>
              </w:rPr>
              <w:t>質問したり答えたり</w:t>
            </w:r>
            <w:r w:rsidR="00F73DD5">
              <w:rPr>
                <w:rFonts w:hint="eastAsia"/>
                <w:color w:val="000000"/>
                <w:sz w:val="18"/>
                <w:szCs w:val="18"/>
              </w:rPr>
              <w:t>して</w:t>
            </w:r>
            <w:bookmarkStart w:id="0" w:name="_GoBack"/>
            <w:bookmarkEnd w:id="0"/>
            <w:r w:rsidR="005861BF">
              <w:rPr>
                <w:rFonts w:hint="eastAsia"/>
                <w:sz w:val="18"/>
                <w:szCs w:val="18"/>
              </w:rPr>
              <w:t>会話を続けている</w:t>
            </w:r>
            <w:r w:rsidR="00696E98" w:rsidRPr="00696E98">
              <w:rPr>
                <w:rFonts w:hint="eastAsia"/>
                <w:sz w:val="18"/>
                <w:szCs w:val="18"/>
              </w:rPr>
              <w:t>。</w:t>
            </w:r>
            <w:r w:rsidR="00750B86">
              <w:rPr>
                <w:rFonts w:hint="eastAsia"/>
                <w:sz w:val="18"/>
                <w:szCs w:val="18"/>
              </w:rPr>
              <w:t>【</w:t>
            </w:r>
            <w:r w:rsidR="00750B86">
              <w:rPr>
                <w:sz w:val="18"/>
                <w:szCs w:val="18"/>
              </w:rPr>
              <w:t>10</w:t>
            </w:r>
            <w:r w:rsidR="00750B86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7132D4C7" w:rsidR="00750B86" w:rsidRPr="00750B86" w:rsidRDefault="009976DF" w:rsidP="00DD310D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中学校で</w:t>
            </w:r>
            <w:r w:rsidR="005861BF" w:rsidRPr="00696E98">
              <w:rPr>
                <w:rFonts w:hint="eastAsia"/>
                <w:sz w:val="18"/>
                <w:szCs w:val="18"/>
              </w:rPr>
              <w:t>好きだった教科</w:t>
            </w:r>
            <w:r w:rsidR="00DD310D">
              <w:rPr>
                <w:rFonts w:hint="eastAsia"/>
                <w:sz w:val="18"/>
                <w:szCs w:val="18"/>
              </w:rPr>
              <w:t>やしたいこと</w:t>
            </w:r>
            <w:r w:rsidR="005861BF" w:rsidRPr="00696E98">
              <w:rPr>
                <w:rFonts w:hint="eastAsia"/>
                <w:sz w:val="18"/>
                <w:szCs w:val="18"/>
              </w:rPr>
              <w:t>について</w:t>
            </w:r>
            <w:r w:rsidR="00DD310D">
              <w:rPr>
                <w:rFonts w:hint="eastAsia"/>
                <w:sz w:val="18"/>
                <w:szCs w:val="18"/>
              </w:rPr>
              <w:t>整理し、</w:t>
            </w:r>
            <w:r w:rsidR="00F33D13">
              <w:rPr>
                <w:rFonts w:hint="eastAsia"/>
                <w:color w:val="000000"/>
                <w:sz w:val="18"/>
                <w:szCs w:val="18"/>
              </w:rPr>
              <w:t>質問したり答えたり</w:t>
            </w:r>
            <w:r w:rsidR="00F33D13" w:rsidRPr="00F33D13">
              <w:rPr>
                <w:rFonts w:hint="eastAsia"/>
                <w:color w:val="000000"/>
                <w:sz w:val="18"/>
                <w:szCs w:val="18"/>
              </w:rPr>
              <w:t>し</w:t>
            </w:r>
            <w:r w:rsidR="00DD310D">
              <w:rPr>
                <w:rFonts w:hint="eastAsia"/>
                <w:color w:val="000000"/>
                <w:sz w:val="18"/>
                <w:szCs w:val="18"/>
              </w:rPr>
              <w:t>ている</w:t>
            </w:r>
            <w:r w:rsidR="00750B86" w:rsidRPr="00750B86">
              <w:rPr>
                <w:sz w:val="18"/>
                <w:szCs w:val="18"/>
              </w:rPr>
              <w:t>。</w:t>
            </w:r>
            <w:r w:rsidR="00750B86">
              <w:rPr>
                <w:rFonts w:hint="eastAsia"/>
                <w:sz w:val="18"/>
                <w:szCs w:val="18"/>
              </w:rPr>
              <w:t>【</w:t>
            </w:r>
            <w:r w:rsidR="00750B86">
              <w:rPr>
                <w:sz w:val="18"/>
                <w:szCs w:val="18"/>
              </w:rPr>
              <w:t>6</w:t>
            </w:r>
            <w:r w:rsidR="00750B86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750B86" w:rsidRPr="005735C9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37CFA341" w14:textId="77777777" w:rsidTr="498EF5B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A485415" w14:textId="77777777" w:rsidR="00750B86" w:rsidRDefault="00750B86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750B86" w:rsidRPr="005735C9" w:rsidRDefault="00750B86" w:rsidP="00B11A8A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175ACB07" w:rsidR="00750B86" w:rsidRPr="00750B86" w:rsidRDefault="00DD310D" w:rsidP="00C057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中学校で</w:t>
            </w:r>
            <w:r w:rsidRPr="00696E98">
              <w:rPr>
                <w:rFonts w:hint="eastAsia"/>
                <w:sz w:val="18"/>
                <w:szCs w:val="18"/>
              </w:rPr>
              <w:t>好きだった教科</w:t>
            </w:r>
            <w:r>
              <w:rPr>
                <w:rFonts w:hint="eastAsia"/>
                <w:sz w:val="18"/>
                <w:szCs w:val="18"/>
              </w:rPr>
              <w:t>やしたいこと</w:t>
            </w:r>
            <w:r w:rsidRPr="00696E98">
              <w:rPr>
                <w:rFonts w:hint="eastAsia"/>
                <w:sz w:val="18"/>
                <w:szCs w:val="18"/>
              </w:rPr>
              <w:t>について</w:t>
            </w:r>
            <w:r>
              <w:rPr>
                <w:rFonts w:hint="eastAsia"/>
                <w:sz w:val="18"/>
                <w:szCs w:val="18"/>
              </w:rPr>
              <w:t>整理し</w:t>
            </w:r>
            <w:r w:rsidR="002A4211">
              <w:rPr>
                <w:rFonts w:hint="eastAsia"/>
                <w:sz w:val="18"/>
                <w:szCs w:val="18"/>
              </w:rPr>
              <w:t>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C05718">
              <w:rPr>
                <w:rFonts w:hint="eastAsia"/>
                <w:color w:val="000000"/>
                <w:sz w:val="18"/>
                <w:szCs w:val="18"/>
              </w:rPr>
              <w:t>質問したり答えたり</w:t>
            </w:r>
            <w:r w:rsidR="000A02F0">
              <w:rPr>
                <w:rFonts w:hint="eastAsia"/>
                <w:color w:val="000000"/>
                <w:sz w:val="18"/>
                <w:szCs w:val="18"/>
              </w:rPr>
              <w:t>して</w:t>
            </w:r>
            <w:r>
              <w:rPr>
                <w:rFonts w:hint="eastAsia"/>
                <w:sz w:val="18"/>
                <w:szCs w:val="18"/>
              </w:rPr>
              <w:t>会話を続け</w:t>
            </w:r>
            <w:r w:rsidR="005861BF">
              <w:rPr>
                <w:rFonts w:hint="eastAsia"/>
                <w:sz w:val="18"/>
                <w:szCs w:val="18"/>
              </w:rPr>
              <w:t>よ</w:t>
            </w:r>
            <w:r w:rsidR="00750B86" w:rsidRPr="00750B86">
              <w:rPr>
                <w:rFonts w:hint="eastAsia"/>
                <w:sz w:val="18"/>
                <w:szCs w:val="18"/>
              </w:rPr>
              <w:t>うとしている。</w:t>
            </w:r>
            <w:r w:rsidR="00750B86">
              <w:rPr>
                <w:rFonts w:hint="eastAsia"/>
                <w:sz w:val="18"/>
                <w:szCs w:val="18"/>
              </w:rPr>
              <w:t>【</w:t>
            </w:r>
            <w:r w:rsidR="00750B86">
              <w:rPr>
                <w:sz w:val="18"/>
                <w:szCs w:val="18"/>
              </w:rPr>
              <w:t>10</w:t>
            </w:r>
            <w:r w:rsidR="00750B86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314A9C3B" w:rsidR="00750B86" w:rsidRPr="00750B86" w:rsidRDefault="00DD310D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中学校で</w:t>
            </w:r>
            <w:r w:rsidRPr="00696E98">
              <w:rPr>
                <w:rFonts w:hint="eastAsia"/>
                <w:sz w:val="18"/>
                <w:szCs w:val="18"/>
              </w:rPr>
              <w:t>好きだった教科</w:t>
            </w:r>
            <w:r>
              <w:rPr>
                <w:rFonts w:hint="eastAsia"/>
                <w:sz w:val="18"/>
                <w:szCs w:val="18"/>
              </w:rPr>
              <w:t>やしたいこと</w:t>
            </w:r>
            <w:r w:rsidRPr="00696E98">
              <w:rPr>
                <w:rFonts w:hint="eastAsia"/>
                <w:sz w:val="18"/>
                <w:szCs w:val="18"/>
              </w:rPr>
              <w:t>について</w:t>
            </w:r>
            <w:r>
              <w:rPr>
                <w:rFonts w:hint="eastAsia"/>
                <w:sz w:val="18"/>
                <w:szCs w:val="18"/>
              </w:rPr>
              <w:t>整理し、</w:t>
            </w:r>
            <w:r w:rsidR="00F33D13">
              <w:rPr>
                <w:rFonts w:hint="eastAsia"/>
                <w:color w:val="000000"/>
                <w:sz w:val="18"/>
                <w:szCs w:val="18"/>
              </w:rPr>
              <w:t>質問したり答えたり</w:t>
            </w:r>
            <w:r w:rsidR="00F33D13" w:rsidRPr="00F33D13">
              <w:rPr>
                <w:rFonts w:hint="eastAsia"/>
                <w:color w:val="000000"/>
                <w:sz w:val="18"/>
                <w:szCs w:val="18"/>
              </w:rPr>
              <w:t>し</w:t>
            </w:r>
            <w:r w:rsidR="005861BF">
              <w:rPr>
                <w:rFonts w:hint="eastAsia"/>
                <w:sz w:val="18"/>
                <w:szCs w:val="18"/>
              </w:rPr>
              <w:t>よ</w:t>
            </w:r>
            <w:r w:rsidR="00750B86" w:rsidRPr="00750B86">
              <w:rPr>
                <w:sz w:val="18"/>
                <w:szCs w:val="18"/>
              </w:rPr>
              <w:t>うとしている。</w:t>
            </w:r>
            <w:r w:rsidR="00750B86">
              <w:rPr>
                <w:rFonts w:hint="eastAsia"/>
                <w:sz w:val="18"/>
                <w:szCs w:val="18"/>
              </w:rPr>
              <w:t>【</w:t>
            </w:r>
            <w:r w:rsidR="00750B86">
              <w:rPr>
                <w:sz w:val="18"/>
                <w:szCs w:val="18"/>
              </w:rPr>
              <w:t>6</w:t>
            </w:r>
            <w:r w:rsidR="00750B86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750B86" w:rsidRPr="005735C9" w:rsidRDefault="00750B86" w:rsidP="00B11A8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B57CEA" w16cex:dateUtc="2025-04-28T06:02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E955BDD" w16cid:durableId="05B57C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D23A3" w14:textId="77777777" w:rsidR="00D41EFF" w:rsidRDefault="00D41EFF" w:rsidP="00AB19B2">
      <w:pPr>
        <w:spacing w:line="240" w:lineRule="auto"/>
      </w:pPr>
      <w:r>
        <w:separator/>
      </w:r>
    </w:p>
  </w:endnote>
  <w:endnote w:type="continuationSeparator" w:id="0">
    <w:p w14:paraId="20F0E619" w14:textId="77777777" w:rsidR="00D41EFF" w:rsidRDefault="00D41EFF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AD31B" w14:textId="77777777" w:rsidR="00D41EFF" w:rsidRDefault="00D41EFF" w:rsidP="00AB19B2">
      <w:pPr>
        <w:spacing w:line="240" w:lineRule="auto"/>
      </w:pPr>
      <w:r>
        <w:separator/>
      </w:r>
    </w:p>
  </w:footnote>
  <w:footnote w:type="continuationSeparator" w:id="0">
    <w:p w14:paraId="71257F8C" w14:textId="77777777" w:rsidR="00D41EFF" w:rsidRDefault="00D41EFF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5E317E2D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750B86">
      <w:rPr>
        <w:smallCaps/>
        <w:sz w:val="24"/>
        <w:szCs w:val="24"/>
      </w:rPr>
      <w:t>2</w:t>
    </w:r>
    <w:r w:rsidRPr="00B34965">
      <w:rPr>
        <w:rFonts w:hint="eastAsia"/>
        <w:sz w:val="24"/>
        <w:szCs w:val="24"/>
      </w:rPr>
      <w:t xml:space="preserve">　</w:t>
    </w:r>
    <w:r w:rsidR="00750B86">
      <w:rPr>
        <w:b/>
        <w:bCs/>
        <w:w w:val="110"/>
        <w:sz w:val="24"/>
        <w:szCs w:val="24"/>
      </w:rPr>
      <w:t>School Life</w:t>
    </w:r>
  </w:p>
  <w:p w14:paraId="0CACB99A" w14:textId="08424A1B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A02F0"/>
    <w:rsid w:val="000D142D"/>
    <w:rsid w:val="000D1A5D"/>
    <w:rsid w:val="00102227"/>
    <w:rsid w:val="0010402A"/>
    <w:rsid w:val="00162A80"/>
    <w:rsid w:val="001A0AC1"/>
    <w:rsid w:val="001F67C9"/>
    <w:rsid w:val="00216979"/>
    <w:rsid w:val="00234206"/>
    <w:rsid w:val="002A4211"/>
    <w:rsid w:val="002A5997"/>
    <w:rsid w:val="002C27B3"/>
    <w:rsid w:val="002C78BB"/>
    <w:rsid w:val="002E33A2"/>
    <w:rsid w:val="002F40E2"/>
    <w:rsid w:val="002F4BDD"/>
    <w:rsid w:val="00324E0D"/>
    <w:rsid w:val="00331A63"/>
    <w:rsid w:val="003A47CB"/>
    <w:rsid w:val="003B3ACB"/>
    <w:rsid w:val="004500F5"/>
    <w:rsid w:val="004F3FD3"/>
    <w:rsid w:val="00527FC9"/>
    <w:rsid w:val="00537595"/>
    <w:rsid w:val="00562B3B"/>
    <w:rsid w:val="005656D6"/>
    <w:rsid w:val="00570456"/>
    <w:rsid w:val="00571E20"/>
    <w:rsid w:val="005735C9"/>
    <w:rsid w:val="005861BF"/>
    <w:rsid w:val="00677763"/>
    <w:rsid w:val="00682F5D"/>
    <w:rsid w:val="00696E98"/>
    <w:rsid w:val="006E0EE1"/>
    <w:rsid w:val="006F4C90"/>
    <w:rsid w:val="0070306B"/>
    <w:rsid w:val="00720F71"/>
    <w:rsid w:val="007213B7"/>
    <w:rsid w:val="00734AD2"/>
    <w:rsid w:val="00750B86"/>
    <w:rsid w:val="00754CD7"/>
    <w:rsid w:val="0076683A"/>
    <w:rsid w:val="00772B02"/>
    <w:rsid w:val="007927EE"/>
    <w:rsid w:val="007C288E"/>
    <w:rsid w:val="007C4D26"/>
    <w:rsid w:val="00807E91"/>
    <w:rsid w:val="0085661C"/>
    <w:rsid w:val="008778EA"/>
    <w:rsid w:val="008D2374"/>
    <w:rsid w:val="008F02CB"/>
    <w:rsid w:val="00912C68"/>
    <w:rsid w:val="00925141"/>
    <w:rsid w:val="009976DF"/>
    <w:rsid w:val="009B61CA"/>
    <w:rsid w:val="009E0B91"/>
    <w:rsid w:val="00A14B05"/>
    <w:rsid w:val="00A16815"/>
    <w:rsid w:val="00A35914"/>
    <w:rsid w:val="00A4109B"/>
    <w:rsid w:val="00A416C6"/>
    <w:rsid w:val="00A734A7"/>
    <w:rsid w:val="00AB19B2"/>
    <w:rsid w:val="00AB3F6D"/>
    <w:rsid w:val="00AD3435"/>
    <w:rsid w:val="00AD7023"/>
    <w:rsid w:val="00B11A8A"/>
    <w:rsid w:val="00B34965"/>
    <w:rsid w:val="00B4325A"/>
    <w:rsid w:val="00C05718"/>
    <w:rsid w:val="00C27834"/>
    <w:rsid w:val="00C8007F"/>
    <w:rsid w:val="00C84ECD"/>
    <w:rsid w:val="00CA04F0"/>
    <w:rsid w:val="00CC5E99"/>
    <w:rsid w:val="00CF50D8"/>
    <w:rsid w:val="00D05BC2"/>
    <w:rsid w:val="00D14F06"/>
    <w:rsid w:val="00D35AC9"/>
    <w:rsid w:val="00D41EFF"/>
    <w:rsid w:val="00DA1F53"/>
    <w:rsid w:val="00DD310D"/>
    <w:rsid w:val="00DD6A2E"/>
    <w:rsid w:val="00DF183B"/>
    <w:rsid w:val="00E46094"/>
    <w:rsid w:val="00E52695"/>
    <w:rsid w:val="00E769A6"/>
    <w:rsid w:val="00EC0BA5"/>
    <w:rsid w:val="00F011D5"/>
    <w:rsid w:val="00F33D13"/>
    <w:rsid w:val="00F73DD5"/>
    <w:rsid w:val="00F77852"/>
    <w:rsid w:val="00F91A6A"/>
    <w:rsid w:val="00FC2788"/>
    <w:rsid w:val="00FE5879"/>
    <w:rsid w:val="00FF20E2"/>
    <w:rsid w:val="498EF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2E33A2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2E33A2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2E33A2"/>
  </w:style>
  <w:style w:type="paragraph" w:styleId="afe">
    <w:name w:val="annotation subject"/>
    <w:basedOn w:val="afc"/>
    <w:next w:val="afc"/>
    <w:link w:val="aff"/>
    <w:uiPriority w:val="99"/>
    <w:semiHidden/>
    <w:rsid w:val="002E33A2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2E3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8</cp:revision>
  <cp:lastPrinted>2022-02-17T02:13:00Z</cp:lastPrinted>
  <dcterms:created xsi:type="dcterms:W3CDTF">2025-04-28T06:02:00Z</dcterms:created>
  <dcterms:modified xsi:type="dcterms:W3CDTF">2025-04-28T08:21:00Z</dcterms:modified>
</cp:coreProperties>
</file>