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2277100B" w:rsidR="008778EA" w:rsidRDefault="0022162C" w:rsidP="0070306B">
      <w:pPr>
        <w:pStyle w:val="af4"/>
      </w:pPr>
      <w:r>
        <w:t>Special Activity</w:t>
      </w:r>
      <w:r w:rsidR="005735C9">
        <w:t xml:space="preserve"> </w:t>
      </w:r>
      <w:r w:rsidR="005735C9"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22162C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22162C" w:rsidRPr="005735C9" w:rsidRDefault="0022162C" w:rsidP="0022162C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22162C" w:rsidRPr="005735C9" w:rsidRDefault="0022162C" w:rsidP="0022162C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377867EB" w:rsidR="0022162C" w:rsidRPr="0022162C" w:rsidRDefault="008155F8" w:rsidP="002216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名前、好きなスポーツや教科、興味のあることなど</w:t>
            </w:r>
            <w:r w:rsidR="00FD1345">
              <w:rPr>
                <w:rFonts w:hint="eastAsia"/>
                <w:sz w:val="18"/>
                <w:szCs w:val="18"/>
              </w:rPr>
              <w:t>を伝え</w:t>
            </w:r>
            <w:r>
              <w:rPr>
                <w:rFonts w:hint="eastAsia"/>
                <w:sz w:val="18"/>
                <w:szCs w:val="18"/>
              </w:rPr>
              <w:t>る</w:t>
            </w:r>
            <w:r w:rsidR="00FD1345">
              <w:rPr>
                <w:rFonts w:hint="eastAsia"/>
                <w:sz w:val="18"/>
                <w:szCs w:val="18"/>
              </w:rPr>
              <w:t>表現を適切に使っ</w:t>
            </w:r>
            <w:r w:rsidR="0022162C" w:rsidRPr="0022162C">
              <w:rPr>
                <w:rFonts w:hint="eastAsia"/>
                <w:sz w:val="18"/>
                <w:szCs w:val="18"/>
              </w:rPr>
              <w:t>ている。</w:t>
            </w:r>
            <w:r w:rsidR="0022162C">
              <w:rPr>
                <w:rFonts w:cs="ＭＳ Ｐゴシック" w:hint="eastAsia"/>
                <w:color w:val="000000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3022C1D1" w:rsidR="0022162C" w:rsidRPr="0022162C" w:rsidRDefault="0022162C" w:rsidP="002216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22162C">
              <w:rPr>
                <w:sz w:val="18"/>
                <w:szCs w:val="18"/>
              </w:rPr>
              <w:t>多少の誤りはあるが</w:t>
            </w:r>
            <w:r>
              <w:rPr>
                <w:sz w:val="18"/>
                <w:szCs w:val="18"/>
              </w:rPr>
              <w:t>、</w:t>
            </w:r>
            <w:r w:rsidRPr="0022162C">
              <w:rPr>
                <w:sz w:val="18"/>
                <w:szCs w:val="18"/>
              </w:rPr>
              <w:t>理解に支障のない程度に</w:t>
            </w:r>
            <w:r>
              <w:rPr>
                <w:sz w:val="18"/>
                <w:szCs w:val="18"/>
              </w:rPr>
              <w:t>、</w:t>
            </w:r>
            <w:r w:rsidR="008155F8">
              <w:rPr>
                <w:rFonts w:hint="eastAsia"/>
                <w:sz w:val="18"/>
                <w:szCs w:val="18"/>
              </w:rPr>
              <w:t>名前、好きなスポーツや教科、興味のあることなど</w:t>
            </w:r>
            <w:r w:rsidR="00FD1345">
              <w:rPr>
                <w:sz w:val="18"/>
                <w:szCs w:val="18"/>
              </w:rPr>
              <w:t>を伝え</w:t>
            </w:r>
            <w:r w:rsidR="008155F8">
              <w:rPr>
                <w:rFonts w:hint="eastAsia"/>
                <w:sz w:val="18"/>
                <w:szCs w:val="18"/>
              </w:rPr>
              <w:t>る</w:t>
            </w:r>
            <w:r w:rsidR="00FD1345">
              <w:rPr>
                <w:sz w:val="18"/>
                <w:szCs w:val="18"/>
              </w:rPr>
              <w:t>表現を使</w:t>
            </w:r>
            <w:r w:rsidR="00FD1345">
              <w:rPr>
                <w:rFonts w:hint="eastAsia"/>
                <w:sz w:val="18"/>
                <w:szCs w:val="18"/>
              </w:rPr>
              <w:t>っ</w:t>
            </w:r>
            <w:r w:rsidRPr="0022162C">
              <w:rPr>
                <w:sz w:val="18"/>
                <w:szCs w:val="18"/>
              </w:rPr>
              <w:t>ている。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3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58FDB1C9" w:rsidR="0022162C" w:rsidRPr="005735C9" w:rsidRDefault="0022162C" w:rsidP="002216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A35914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5735C9" w:rsidRPr="005735C9" w:rsidRDefault="005735C9" w:rsidP="00597E17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4507251E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5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32D57F76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一定の誤解や言いよどみはあるが</w:t>
            </w:r>
            <w:r w:rsidR="00A35914"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理解できる発音・イントネーションで話している。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3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185F2D97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2162C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22162C" w:rsidRPr="005735C9" w:rsidRDefault="0022162C" w:rsidP="0022162C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480B3560" w:rsidR="0022162C" w:rsidRPr="005735C9" w:rsidRDefault="0022162C" w:rsidP="002216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自分自身のことについて、</w:t>
            </w:r>
            <w:r w:rsidR="008155F8">
              <w:rPr>
                <w:rFonts w:hint="eastAsia"/>
                <w:color w:val="000000"/>
                <w:sz w:val="18"/>
                <w:szCs w:val="18"/>
              </w:rPr>
              <w:t>名前、好きなスポーツや教科、興味のあること</w:t>
            </w:r>
            <w:r>
              <w:rPr>
                <w:rFonts w:hint="eastAsia"/>
                <w:color w:val="000000"/>
                <w:sz w:val="18"/>
                <w:szCs w:val="18"/>
              </w:rPr>
              <w:t>などを整理し、伝えている。【10点】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72335CB4" w:rsidR="0022162C" w:rsidRPr="005735C9" w:rsidRDefault="0022162C" w:rsidP="002216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自分自身のことについて、</w:t>
            </w:r>
            <w:r w:rsidR="008155F8">
              <w:rPr>
                <w:rFonts w:hint="eastAsia"/>
                <w:color w:val="000000"/>
                <w:sz w:val="18"/>
                <w:szCs w:val="18"/>
              </w:rPr>
              <w:t>名前、好きなスポーツや教科、興味のあることなどを</w:t>
            </w:r>
            <w:r>
              <w:rPr>
                <w:rFonts w:hint="eastAsia"/>
                <w:color w:val="000000"/>
                <w:sz w:val="18"/>
                <w:szCs w:val="18"/>
              </w:rPr>
              <w:t>、あまり整理されていないが</w:t>
            </w:r>
            <w:r w:rsidR="0058420D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伝えている。【6点】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6E2B068A" w:rsidR="0022162C" w:rsidRPr="005735C9" w:rsidRDefault="0022162C" w:rsidP="002216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2162C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22162C" w:rsidRDefault="0022162C" w:rsidP="0022162C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22162C" w:rsidRPr="005735C9" w:rsidRDefault="0022162C" w:rsidP="0022162C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1E13651E" w:rsidR="0022162C" w:rsidRPr="005735C9" w:rsidRDefault="00423DB0" w:rsidP="002216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自分自身のことについて、名前、好きなスポーツや教科、興味のあることなどを整理し、伝えよ</w:t>
            </w:r>
            <w:r w:rsidR="0022162C">
              <w:rPr>
                <w:rFonts w:hint="eastAsia"/>
                <w:color w:val="000000"/>
                <w:sz w:val="18"/>
                <w:szCs w:val="18"/>
              </w:rPr>
              <w:t>うとしている。【10点】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4B96BD3F" w:rsidR="0022162C" w:rsidRPr="005735C9" w:rsidRDefault="00423DB0" w:rsidP="002216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自分自身のことについて、名前、好きなスポーツや教科、興味のあることなどを、あまり整理されていないが、伝えよ</w:t>
            </w:r>
            <w:bookmarkStart w:id="0" w:name="_GoBack"/>
            <w:bookmarkEnd w:id="0"/>
            <w:r w:rsidR="0022162C">
              <w:rPr>
                <w:rFonts w:hint="eastAsia"/>
                <w:color w:val="000000"/>
                <w:sz w:val="18"/>
                <w:szCs w:val="18"/>
              </w:rPr>
              <w:t>うとしている。【6点】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656E249" w:rsidR="0022162C" w:rsidRPr="005735C9" w:rsidRDefault="0022162C" w:rsidP="0022162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EAF84" w14:textId="77777777" w:rsidR="00AB5834" w:rsidRDefault="00AB5834" w:rsidP="00AB19B2">
      <w:pPr>
        <w:spacing w:line="240" w:lineRule="auto"/>
      </w:pPr>
      <w:r>
        <w:separator/>
      </w:r>
    </w:p>
  </w:endnote>
  <w:endnote w:type="continuationSeparator" w:id="0">
    <w:p w14:paraId="0DA3068C" w14:textId="77777777" w:rsidR="00AB5834" w:rsidRDefault="00AB5834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58853" w14:textId="77777777" w:rsidR="00AB5834" w:rsidRDefault="00AB5834" w:rsidP="00AB19B2">
      <w:pPr>
        <w:spacing w:line="240" w:lineRule="auto"/>
      </w:pPr>
      <w:r>
        <w:separator/>
      </w:r>
    </w:p>
  </w:footnote>
  <w:footnote w:type="continuationSeparator" w:id="0">
    <w:p w14:paraId="5DD649BC" w14:textId="77777777" w:rsidR="00AB5834" w:rsidRDefault="00AB5834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CB99A" w14:textId="55F70D7A" w:rsidR="0070306B" w:rsidRPr="0022162C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>Lesson 1</w:t>
    </w:r>
    <w:r w:rsidRPr="00B34965">
      <w:rPr>
        <w:rFonts w:hint="eastAsia"/>
        <w:sz w:val="24"/>
        <w:szCs w:val="24"/>
      </w:rPr>
      <w:t xml:space="preserve">　</w:t>
    </w:r>
    <w:r w:rsidRPr="00B34965">
      <w:rPr>
        <w:b/>
        <w:bCs/>
        <w:w w:val="110"/>
        <w:sz w:val="24"/>
        <w:szCs w:val="24"/>
      </w:rPr>
      <w:t>Let’s Talk about Ourselves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62A80"/>
    <w:rsid w:val="001A0AC1"/>
    <w:rsid w:val="001F67C9"/>
    <w:rsid w:val="00216979"/>
    <w:rsid w:val="0022162C"/>
    <w:rsid w:val="00234206"/>
    <w:rsid w:val="002A5997"/>
    <w:rsid w:val="002C27B3"/>
    <w:rsid w:val="002C4B5D"/>
    <w:rsid w:val="002F40E2"/>
    <w:rsid w:val="002F4BDD"/>
    <w:rsid w:val="00324E0D"/>
    <w:rsid w:val="00331A63"/>
    <w:rsid w:val="003A47CB"/>
    <w:rsid w:val="00423DB0"/>
    <w:rsid w:val="004500F5"/>
    <w:rsid w:val="004F3FD3"/>
    <w:rsid w:val="00537595"/>
    <w:rsid w:val="00562B3B"/>
    <w:rsid w:val="00571E20"/>
    <w:rsid w:val="005735C9"/>
    <w:rsid w:val="0058420D"/>
    <w:rsid w:val="00597E17"/>
    <w:rsid w:val="00682F5D"/>
    <w:rsid w:val="006E0EE1"/>
    <w:rsid w:val="006F4C90"/>
    <w:rsid w:val="0070306B"/>
    <w:rsid w:val="00720F71"/>
    <w:rsid w:val="00734AD2"/>
    <w:rsid w:val="00754CD7"/>
    <w:rsid w:val="0076683A"/>
    <w:rsid w:val="00772B02"/>
    <w:rsid w:val="007C288E"/>
    <w:rsid w:val="00807E91"/>
    <w:rsid w:val="008155F8"/>
    <w:rsid w:val="0085661C"/>
    <w:rsid w:val="008778EA"/>
    <w:rsid w:val="008D2374"/>
    <w:rsid w:val="00925141"/>
    <w:rsid w:val="009B61CA"/>
    <w:rsid w:val="009E0B91"/>
    <w:rsid w:val="009E42E4"/>
    <w:rsid w:val="00A16815"/>
    <w:rsid w:val="00A32F75"/>
    <w:rsid w:val="00A35914"/>
    <w:rsid w:val="00A734A7"/>
    <w:rsid w:val="00AB19B2"/>
    <w:rsid w:val="00AB5834"/>
    <w:rsid w:val="00AD3435"/>
    <w:rsid w:val="00B34965"/>
    <w:rsid w:val="00B4325A"/>
    <w:rsid w:val="00B4597B"/>
    <w:rsid w:val="00C10D48"/>
    <w:rsid w:val="00C11BBB"/>
    <w:rsid w:val="00C27834"/>
    <w:rsid w:val="00C838B8"/>
    <w:rsid w:val="00C84ECD"/>
    <w:rsid w:val="00CA04F0"/>
    <w:rsid w:val="00CC5E99"/>
    <w:rsid w:val="00CE0F49"/>
    <w:rsid w:val="00CF50D8"/>
    <w:rsid w:val="00D05BC2"/>
    <w:rsid w:val="00D064B1"/>
    <w:rsid w:val="00D14F06"/>
    <w:rsid w:val="00D35AC9"/>
    <w:rsid w:val="00DD6A2E"/>
    <w:rsid w:val="00DF183B"/>
    <w:rsid w:val="00E46094"/>
    <w:rsid w:val="00E769A6"/>
    <w:rsid w:val="00EC0BA5"/>
    <w:rsid w:val="00F625CC"/>
    <w:rsid w:val="00F65A3F"/>
    <w:rsid w:val="00F77852"/>
    <w:rsid w:val="00F91A6A"/>
    <w:rsid w:val="00FC2788"/>
    <w:rsid w:val="00FD1345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paragraph" w:styleId="afb">
    <w:name w:val="Revision"/>
    <w:hidden/>
    <w:uiPriority w:val="99"/>
    <w:semiHidden/>
    <w:rsid w:val="008155F8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94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25</cp:revision>
  <cp:lastPrinted>2022-02-17T02:13:00Z</cp:lastPrinted>
  <dcterms:created xsi:type="dcterms:W3CDTF">2022-02-01T01:18:00Z</dcterms:created>
  <dcterms:modified xsi:type="dcterms:W3CDTF">2025-04-21T23:51:00Z</dcterms:modified>
</cp:coreProperties>
</file>