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0182" w14:textId="0030C498" w:rsidR="008778EA" w:rsidRPr="00513AF9" w:rsidRDefault="005735C9" w:rsidP="00513AF9">
      <w:pPr>
        <w:pStyle w:val="af4"/>
      </w:pPr>
      <w:r w:rsidRPr="00513AF9">
        <w:rPr>
          <w:rFonts w:hint="eastAsia"/>
        </w:rPr>
        <w:t>L</w:t>
      </w:r>
      <w:r w:rsidRPr="00513AF9">
        <w:t xml:space="preserve">et’s </w:t>
      </w:r>
      <w:r w:rsidR="00563D22" w:rsidRPr="00513AF9">
        <w:t>Speak</w:t>
      </w:r>
      <w:r w:rsidRPr="00513AF9">
        <w:t xml:space="preserve"> </w:t>
      </w:r>
      <w:r w:rsidRPr="00513AF9">
        <w:rPr>
          <w:rFonts w:hint="eastAsia"/>
        </w:rPr>
        <w:t>自己評価</w:t>
      </w:r>
      <w:r w:rsidR="00D35AC9" w:rsidRPr="00513AF9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8"/>
        <w:gridCol w:w="1279"/>
        <w:gridCol w:w="2833"/>
        <w:gridCol w:w="2977"/>
        <w:gridCol w:w="1411"/>
      </w:tblGrid>
      <w:tr w:rsidR="00513AF9" w:rsidRPr="005735C9" w14:paraId="66A0F7B1" w14:textId="77777777" w:rsidTr="009C6B14">
        <w:trPr>
          <w:trHeight w:val="360"/>
        </w:trPr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465CC1">
            <w:pPr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465CC1">
            <w:pPr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465CC1">
            <w:pPr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465CC1">
            <w:pPr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513AF9" w:rsidRPr="005735C9" w14:paraId="7E6E0DC2" w14:textId="77777777" w:rsidTr="009C6B14">
        <w:trPr>
          <w:trHeight w:val="900"/>
        </w:trPr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563D22" w:rsidRPr="005735C9" w:rsidRDefault="00563D22" w:rsidP="00465CC1">
            <w:pPr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563D22" w:rsidRPr="005735C9" w:rsidRDefault="00563D22" w:rsidP="00465CC1">
            <w:pPr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72DC9" w14:textId="33619F85" w:rsidR="00563D22" w:rsidRPr="00563D22" w:rsidRDefault="00563D22" w:rsidP="00465CC1">
            <w:pPr>
              <w:topLinePunct/>
              <w:autoSpaceDN w:val="0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一般動詞の現在形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趣味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F12B14">
              <w:rPr>
                <w:rFonts w:hint="eastAsia"/>
                <w:color w:val="000000"/>
                <w:sz w:val="18"/>
                <w:szCs w:val="18"/>
              </w:rPr>
              <w:t>好きなものを伝える</w:t>
            </w:r>
            <w:r>
              <w:rPr>
                <w:rFonts w:hint="eastAsia"/>
                <w:color w:val="000000"/>
                <w:sz w:val="18"/>
                <w:szCs w:val="18"/>
              </w:rPr>
              <w:t>表現を適切に</w:t>
            </w:r>
            <w:r w:rsidR="00C3733F">
              <w:rPr>
                <w:rFonts w:hint="eastAsia"/>
                <w:color w:val="000000"/>
                <w:sz w:val="18"/>
                <w:szCs w:val="18"/>
              </w:rPr>
              <w:t>使って</w:t>
            </w:r>
            <w:r>
              <w:rPr>
                <w:rFonts w:hint="eastAsia"/>
                <w:color w:val="000000"/>
                <w:sz w:val="18"/>
                <w:szCs w:val="18"/>
              </w:rPr>
              <w:t>いる。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465CC1">
              <w:rPr>
                <w:rFonts w:hint="eastAsia"/>
                <w:color w:val="000000"/>
                <w:sz w:val="18"/>
                <w:szCs w:val="18"/>
              </w:rPr>
              <w:t>5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4A37" w14:textId="5B857908" w:rsidR="00563D22" w:rsidRPr="00563D22" w:rsidRDefault="00563D22" w:rsidP="00465CC1">
            <w:pPr>
              <w:topLinePunct/>
              <w:autoSpaceDN w:val="0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理解に支障のない程度に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一般動詞の現在形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趣味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F12B14">
              <w:rPr>
                <w:rFonts w:hint="eastAsia"/>
                <w:color w:val="000000"/>
                <w:sz w:val="18"/>
                <w:szCs w:val="18"/>
              </w:rPr>
              <w:t>好きなものを伝える</w:t>
            </w:r>
            <w:r>
              <w:rPr>
                <w:rFonts w:hint="eastAsia"/>
                <w:color w:val="000000"/>
                <w:sz w:val="18"/>
                <w:szCs w:val="18"/>
              </w:rPr>
              <w:t>表現を</w:t>
            </w:r>
            <w:r w:rsidR="00C3733F">
              <w:rPr>
                <w:rFonts w:hint="eastAsia"/>
                <w:color w:val="000000"/>
                <w:sz w:val="18"/>
                <w:szCs w:val="18"/>
              </w:rPr>
              <w:t>使って</w:t>
            </w:r>
            <w:r>
              <w:rPr>
                <w:rFonts w:hint="eastAsia"/>
                <w:color w:val="000000"/>
                <w:sz w:val="18"/>
                <w:szCs w:val="18"/>
              </w:rPr>
              <w:t>いる。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465CC1">
              <w:rPr>
                <w:rFonts w:hint="eastAsia"/>
                <w:color w:val="000000"/>
                <w:sz w:val="18"/>
                <w:szCs w:val="18"/>
              </w:rPr>
              <w:t>3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32A83E18" w:rsidR="00563D22" w:rsidRPr="00563D22" w:rsidRDefault="00563D22" w:rsidP="00465CC1">
            <w:pPr>
              <w:topLinePunct/>
              <w:autoSpaceDN w:val="0"/>
              <w:rPr>
                <w:rFonts w:cs="ＭＳ Ｐゴシック"/>
                <w:color w:val="000000"/>
                <w:sz w:val="18"/>
                <w:szCs w:val="18"/>
              </w:rPr>
            </w:pPr>
            <w:r w:rsidRPr="00563D22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「B」を満たしていない。【</w:t>
            </w:r>
            <w:r w:rsidR="00465CC1">
              <w:rPr>
                <w:rFonts w:cs="ＭＳ Ｐゴシック" w:hint="eastAsia"/>
                <w:color w:val="000000"/>
                <w:sz w:val="18"/>
                <w:szCs w:val="18"/>
              </w:rPr>
              <w:t>1</w:t>
            </w:r>
            <w:r w:rsidRPr="00563D22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513AF9" w:rsidRPr="005735C9" w14:paraId="724AD2EC" w14:textId="77777777" w:rsidTr="009C6B14">
        <w:trPr>
          <w:trHeight w:val="900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563D22" w:rsidRPr="005735C9" w:rsidRDefault="00563D22" w:rsidP="00465CC1">
            <w:pPr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563D22" w:rsidRPr="005735C9" w:rsidRDefault="00563D22" w:rsidP="00465CC1">
            <w:pPr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864F6" w14:textId="2DA2E38E" w:rsidR="00563D22" w:rsidRPr="00563D22" w:rsidRDefault="00563D22" w:rsidP="00465CC1">
            <w:pPr>
              <w:topLinePunct/>
              <w:autoSpaceDN w:val="0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465CC1">
              <w:rPr>
                <w:rFonts w:hint="eastAsia"/>
                <w:color w:val="000000"/>
                <w:sz w:val="18"/>
                <w:szCs w:val="18"/>
              </w:rPr>
              <w:t>5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60AE8" w14:textId="7CA280A9" w:rsidR="00563D22" w:rsidRPr="00563D22" w:rsidRDefault="00563D22" w:rsidP="00465CC1">
            <w:pPr>
              <w:topLinePunct/>
              <w:autoSpaceDN w:val="0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一定の誤解や言いよどみはあるが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理解できる発音・イントネーションで話している。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465CC1">
              <w:rPr>
                <w:rFonts w:hint="eastAsia"/>
                <w:color w:val="000000"/>
                <w:sz w:val="18"/>
                <w:szCs w:val="18"/>
              </w:rPr>
              <w:t>3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5CAD3D8D" w:rsidR="00563D22" w:rsidRPr="00563D22" w:rsidRDefault="00563D22" w:rsidP="00465CC1">
            <w:pPr>
              <w:topLinePunct/>
              <w:autoSpaceDN w:val="0"/>
              <w:rPr>
                <w:rFonts w:cs="ＭＳ Ｐゴシック"/>
                <w:color w:val="000000"/>
                <w:sz w:val="18"/>
                <w:szCs w:val="18"/>
              </w:rPr>
            </w:pPr>
            <w:r w:rsidRPr="00563D22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「B」を満たしていない。【</w:t>
            </w:r>
            <w:r w:rsidR="00465CC1">
              <w:rPr>
                <w:rFonts w:cs="ＭＳ Ｐゴシック" w:hint="eastAsia"/>
                <w:color w:val="000000"/>
                <w:sz w:val="18"/>
                <w:szCs w:val="18"/>
              </w:rPr>
              <w:t>1</w:t>
            </w:r>
            <w:r w:rsidRPr="00563D22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513AF9" w:rsidRPr="005735C9" w14:paraId="7E12E7B4" w14:textId="77777777" w:rsidTr="009C6B14">
        <w:trPr>
          <w:trHeight w:val="1200"/>
        </w:trPr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563D22" w:rsidRPr="005735C9" w:rsidRDefault="00563D22" w:rsidP="00465CC1">
            <w:pPr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4A70" w14:textId="0809FBC0" w:rsidR="00563D22" w:rsidRPr="00563D22" w:rsidRDefault="00507EDE" w:rsidP="00A17F5E">
            <w:pPr>
              <w:topLinePunct/>
              <w:autoSpaceDN w:val="0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自分のことについて、趣味や好きなもの</w:t>
            </w:r>
            <w:r w:rsidR="00563D22">
              <w:rPr>
                <w:rFonts w:hint="eastAsia"/>
                <w:color w:val="000000"/>
                <w:sz w:val="18"/>
                <w:szCs w:val="18"/>
              </w:rPr>
              <w:t>などを整理し</w:t>
            </w:r>
            <w:r w:rsidR="00513AF9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A17F5E"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746611">
              <w:rPr>
                <w:rFonts w:hint="eastAsia"/>
                <w:color w:val="000000"/>
                <w:sz w:val="18"/>
                <w:szCs w:val="18"/>
              </w:rPr>
              <w:t>自己</w:t>
            </w:r>
            <w:r>
              <w:rPr>
                <w:rFonts w:hint="eastAsia"/>
                <w:color w:val="000000"/>
                <w:sz w:val="18"/>
                <w:szCs w:val="18"/>
              </w:rPr>
              <w:t>紹介</w:t>
            </w:r>
            <w:r w:rsidR="00746611"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563D22">
              <w:rPr>
                <w:rFonts w:hint="eastAsia"/>
                <w:color w:val="000000"/>
                <w:sz w:val="18"/>
                <w:szCs w:val="18"/>
              </w:rPr>
              <w:t>している。【10点】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57F34" w14:textId="28B28937" w:rsidR="00563D22" w:rsidRPr="00563D22" w:rsidRDefault="00507EDE" w:rsidP="00A21E86">
            <w:pPr>
              <w:topLinePunct/>
              <w:autoSpaceDN w:val="0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自分のことについて、趣味や好きなものなどを整理し、</w:t>
            </w:r>
            <w:r w:rsidR="00746611">
              <w:rPr>
                <w:rFonts w:hint="eastAsia"/>
                <w:color w:val="000000"/>
                <w:sz w:val="18"/>
                <w:szCs w:val="18"/>
              </w:rPr>
              <w:t>自己</w:t>
            </w:r>
            <w:r>
              <w:rPr>
                <w:rFonts w:hint="eastAsia"/>
                <w:color w:val="000000"/>
                <w:sz w:val="18"/>
                <w:szCs w:val="18"/>
              </w:rPr>
              <w:t>紹介</w:t>
            </w:r>
            <w:r w:rsidR="00746611"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A21E86">
              <w:rPr>
                <w:rFonts w:hint="eastAsia"/>
                <w:color w:val="000000"/>
                <w:sz w:val="18"/>
                <w:szCs w:val="18"/>
              </w:rPr>
              <w:t>している。</w:t>
            </w:r>
            <w:r w:rsidR="00563D22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465CC1">
              <w:rPr>
                <w:rFonts w:hint="eastAsia"/>
                <w:color w:val="000000"/>
                <w:sz w:val="18"/>
                <w:szCs w:val="18"/>
              </w:rPr>
              <w:t>6</w:t>
            </w:r>
            <w:r w:rsidR="00563D22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7967A9B5" w:rsidR="00563D22" w:rsidRPr="00563D22" w:rsidRDefault="00563D22" w:rsidP="00465CC1">
            <w:pPr>
              <w:topLinePunct/>
              <w:autoSpaceDN w:val="0"/>
              <w:rPr>
                <w:rFonts w:cs="ＭＳ Ｐゴシック"/>
                <w:color w:val="000000"/>
                <w:sz w:val="18"/>
                <w:szCs w:val="18"/>
              </w:rPr>
            </w:pPr>
            <w:r w:rsidRPr="00563D22">
              <w:rPr>
                <w:rFonts w:hint="eastAsia"/>
                <w:sz w:val="18"/>
                <w:szCs w:val="18"/>
              </w:rPr>
              <w:t>「</w:t>
            </w:r>
            <w:r w:rsidRPr="00563D22">
              <w:rPr>
                <w:sz w:val="18"/>
                <w:szCs w:val="18"/>
              </w:rPr>
              <w:t>B」を満たしていない。【</w:t>
            </w:r>
            <w:r w:rsidR="00465CC1">
              <w:rPr>
                <w:rFonts w:hint="eastAsia"/>
                <w:sz w:val="18"/>
                <w:szCs w:val="18"/>
              </w:rPr>
              <w:t>2</w:t>
            </w:r>
            <w:r w:rsidRPr="00563D22">
              <w:rPr>
                <w:sz w:val="18"/>
                <w:szCs w:val="18"/>
              </w:rPr>
              <w:t>点】</w:t>
            </w:r>
          </w:p>
        </w:tc>
      </w:tr>
      <w:tr w:rsidR="00513AF9" w:rsidRPr="005735C9" w14:paraId="37CFA341" w14:textId="77777777" w:rsidTr="009C6B14">
        <w:trPr>
          <w:trHeight w:val="1200"/>
        </w:trPr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563D22" w:rsidRDefault="00563D22" w:rsidP="00465CC1">
            <w:pPr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563D22" w:rsidRPr="005735C9" w:rsidRDefault="00563D22" w:rsidP="00465CC1">
            <w:pPr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80C1" w14:textId="04025F74" w:rsidR="00563D22" w:rsidRPr="00563D22" w:rsidRDefault="00507EDE" w:rsidP="00746611">
            <w:pPr>
              <w:topLinePunct/>
              <w:autoSpaceDN w:val="0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自分のことについて、趣味や好きなものなどを整理し、情報を追加しながら、</w:t>
            </w:r>
            <w:r w:rsidR="00746611">
              <w:rPr>
                <w:rFonts w:hint="eastAsia"/>
                <w:color w:val="000000"/>
                <w:sz w:val="18"/>
                <w:szCs w:val="18"/>
              </w:rPr>
              <w:t>自己紹介を</w:t>
            </w:r>
            <w:r w:rsidR="00563D22">
              <w:rPr>
                <w:rFonts w:hint="eastAsia"/>
                <w:color w:val="000000"/>
                <w:sz w:val="18"/>
                <w:szCs w:val="18"/>
              </w:rPr>
              <w:t>しようとしている。【10点】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4B92" w14:textId="67FF7F52" w:rsidR="00563D22" w:rsidRPr="00563D22" w:rsidRDefault="00507EDE" w:rsidP="00A17F5E">
            <w:pPr>
              <w:topLinePunct/>
              <w:autoSpaceDN w:val="0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自分のことについて、趣味や好きなものなどを整理し、</w:t>
            </w:r>
            <w:r w:rsidR="00746611">
              <w:rPr>
                <w:rFonts w:hint="eastAsia"/>
                <w:color w:val="000000"/>
                <w:sz w:val="18"/>
                <w:szCs w:val="18"/>
              </w:rPr>
              <w:t>自己</w:t>
            </w:r>
            <w:r>
              <w:rPr>
                <w:rFonts w:hint="eastAsia"/>
                <w:color w:val="000000"/>
                <w:sz w:val="18"/>
                <w:szCs w:val="18"/>
              </w:rPr>
              <w:t>紹介</w:t>
            </w:r>
            <w:r w:rsidR="00746611"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A21E86">
              <w:rPr>
                <w:rFonts w:hint="eastAsia"/>
                <w:color w:val="000000"/>
                <w:sz w:val="18"/>
                <w:szCs w:val="18"/>
              </w:rPr>
              <w:t>しようとしている。</w:t>
            </w:r>
            <w:r w:rsidR="00563D22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465CC1">
              <w:rPr>
                <w:rFonts w:hint="eastAsia"/>
                <w:color w:val="000000"/>
                <w:sz w:val="18"/>
                <w:szCs w:val="18"/>
              </w:rPr>
              <w:t>6</w:t>
            </w:r>
            <w:r w:rsidR="00563D22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1ACA46F5" w:rsidR="00563D22" w:rsidRPr="00563D22" w:rsidRDefault="00563D22" w:rsidP="00465CC1">
            <w:pPr>
              <w:topLinePunct/>
              <w:autoSpaceDN w:val="0"/>
              <w:rPr>
                <w:rFonts w:cs="ＭＳ Ｐゴシック"/>
                <w:color w:val="000000"/>
                <w:sz w:val="18"/>
                <w:szCs w:val="18"/>
              </w:rPr>
            </w:pPr>
            <w:r w:rsidRPr="00563D22">
              <w:rPr>
                <w:rFonts w:hint="eastAsia"/>
                <w:sz w:val="18"/>
                <w:szCs w:val="18"/>
              </w:rPr>
              <w:t>「</w:t>
            </w:r>
            <w:r w:rsidRPr="00563D22">
              <w:rPr>
                <w:sz w:val="18"/>
                <w:szCs w:val="18"/>
              </w:rPr>
              <w:t>B」を満たしていない。【</w:t>
            </w:r>
            <w:r w:rsidR="00465CC1">
              <w:rPr>
                <w:rFonts w:hint="eastAsia"/>
                <w:sz w:val="18"/>
                <w:szCs w:val="18"/>
              </w:rPr>
              <w:t>2</w:t>
            </w:r>
            <w:r w:rsidRPr="00563D22">
              <w:rPr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513AF9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513AF9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2B5FE015" w14:textId="77777777" w:rsidR="00513AF9" w:rsidRPr="00D35AC9" w:rsidRDefault="00513AF9" w:rsidP="00D14F06"/>
    <w:sectPr w:rsidR="00513AF9" w:rsidRPr="00D35AC9" w:rsidSect="00563D22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5D818" w14:textId="77777777" w:rsidR="00B62FDD" w:rsidRDefault="00B62FDD" w:rsidP="00AB19B2">
      <w:pPr>
        <w:spacing w:line="240" w:lineRule="auto"/>
      </w:pPr>
      <w:r>
        <w:separator/>
      </w:r>
    </w:p>
  </w:endnote>
  <w:endnote w:type="continuationSeparator" w:id="0">
    <w:p w14:paraId="4D0DBEDD" w14:textId="77777777" w:rsidR="00B62FDD" w:rsidRDefault="00B62FDD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9D766" w14:textId="77777777" w:rsidR="00B62FDD" w:rsidRDefault="00B62FDD" w:rsidP="00AB19B2">
      <w:pPr>
        <w:spacing w:line="240" w:lineRule="auto"/>
      </w:pPr>
      <w:r>
        <w:separator/>
      </w:r>
    </w:p>
  </w:footnote>
  <w:footnote w:type="continuationSeparator" w:id="0">
    <w:p w14:paraId="7C496A0D" w14:textId="77777777" w:rsidR="00B62FDD" w:rsidRDefault="00B62FDD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51E3" w14:textId="540393E0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>Lesson 1</w:t>
    </w:r>
    <w:r w:rsidRPr="00B34965">
      <w:rPr>
        <w:rFonts w:hint="eastAsia"/>
        <w:sz w:val="24"/>
        <w:szCs w:val="24"/>
      </w:rPr>
      <w:t xml:space="preserve">　</w:t>
    </w:r>
    <w:r w:rsidRPr="00B34965">
      <w:rPr>
        <w:b/>
        <w:bCs/>
        <w:w w:val="110"/>
        <w:sz w:val="24"/>
        <w:szCs w:val="24"/>
      </w:rPr>
      <w:t>Let’s Talk about Ourselves</w:t>
    </w:r>
  </w:p>
  <w:p w14:paraId="0CACB99A" w14:textId="59645A86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 xml:space="preserve">Part </w:t>
    </w:r>
    <w:r w:rsidR="00563D22">
      <w:rPr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D142D"/>
    <w:rsid w:val="00102227"/>
    <w:rsid w:val="0010402A"/>
    <w:rsid w:val="00162A80"/>
    <w:rsid w:val="001A0AC1"/>
    <w:rsid w:val="001F67C9"/>
    <w:rsid w:val="00216979"/>
    <w:rsid w:val="00234206"/>
    <w:rsid w:val="002A5997"/>
    <w:rsid w:val="002C27B3"/>
    <w:rsid w:val="002F40E2"/>
    <w:rsid w:val="002F4BDD"/>
    <w:rsid w:val="00324E0D"/>
    <w:rsid w:val="00331A63"/>
    <w:rsid w:val="003A47CB"/>
    <w:rsid w:val="004500F5"/>
    <w:rsid w:val="00465CC1"/>
    <w:rsid w:val="004F3FD3"/>
    <w:rsid w:val="00507EDE"/>
    <w:rsid w:val="00513AF9"/>
    <w:rsid w:val="00537595"/>
    <w:rsid w:val="00562B3B"/>
    <w:rsid w:val="00563D22"/>
    <w:rsid w:val="00571E20"/>
    <w:rsid w:val="005735C9"/>
    <w:rsid w:val="00682F5D"/>
    <w:rsid w:val="006E0EE1"/>
    <w:rsid w:val="006F4C90"/>
    <w:rsid w:val="0070306B"/>
    <w:rsid w:val="00720F71"/>
    <w:rsid w:val="00734AD2"/>
    <w:rsid w:val="00746611"/>
    <w:rsid w:val="00754CD7"/>
    <w:rsid w:val="0076683A"/>
    <w:rsid w:val="00772B02"/>
    <w:rsid w:val="00777B9E"/>
    <w:rsid w:val="007927EE"/>
    <w:rsid w:val="007C288E"/>
    <w:rsid w:val="00807E91"/>
    <w:rsid w:val="0085661C"/>
    <w:rsid w:val="008778EA"/>
    <w:rsid w:val="008D2374"/>
    <w:rsid w:val="00925141"/>
    <w:rsid w:val="00961EB8"/>
    <w:rsid w:val="009B61CA"/>
    <w:rsid w:val="009C6B14"/>
    <w:rsid w:val="009E0B91"/>
    <w:rsid w:val="00A16815"/>
    <w:rsid w:val="00A17F5E"/>
    <w:rsid w:val="00A21E86"/>
    <w:rsid w:val="00A734A7"/>
    <w:rsid w:val="00A77EA5"/>
    <w:rsid w:val="00AB19B2"/>
    <w:rsid w:val="00AD1C93"/>
    <w:rsid w:val="00AD3435"/>
    <w:rsid w:val="00B34965"/>
    <w:rsid w:val="00B4325A"/>
    <w:rsid w:val="00B62FDD"/>
    <w:rsid w:val="00C27834"/>
    <w:rsid w:val="00C3733F"/>
    <w:rsid w:val="00C84ECD"/>
    <w:rsid w:val="00CA04F0"/>
    <w:rsid w:val="00CC5E99"/>
    <w:rsid w:val="00CF50D8"/>
    <w:rsid w:val="00D05BC2"/>
    <w:rsid w:val="00D14F06"/>
    <w:rsid w:val="00D35AC9"/>
    <w:rsid w:val="00D83251"/>
    <w:rsid w:val="00DD6A2E"/>
    <w:rsid w:val="00DF183B"/>
    <w:rsid w:val="00E46094"/>
    <w:rsid w:val="00E769A6"/>
    <w:rsid w:val="00EC0BA5"/>
    <w:rsid w:val="00F12B14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Yu Gothic" w:eastAsia="Yu Gothic" w:hAnsi="Yu Gothic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513AF9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C:\Users\staff\AppData\Local\Temp\01_3_Useful Expressons練習シート（赤字）.dotx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英語教科書</cp:lastModifiedBy>
  <cp:revision>3</cp:revision>
  <cp:lastPrinted>2022-02-17T02:13:00Z</cp:lastPrinted>
  <dcterms:created xsi:type="dcterms:W3CDTF">2025-04-24T06:58:00Z</dcterms:created>
  <dcterms:modified xsi:type="dcterms:W3CDTF">2025-04-24T06:59:00Z</dcterms:modified>
</cp:coreProperties>
</file>