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0182" w14:textId="2905A4CE" w:rsidR="008778EA" w:rsidRPr="00C84ECD" w:rsidRDefault="002A2C73" w:rsidP="0070306B">
      <w:pPr>
        <w:pStyle w:val="af4"/>
      </w:pPr>
      <w:r>
        <w:rPr>
          <w:rFonts w:hint="eastAsia"/>
        </w:rPr>
        <w:t>定期試験案 ―</w:t>
      </w:r>
      <w:r w:rsidR="00237501">
        <w:rPr>
          <w:rFonts w:hint="eastAsia"/>
        </w:rPr>
        <w:t>ライティング</w:t>
      </w:r>
      <w:r>
        <w:rPr>
          <w:rFonts w:hint="eastAsia"/>
        </w:rPr>
        <w:t>―</w:t>
      </w:r>
    </w:p>
    <w:p w14:paraId="256DE6D1" w14:textId="3D507776" w:rsidR="002F4BDD" w:rsidRDefault="002F4BDD" w:rsidP="002A2C73">
      <w:pPr>
        <w:topLinePunct/>
      </w:pPr>
    </w:p>
    <w:tbl>
      <w:tblPr>
        <w:tblStyle w:val="af6"/>
        <w:tblpPr w:leftFromText="142" w:rightFromText="142" w:vertAnchor="page" w:horzAnchor="margin" w:tblpXSpec="right" w:tblpY="12123"/>
        <w:tblW w:w="0" w:type="auto"/>
        <w:tblLook w:val="04A0" w:firstRow="1" w:lastRow="0" w:firstColumn="1" w:lastColumn="0" w:noHBand="0" w:noVBand="1"/>
      </w:tblPr>
      <w:tblGrid>
        <w:gridCol w:w="992"/>
        <w:gridCol w:w="993"/>
        <w:gridCol w:w="5391"/>
      </w:tblGrid>
      <w:tr w:rsidR="00FD63FA" w14:paraId="7C84A52A" w14:textId="77777777" w:rsidTr="00FD63FA">
        <w:trPr>
          <w:trHeight w:val="454"/>
        </w:trPr>
        <w:tc>
          <w:tcPr>
            <w:tcW w:w="992" w:type="dxa"/>
            <w:vAlign w:val="center"/>
          </w:tcPr>
          <w:p w14:paraId="3880C2D3" w14:textId="77777777" w:rsidR="00FD63FA" w:rsidRDefault="00FD63FA" w:rsidP="00FD63FA">
            <w:pPr>
              <w:jc w:val="center"/>
            </w:pPr>
            <w:r>
              <w:rPr>
                <w:rFonts w:hint="eastAsia"/>
              </w:rPr>
              <w:t>クラス</w:t>
            </w:r>
          </w:p>
        </w:tc>
        <w:tc>
          <w:tcPr>
            <w:tcW w:w="993" w:type="dxa"/>
            <w:vAlign w:val="center"/>
          </w:tcPr>
          <w:p w14:paraId="3EBEF869" w14:textId="77777777" w:rsidR="00FD63FA" w:rsidRDefault="00FD63FA" w:rsidP="00FD63FA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5391" w:type="dxa"/>
            <w:vAlign w:val="center"/>
          </w:tcPr>
          <w:p w14:paraId="3F4CB33B" w14:textId="77777777" w:rsidR="00FD63FA" w:rsidRDefault="00FD63FA" w:rsidP="00FD63FA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</w:tr>
      <w:tr w:rsidR="00FD63FA" w14:paraId="3EA2CCA5" w14:textId="77777777" w:rsidTr="00FD63FA">
        <w:trPr>
          <w:trHeight w:val="794"/>
        </w:trPr>
        <w:tc>
          <w:tcPr>
            <w:tcW w:w="992" w:type="dxa"/>
            <w:vAlign w:val="center"/>
          </w:tcPr>
          <w:p w14:paraId="07C12815" w14:textId="77777777" w:rsidR="00FD63FA" w:rsidRDefault="00FD63FA" w:rsidP="00FD63FA">
            <w:pPr>
              <w:jc w:val="center"/>
            </w:pPr>
          </w:p>
        </w:tc>
        <w:tc>
          <w:tcPr>
            <w:tcW w:w="993" w:type="dxa"/>
            <w:vAlign w:val="center"/>
          </w:tcPr>
          <w:p w14:paraId="182B6FCB" w14:textId="77777777" w:rsidR="00FD63FA" w:rsidRDefault="00FD63FA" w:rsidP="00FD63FA">
            <w:pPr>
              <w:jc w:val="center"/>
            </w:pPr>
          </w:p>
        </w:tc>
        <w:tc>
          <w:tcPr>
            <w:tcW w:w="5391" w:type="dxa"/>
            <w:vAlign w:val="center"/>
          </w:tcPr>
          <w:p w14:paraId="556C8122" w14:textId="77777777" w:rsidR="00FD63FA" w:rsidRDefault="00FD63FA" w:rsidP="00FD63FA">
            <w:pPr>
              <w:jc w:val="center"/>
            </w:pPr>
          </w:p>
        </w:tc>
      </w:tr>
    </w:tbl>
    <w:p w14:paraId="50921549" w14:textId="77777777" w:rsidR="002A2C73" w:rsidRPr="00A03C04" w:rsidRDefault="002A2C73" w:rsidP="002A2C73">
      <w:pPr>
        <w:topLinePunct/>
      </w:pPr>
      <w:r w:rsidRPr="00A03C04">
        <w:rPr>
          <w:rFonts w:hint="eastAsia"/>
        </w:rPr>
        <w:t>【形式】</w:t>
      </w:r>
    </w:p>
    <w:p w14:paraId="1EA92E96" w14:textId="77777777" w:rsidR="00237501" w:rsidRDefault="00237501" w:rsidP="002A2C73">
      <w:pPr>
        <w:topLinePunct/>
        <w:ind w:leftChars="100" w:left="201"/>
      </w:pPr>
      <w:r w:rsidRPr="00237501">
        <w:rPr>
          <w:rFonts w:hint="eastAsia"/>
        </w:rPr>
        <w:t>以下の外国人からの質問に対して、あなたの意見とその理由を</w:t>
      </w:r>
      <w:r w:rsidRPr="00237501">
        <w:t>2つ英文</w:t>
      </w:r>
      <w:r>
        <w:rPr>
          <w:rFonts w:hint="eastAsia"/>
        </w:rPr>
        <w:t>で</w:t>
      </w:r>
      <w:r w:rsidRPr="00237501">
        <w:t>書きなさい。</w:t>
      </w:r>
    </w:p>
    <w:p w14:paraId="7600F776" w14:textId="77777777" w:rsidR="00237501" w:rsidRDefault="00237501" w:rsidP="002A2C73">
      <w:pPr>
        <w:topLinePunct/>
        <w:ind w:leftChars="100" w:left="201"/>
      </w:pPr>
      <w:r w:rsidRPr="00237501">
        <w:t>（語数の目安は50語~60語）</w:t>
      </w:r>
    </w:p>
    <w:p w14:paraId="74550B03" w14:textId="7C7C7781" w:rsidR="00237501" w:rsidRPr="00237501" w:rsidRDefault="00477F73" w:rsidP="00237501">
      <w:pPr>
        <w:snapToGrid w:val="0"/>
        <w:spacing w:beforeLines="50" w:before="180" w:afterLines="50" w:after="180" w:line="460" w:lineRule="exact"/>
        <w:ind w:leftChars="195" w:left="392"/>
        <w:rPr>
          <w:b/>
          <w:bCs/>
          <w:sz w:val="28"/>
          <w:szCs w:val="28"/>
        </w:rPr>
      </w:pPr>
      <w:r w:rsidRPr="00477F73">
        <w:rPr>
          <w:b/>
          <w:bCs/>
          <w:sz w:val="28"/>
          <w:szCs w:val="28"/>
        </w:rPr>
        <w:t>Do you think electric balance scooters should be allowed on public roads?</w:t>
      </w:r>
    </w:p>
    <w:tbl>
      <w:tblPr>
        <w:tblStyle w:val="af6"/>
        <w:tblW w:w="0" w:type="auto"/>
        <w:tblInd w:w="201" w:type="dxa"/>
        <w:tblLook w:val="04A0" w:firstRow="1" w:lastRow="0" w:firstColumn="1" w:lastColumn="0" w:noHBand="0" w:noVBand="1"/>
      </w:tblPr>
      <w:tblGrid>
        <w:gridCol w:w="7839"/>
      </w:tblGrid>
      <w:tr w:rsidR="00237501" w14:paraId="72E7E384" w14:textId="77777777" w:rsidTr="00FD63FA">
        <w:trPr>
          <w:trHeight w:val="567"/>
        </w:trPr>
        <w:tc>
          <w:tcPr>
            <w:tcW w:w="7839" w:type="dxa"/>
            <w:vAlign w:val="center"/>
          </w:tcPr>
          <w:p w14:paraId="437B7943" w14:textId="2240F1AC" w:rsidR="00237501" w:rsidRDefault="00237501" w:rsidP="00237501">
            <w:pPr>
              <w:topLinePunct/>
              <w:jc w:val="center"/>
            </w:pPr>
            <w:r w:rsidRPr="00237501">
              <w:rPr>
                <w:rFonts w:hint="eastAsia"/>
              </w:rPr>
              <w:t>ライティング解答欄</w:t>
            </w:r>
          </w:p>
        </w:tc>
      </w:tr>
      <w:tr w:rsidR="00237501" w14:paraId="0BD54117" w14:textId="77777777" w:rsidTr="00FD63FA">
        <w:trPr>
          <w:trHeight w:val="567"/>
        </w:trPr>
        <w:tc>
          <w:tcPr>
            <w:tcW w:w="7839" w:type="dxa"/>
            <w:vAlign w:val="center"/>
          </w:tcPr>
          <w:p w14:paraId="0DD3A7B3" w14:textId="77777777" w:rsidR="00237501" w:rsidRDefault="00237501" w:rsidP="00237501">
            <w:pPr>
              <w:topLinePunct/>
            </w:pPr>
          </w:p>
        </w:tc>
      </w:tr>
      <w:tr w:rsidR="00237501" w14:paraId="30CADBEA" w14:textId="77777777" w:rsidTr="00FD63FA">
        <w:trPr>
          <w:trHeight w:val="567"/>
        </w:trPr>
        <w:tc>
          <w:tcPr>
            <w:tcW w:w="7839" w:type="dxa"/>
            <w:vAlign w:val="center"/>
          </w:tcPr>
          <w:p w14:paraId="5979CD6E" w14:textId="77777777" w:rsidR="00237501" w:rsidRDefault="00237501" w:rsidP="00237501">
            <w:pPr>
              <w:topLinePunct/>
            </w:pPr>
          </w:p>
        </w:tc>
      </w:tr>
      <w:tr w:rsidR="00237501" w14:paraId="715EC587" w14:textId="77777777" w:rsidTr="00FD63FA">
        <w:trPr>
          <w:trHeight w:val="567"/>
        </w:trPr>
        <w:tc>
          <w:tcPr>
            <w:tcW w:w="7839" w:type="dxa"/>
            <w:vAlign w:val="center"/>
          </w:tcPr>
          <w:p w14:paraId="0B73B7CC" w14:textId="77777777" w:rsidR="00237501" w:rsidRDefault="00237501" w:rsidP="00237501">
            <w:pPr>
              <w:topLinePunct/>
            </w:pPr>
          </w:p>
        </w:tc>
      </w:tr>
      <w:tr w:rsidR="00237501" w14:paraId="12377EB0" w14:textId="77777777" w:rsidTr="00FD63FA">
        <w:trPr>
          <w:trHeight w:val="567"/>
        </w:trPr>
        <w:tc>
          <w:tcPr>
            <w:tcW w:w="7839" w:type="dxa"/>
            <w:vAlign w:val="center"/>
          </w:tcPr>
          <w:p w14:paraId="394E76FC" w14:textId="77777777" w:rsidR="00237501" w:rsidRDefault="00237501" w:rsidP="00237501">
            <w:pPr>
              <w:topLinePunct/>
            </w:pPr>
          </w:p>
        </w:tc>
      </w:tr>
      <w:tr w:rsidR="00237501" w14:paraId="68AC6E24" w14:textId="77777777" w:rsidTr="00FD63FA">
        <w:trPr>
          <w:trHeight w:val="567"/>
        </w:trPr>
        <w:tc>
          <w:tcPr>
            <w:tcW w:w="7839" w:type="dxa"/>
            <w:vAlign w:val="center"/>
          </w:tcPr>
          <w:p w14:paraId="3EC362A7" w14:textId="77777777" w:rsidR="00237501" w:rsidRDefault="00237501" w:rsidP="00237501">
            <w:pPr>
              <w:topLinePunct/>
            </w:pPr>
          </w:p>
        </w:tc>
      </w:tr>
      <w:tr w:rsidR="00237501" w14:paraId="3948F871" w14:textId="77777777" w:rsidTr="00FD63FA">
        <w:trPr>
          <w:trHeight w:val="567"/>
        </w:trPr>
        <w:tc>
          <w:tcPr>
            <w:tcW w:w="7839" w:type="dxa"/>
            <w:vAlign w:val="center"/>
          </w:tcPr>
          <w:p w14:paraId="1CD52DC1" w14:textId="77777777" w:rsidR="00237501" w:rsidRDefault="00237501" w:rsidP="00237501">
            <w:pPr>
              <w:topLinePunct/>
            </w:pPr>
          </w:p>
        </w:tc>
      </w:tr>
      <w:tr w:rsidR="00237501" w14:paraId="2DDA158A" w14:textId="77777777" w:rsidTr="00FD63FA">
        <w:trPr>
          <w:trHeight w:val="567"/>
        </w:trPr>
        <w:tc>
          <w:tcPr>
            <w:tcW w:w="7839" w:type="dxa"/>
            <w:vAlign w:val="center"/>
          </w:tcPr>
          <w:p w14:paraId="4C8BE4EC" w14:textId="77777777" w:rsidR="00237501" w:rsidRDefault="00237501" w:rsidP="00237501">
            <w:pPr>
              <w:topLinePunct/>
            </w:pPr>
          </w:p>
        </w:tc>
      </w:tr>
      <w:tr w:rsidR="00237501" w14:paraId="1A7C1CE8" w14:textId="77777777" w:rsidTr="00FD63FA">
        <w:trPr>
          <w:trHeight w:val="567"/>
        </w:trPr>
        <w:tc>
          <w:tcPr>
            <w:tcW w:w="7839" w:type="dxa"/>
            <w:vAlign w:val="center"/>
          </w:tcPr>
          <w:p w14:paraId="45103989" w14:textId="77777777" w:rsidR="00237501" w:rsidRDefault="00237501" w:rsidP="00237501">
            <w:pPr>
              <w:topLinePunct/>
            </w:pPr>
          </w:p>
        </w:tc>
      </w:tr>
      <w:tr w:rsidR="00237501" w14:paraId="5772382C" w14:textId="77777777" w:rsidTr="00FD63FA">
        <w:trPr>
          <w:trHeight w:val="567"/>
        </w:trPr>
        <w:tc>
          <w:tcPr>
            <w:tcW w:w="7839" w:type="dxa"/>
            <w:vAlign w:val="center"/>
          </w:tcPr>
          <w:p w14:paraId="266DA57B" w14:textId="77777777" w:rsidR="00237501" w:rsidRDefault="00237501" w:rsidP="00237501">
            <w:pPr>
              <w:topLinePunct/>
            </w:pPr>
          </w:p>
        </w:tc>
      </w:tr>
      <w:tr w:rsidR="00237501" w14:paraId="1B02330E" w14:textId="77777777" w:rsidTr="00FD63FA">
        <w:trPr>
          <w:trHeight w:val="567"/>
        </w:trPr>
        <w:tc>
          <w:tcPr>
            <w:tcW w:w="7839" w:type="dxa"/>
            <w:vAlign w:val="center"/>
          </w:tcPr>
          <w:p w14:paraId="53E1DDAE" w14:textId="77777777" w:rsidR="00237501" w:rsidRDefault="00237501" w:rsidP="00237501">
            <w:pPr>
              <w:topLinePunct/>
            </w:pPr>
          </w:p>
        </w:tc>
      </w:tr>
    </w:tbl>
    <w:p w14:paraId="63E1B739" w14:textId="32776BAC" w:rsidR="00BA154A" w:rsidRDefault="00BA154A"/>
    <w:sectPr w:rsidR="00BA154A" w:rsidSect="002126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0318" w:h="14570" w:code="13"/>
      <w:pgMar w:top="1418" w:right="1134" w:bottom="1134" w:left="1134" w:header="567" w:footer="567" w:gutter="0"/>
      <w:cols w:space="425"/>
      <w:docGrid w:type="linesAndChars" w:linePitch="360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BA9A75" w14:textId="77777777" w:rsidR="0051193E" w:rsidRDefault="0051193E" w:rsidP="00AB19B2">
      <w:pPr>
        <w:spacing w:line="240" w:lineRule="auto"/>
      </w:pPr>
      <w:r>
        <w:separator/>
      </w:r>
    </w:p>
  </w:endnote>
  <w:endnote w:type="continuationSeparator" w:id="0">
    <w:p w14:paraId="378DF293" w14:textId="77777777" w:rsidR="0051193E" w:rsidRDefault="0051193E" w:rsidP="00AB19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116AD" w14:textId="77777777" w:rsidR="0021265D" w:rsidRDefault="0021265D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FCD3D" w14:textId="77777777" w:rsidR="0021265D" w:rsidRDefault="0021265D">
    <w:pPr>
      <w:pStyle w:val="af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130AA" w14:textId="77777777" w:rsidR="0021265D" w:rsidRDefault="0021265D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A8720" w14:textId="77777777" w:rsidR="0051193E" w:rsidRDefault="0051193E" w:rsidP="00AB19B2">
      <w:pPr>
        <w:spacing w:line="240" w:lineRule="auto"/>
      </w:pPr>
      <w:r>
        <w:separator/>
      </w:r>
    </w:p>
  </w:footnote>
  <w:footnote w:type="continuationSeparator" w:id="0">
    <w:p w14:paraId="1E711B73" w14:textId="77777777" w:rsidR="0051193E" w:rsidRDefault="0051193E" w:rsidP="00AB19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D2A3C" w14:textId="455000DF" w:rsidR="0021265D" w:rsidRDefault="0021265D">
    <w:pPr>
      <w:pStyle w:val="af7"/>
    </w:pPr>
    <w:r>
      <w:rPr>
        <w:noProof/>
      </w:rPr>
      <w:pict w14:anchorId="4A6FFD2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810751" o:spid="_x0000_s14338" type="#_x0000_t136" style="position:absolute;left:0;text-align:left;margin-left:0;margin-top:0;width:425.6pt;height:141.8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651E3" w14:textId="608B07DF" w:rsidR="0070306B" w:rsidRPr="00FD63FA" w:rsidRDefault="0021265D" w:rsidP="00630DCC">
    <w:pPr>
      <w:pStyle w:val="af7"/>
      <w:jc w:val="right"/>
    </w:pPr>
    <w:r>
      <w:rPr>
        <w:noProof/>
      </w:rPr>
      <w:pict w14:anchorId="1875214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810752" o:spid="_x0000_s14339" type="#_x0000_t136" style="position:absolute;left:0;text-align:left;margin-left:0;margin-top:0;width:425.6pt;height:141.8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  <w:r w:rsidR="00FD63FA" w:rsidRPr="00FD63FA">
      <w:rPr>
        <w:smallCaps/>
        <w:sz w:val="24"/>
        <w:szCs w:val="24"/>
      </w:rPr>
      <w:t>L08_01</w:t>
    </w:r>
    <w:r w:rsidR="00FD63FA" w:rsidRPr="00FD63FA">
      <w:rPr>
        <w:smallCaps/>
        <w:sz w:val="24"/>
        <w:szCs w:val="24"/>
      </w:rPr>
      <w:t>英検対策問題_ライティング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1F6F3" w14:textId="650131BA" w:rsidR="0021265D" w:rsidRDefault="0021265D">
    <w:pPr>
      <w:pStyle w:val="af7"/>
    </w:pPr>
    <w:r>
      <w:rPr>
        <w:noProof/>
      </w:rPr>
      <w:pict w14:anchorId="62334C4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810750" o:spid="_x0000_s14337" type="#_x0000_t136" style="position:absolute;left:0;text-align:left;margin-left:0;margin-top:0;width:425.6pt;height:141.8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readOnly" w:enforcement="1" w:cryptProviderType="rsaAES" w:cryptAlgorithmClass="hash" w:cryptAlgorithmType="typeAny" w:cryptAlgorithmSid="14" w:cryptSpinCount="100000" w:hash="6vbYOCzL5VnOe4j3CMcuMbTFW7dsdW/TityWQcPsaO7uyyhEY8k/GGgYU8k7+4G6WcsJ1FlluXGVxRTY6roujg==" w:salt="gHh/iAUgK7J0EZkV3Eek7A=="/>
  <w:defaultTabStop w:val="840"/>
  <w:drawingGridHorizontalSpacing w:val="201"/>
  <w:displayHorizontalDrawingGridEvery w:val="0"/>
  <w:displayVerticalDrawingGridEvery w:val="2"/>
  <w:characterSpacingControl w:val="compressPunctuation"/>
  <w:hdrShapeDefaults>
    <o:shapedefaults v:ext="edit" spidmax="14340">
      <v:textbox inset="5.85pt,.7pt,5.85pt,.7pt"/>
    </o:shapedefaults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OxMDMyNzExsLQ0MzRR0lEKTi0uzszPAymwrAUAdClCuywAAAA="/>
  </w:docVars>
  <w:rsids>
    <w:rsidRoot w:val="00B4325A"/>
    <w:rsid w:val="00055BC5"/>
    <w:rsid w:val="00064F76"/>
    <w:rsid w:val="000D142D"/>
    <w:rsid w:val="00102227"/>
    <w:rsid w:val="0010402A"/>
    <w:rsid w:val="00162A80"/>
    <w:rsid w:val="001A0AC1"/>
    <w:rsid w:val="001C5E4B"/>
    <w:rsid w:val="001F67C9"/>
    <w:rsid w:val="0021265D"/>
    <w:rsid w:val="00216979"/>
    <w:rsid w:val="00234206"/>
    <w:rsid w:val="00237501"/>
    <w:rsid w:val="00242CB8"/>
    <w:rsid w:val="002A2C73"/>
    <w:rsid w:val="002A5997"/>
    <w:rsid w:val="002C27B3"/>
    <w:rsid w:val="002F40E2"/>
    <w:rsid w:val="002F4BDD"/>
    <w:rsid w:val="00324E0D"/>
    <w:rsid w:val="00331A63"/>
    <w:rsid w:val="003A47CB"/>
    <w:rsid w:val="00404948"/>
    <w:rsid w:val="0043246B"/>
    <w:rsid w:val="00442BD3"/>
    <w:rsid w:val="004500F5"/>
    <w:rsid w:val="00477F73"/>
    <w:rsid w:val="004F3FD3"/>
    <w:rsid w:val="0051193E"/>
    <w:rsid w:val="00537595"/>
    <w:rsid w:val="00562B3B"/>
    <w:rsid w:val="00571E20"/>
    <w:rsid w:val="005F7A7A"/>
    <w:rsid w:val="00630DCC"/>
    <w:rsid w:val="00681826"/>
    <w:rsid w:val="00682F5D"/>
    <w:rsid w:val="006E0EE1"/>
    <w:rsid w:val="006F4475"/>
    <w:rsid w:val="006F4C90"/>
    <w:rsid w:val="0070306B"/>
    <w:rsid w:val="00720DC9"/>
    <w:rsid w:val="00720F71"/>
    <w:rsid w:val="00734AD2"/>
    <w:rsid w:val="00754CD7"/>
    <w:rsid w:val="0076683A"/>
    <w:rsid w:val="00772B02"/>
    <w:rsid w:val="007C288E"/>
    <w:rsid w:val="0085661C"/>
    <w:rsid w:val="00871201"/>
    <w:rsid w:val="008778EA"/>
    <w:rsid w:val="008D2374"/>
    <w:rsid w:val="008F2CE2"/>
    <w:rsid w:val="00925141"/>
    <w:rsid w:val="009B0E4A"/>
    <w:rsid w:val="009B61CA"/>
    <w:rsid w:val="009C186C"/>
    <w:rsid w:val="009F0257"/>
    <w:rsid w:val="009F34D5"/>
    <w:rsid w:val="00A16815"/>
    <w:rsid w:val="00A6528C"/>
    <w:rsid w:val="00A734A7"/>
    <w:rsid w:val="00AA6D26"/>
    <w:rsid w:val="00AB19B2"/>
    <w:rsid w:val="00AD3435"/>
    <w:rsid w:val="00AF61D5"/>
    <w:rsid w:val="00B34965"/>
    <w:rsid w:val="00B4325A"/>
    <w:rsid w:val="00BA154A"/>
    <w:rsid w:val="00C12866"/>
    <w:rsid w:val="00C84ECD"/>
    <w:rsid w:val="00CA04F0"/>
    <w:rsid w:val="00CF50D8"/>
    <w:rsid w:val="00D05BC2"/>
    <w:rsid w:val="00D35AC9"/>
    <w:rsid w:val="00D362AA"/>
    <w:rsid w:val="00DD6A2E"/>
    <w:rsid w:val="00DF183B"/>
    <w:rsid w:val="00E15750"/>
    <w:rsid w:val="00E46094"/>
    <w:rsid w:val="00E54602"/>
    <w:rsid w:val="00E769A6"/>
    <w:rsid w:val="00E961CC"/>
    <w:rsid w:val="00EA3EA2"/>
    <w:rsid w:val="00EC0BA5"/>
    <w:rsid w:val="00F16E0C"/>
    <w:rsid w:val="00F23405"/>
    <w:rsid w:val="00F674B8"/>
    <w:rsid w:val="00F77852"/>
    <w:rsid w:val="00F902C0"/>
    <w:rsid w:val="00F91A6A"/>
    <w:rsid w:val="00FC2788"/>
    <w:rsid w:val="00FD294E"/>
    <w:rsid w:val="00FD63FA"/>
    <w:rsid w:val="00FE5879"/>
    <w:rsid w:val="00FF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40">
      <v:textbox inset="5.85pt,.7pt,5.85pt,.7pt"/>
    </o:shapedefaults>
    <o:shapelayout v:ext="edit">
      <o:idmap v:ext="edit" data="1"/>
    </o:shapelayout>
  </w:shapeDefaults>
  <w:decimalSymbol w:val="."/>
  <w:listSeparator w:val=","/>
  <w14:docId w14:val="1A15056B"/>
  <w15:chartTrackingRefBased/>
  <w15:docId w15:val="{EAF57F32-9593-46DD-9038-21CE2B7C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ゴシック" w:eastAsia="游ゴシック" w:hAnsi="游ゴシック" w:cstheme="minorBidi"/>
        <w:sz w:val="21"/>
        <w:szCs w:val="21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unhideWhenUsed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E20"/>
  </w:style>
  <w:style w:type="paragraph" w:styleId="1">
    <w:name w:val="heading 1"/>
    <w:basedOn w:val="a"/>
    <w:next w:val="a"/>
    <w:link w:val="10"/>
    <w:uiPriority w:val="9"/>
    <w:rsid w:val="00571E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qFormat/>
    <w:rsid w:val="00571E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qFormat/>
    <w:rsid w:val="00571E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qFormat/>
    <w:rsid w:val="00571E20"/>
    <w:pPr>
      <w:keepNext/>
      <w:keepLines/>
      <w:spacing w:before="4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qFormat/>
    <w:rsid w:val="00571E20"/>
    <w:pPr>
      <w:keepNext/>
      <w:keepLines/>
      <w:spacing w:before="4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qFormat/>
    <w:rsid w:val="00571E20"/>
    <w:pPr>
      <w:keepNext/>
      <w:keepLines/>
      <w:spacing w:before="4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qFormat/>
    <w:rsid w:val="00571E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qFormat/>
    <w:rsid w:val="00571E20"/>
    <w:pPr>
      <w:keepNext/>
      <w:keepLines/>
      <w:spacing w:before="40"/>
      <w:outlineLvl w:val="7"/>
    </w:pPr>
    <w:rPr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qFormat/>
    <w:rsid w:val="00571E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rsid w:val="00571E20"/>
    <w:rPr>
      <w:rFonts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1E20"/>
    <w:rPr>
      <w:rFonts w:eastAsia="游明朝" w:cstheme="majorBidi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71E20"/>
    <w:rPr>
      <w:rFonts w:asciiTheme="majorHAnsi" w:eastAsiaTheme="majorEastAsia" w:hAnsiTheme="majorHAnsi" w:cstheme="majorBidi"/>
      <w:color w:val="1F3864" w:themeColor="accent1" w:themeShade="80"/>
      <w:kern w:val="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71E20"/>
    <w:rPr>
      <w:rFonts w:eastAsia="游明朝"/>
      <w:i/>
      <w:iCs/>
      <w:kern w:val="0"/>
    </w:rPr>
  </w:style>
  <w:style w:type="character" w:customStyle="1" w:styleId="50">
    <w:name w:val="見出し 5 (文字)"/>
    <w:basedOn w:val="a0"/>
    <w:link w:val="5"/>
    <w:uiPriority w:val="9"/>
    <w:semiHidden/>
    <w:rsid w:val="00571E20"/>
    <w:rPr>
      <w:rFonts w:eastAsia="游明朝"/>
      <w:color w:val="2F5496" w:themeColor="accent1" w:themeShade="BF"/>
      <w:kern w:val="0"/>
    </w:rPr>
  </w:style>
  <w:style w:type="character" w:customStyle="1" w:styleId="60">
    <w:name w:val="見出し 6 (文字)"/>
    <w:basedOn w:val="a0"/>
    <w:link w:val="6"/>
    <w:uiPriority w:val="9"/>
    <w:semiHidden/>
    <w:rsid w:val="00571E20"/>
    <w:rPr>
      <w:rFonts w:eastAsia="游明朝"/>
      <w:color w:val="1F3864" w:themeColor="accent1" w:themeShade="80"/>
      <w:kern w:val="0"/>
    </w:rPr>
  </w:style>
  <w:style w:type="character" w:customStyle="1" w:styleId="70">
    <w:name w:val="見出し 7 (文字)"/>
    <w:basedOn w:val="a0"/>
    <w:link w:val="7"/>
    <w:uiPriority w:val="9"/>
    <w:semiHidden/>
    <w:rsid w:val="00571E20"/>
    <w:rPr>
      <w:rFonts w:asciiTheme="majorHAnsi" w:eastAsiaTheme="majorEastAsia" w:hAnsiTheme="majorHAnsi" w:cstheme="majorBidi"/>
      <w:i/>
      <w:iCs/>
      <w:color w:val="1F3864" w:themeColor="accent1" w:themeShade="80"/>
      <w:kern w:val="0"/>
    </w:rPr>
  </w:style>
  <w:style w:type="character" w:customStyle="1" w:styleId="80">
    <w:name w:val="見出し 8 (文字)"/>
    <w:basedOn w:val="a0"/>
    <w:link w:val="8"/>
    <w:uiPriority w:val="9"/>
    <w:semiHidden/>
    <w:rsid w:val="00571E20"/>
    <w:rPr>
      <w:rFonts w:eastAsia="游明朝"/>
      <w:color w:val="262626" w:themeColor="text1" w:themeTint="D9"/>
      <w:kern w:val="0"/>
    </w:rPr>
  </w:style>
  <w:style w:type="character" w:customStyle="1" w:styleId="90">
    <w:name w:val="見出し 9 (文字)"/>
    <w:basedOn w:val="a0"/>
    <w:link w:val="9"/>
    <w:uiPriority w:val="9"/>
    <w:semiHidden/>
    <w:rsid w:val="00571E20"/>
    <w:rPr>
      <w:rFonts w:asciiTheme="majorHAnsi" w:eastAsiaTheme="majorEastAsia" w:hAnsiTheme="majorHAnsi" w:cstheme="majorBidi"/>
      <w:i/>
      <w:iCs/>
      <w:color w:val="262626" w:themeColor="text1" w:themeTint="D9"/>
      <w:kern w:val="0"/>
    </w:rPr>
  </w:style>
  <w:style w:type="paragraph" w:styleId="a5">
    <w:name w:val="caption"/>
    <w:basedOn w:val="a"/>
    <w:next w:val="a"/>
    <w:uiPriority w:val="35"/>
    <w:semiHidden/>
    <w:qFormat/>
    <w:rsid w:val="00571E2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6">
    <w:name w:val="Title"/>
    <w:basedOn w:val="a"/>
    <w:next w:val="a"/>
    <w:link w:val="a7"/>
    <w:uiPriority w:val="10"/>
    <w:semiHidden/>
    <w:qFormat/>
    <w:rsid w:val="00571E2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7">
    <w:name w:val="表題 (文字)"/>
    <w:basedOn w:val="a0"/>
    <w:link w:val="a6"/>
    <w:uiPriority w:val="10"/>
    <w:semiHidden/>
    <w:rsid w:val="00571E20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8">
    <w:name w:val="Subtitle"/>
    <w:basedOn w:val="a"/>
    <w:next w:val="a"/>
    <w:link w:val="a9"/>
    <w:uiPriority w:val="11"/>
    <w:semiHidden/>
    <w:qFormat/>
    <w:rsid w:val="00571E20"/>
    <w:pPr>
      <w:jc w:val="center"/>
      <w:outlineLvl w:val="1"/>
    </w:pPr>
    <w:rPr>
      <w:rFonts w:asciiTheme="minorHAnsi" w:eastAsiaTheme="minorEastAsia" w:hAnsiTheme="minorHAnsi"/>
      <w:sz w:val="24"/>
      <w:szCs w:val="24"/>
    </w:rPr>
  </w:style>
  <w:style w:type="character" w:customStyle="1" w:styleId="a9">
    <w:name w:val="副題 (文字)"/>
    <w:basedOn w:val="a0"/>
    <w:link w:val="a8"/>
    <w:uiPriority w:val="11"/>
    <w:semiHidden/>
    <w:rsid w:val="00571E20"/>
    <w:rPr>
      <w:rFonts w:asciiTheme="minorHAnsi" w:eastAsiaTheme="minorEastAsia" w:hAnsiTheme="minorHAnsi"/>
      <w:kern w:val="0"/>
      <w:sz w:val="24"/>
      <w:szCs w:val="24"/>
    </w:rPr>
  </w:style>
  <w:style w:type="character" w:styleId="aa">
    <w:name w:val="Strong"/>
    <w:basedOn w:val="a0"/>
    <w:uiPriority w:val="22"/>
    <w:semiHidden/>
    <w:qFormat/>
    <w:rsid w:val="00571E20"/>
    <w:rPr>
      <w:b/>
      <w:bCs/>
    </w:rPr>
  </w:style>
  <w:style w:type="character" w:styleId="ab">
    <w:name w:val="Emphasis"/>
    <w:basedOn w:val="a0"/>
    <w:uiPriority w:val="20"/>
    <w:semiHidden/>
    <w:qFormat/>
    <w:rsid w:val="00571E20"/>
    <w:rPr>
      <w:i/>
      <w:iCs/>
    </w:rPr>
  </w:style>
  <w:style w:type="paragraph" w:styleId="ac">
    <w:name w:val="No Spacing"/>
    <w:uiPriority w:val="1"/>
    <w:semiHidden/>
    <w:rsid w:val="00571E20"/>
    <w:pPr>
      <w:spacing w:line="240" w:lineRule="auto"/>
    </w:pPr>
    <w:rPr>
      <w:rFonts w:eastAsia="游明朝"/>
    </w:rPr>
  </w:style>
  <w:style w:type="paragraph" w:styleId="ad">
    <w:name w:val="List Paragraph"/>
    <w:basedOn w:val="a"/>
    <w:uiPriority w:val="34"/>
    <w:semiHidden/>
    <w:qFormat/>
    <w:rsid w:val="00571E20"/>
    <w:pPr>
      <w:ind w:leftChars="400" w:left="840"/>
    </w:pPr>
  </w:style>
  <w:style w:type="paragraph" w:styleId="ae">
    <w:name w:val="Quote"/>
    <w:basedOn w:val="a"/>
    <w:next w:val="a"/>
    <w:link w:val="af"/>
    <w:uiPriority w:val="29"/>
    <w:semiHidden/>
    <w:qFormat/>
    <w:rsid w:val="00571E2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semiHidden/>
    <w:rsid w:val="00571E20"/>
    <w:rPr>
      <w:rFonts w:eastAsia="游明朝"/>
      <w:i/>
      <w:iCs/>
      <w:color w:val="404040" w:themeColor="text1" w:themeTint="BF"/>
      <w:kern w:val="0"/>
    </w:rPr>
  </w:style>
  <w:style w:type="paragraph" w:styleId="21">
    <w:name w:val="Intense Quote"/>
    <w:basedOn w:val="a"/>
    <w:next w:val="a"/>
    <w:link w:val="22"/>
    <w:uiPriority w:val="30"/>
    <w:semiHidden/>
    <w:rsid w:val="00571E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2">
    <w:name w:val="引用文 2 (文字)"/>
    <w:basedOn w:val="a0"/>
    <w:link w:val="21"/>
    <w:uiPriority w:val="30"/>
    <w:semiHidden/>
    <w:rsid w:val="00571E20"/>
    <w:rPr>
      <w:rFonts w:eastAsia="游明朝"/>
      <w:i/>
      <w:iCs/>
      <w:color w:val="4472C4" w:themeColor="accent1"/>
      <w:kern w:val="0"/>
    </w:rPr>
  </w:style>
  <w:style w:type="character" w:styleId="af0">
    <w:name w:val="Subtle Emphasis"/>
    <w:basedOn w:val="a0"/>
    <w:uiPriority w:val="19"/>
    <w:semiHidden/>
    <w:qFormat/>
    <w:rsid w:val="00571E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semiHidden/>
    <w:qFormat/>
    <w:rsid w:val="00571E20"/>
    <w:rPr>
      <w:i/>
      <w:iCs/>
      <w:color w:val="4472C4" w:themeColor="accent1"/>
    </w:rPr>
  </w:style>
  <w:style w:type="character" w:styleId="af1">
    <w:name w:val="Subtle Reference"/>
    <w:basedOn w:val="a0"/>
    <w:uiPriority w:val="31"/>
    <w:semiHidden/>
    <w:qFormat/>
    <w:rsid w:val="00571E20"/>
    <w:rPr>
      <w:smallCaps/>
      <w:color w:val="5A5A5A" w:themeColor="text1" w:themeTint="A5"/>
    </w:rPr>
  </w:style>
  <w:style w:type="character" w:styleId="24">
    <w:name w:val="Intense Reference"/>
    <w:basedOn w:val="a0"/>
    <w:uiPriority w:val="32"/>
    <w:semiHidden/>
    <w:qFormat/>
    <w:rsid w:val="00571E20"/>
    <w:rPr>
      <w:b/>
      <w:bCs/>
      <w:smallCaps/>
      <w:color w:val="4472C4" w:themeColor="accent1"/>
      <w:spacing w:val="5"/>
    </w:rPr>
  </w:style>
  <w:style w:type="character" w:styleId="af2">
    <w:name w:val="Book Title"/>
    <w:basedOn w:val="a0"/>
    <w:uiPriority w:val="33"/>
    <w:semiHidden/>
    <w:qFormat/>
    <w:rsid w:val="00571E20"/>
    <w:rPr>
      <w:b/>
      <w:bCs/>
      <w:i/>
      <w:iCs/>
      <w:spacing w:val="5"/>
    </w:rPr>
  </w:style>
  <w:style w:type="paragraph" w:styleId="af3">
    <w:name w:val="TOC Heading"/>
    <w:basedOn w:val="1"/>
    <w:next w:val="a"/>
    <w:uiPriority w:val="39"/>
    <w:semiHidden/>
    <w:qFormat/>
    <w:rsid w:val="00571E20"/>
    <w:pPr>
      <w:outlineLvl w:val="9"/>
    </w:pPr>
  </w:style>
  <w:style w:type="paragraph" w:customStyle="1" w:styleId="af4">
    <w:name w:val="見出し"/>
    <w:basedOn w:val="a"/>
    <w:next w:val="a"/>
    <w:autoRedefine/>
    <w:qFormat/>
    <w:rsid w:val="00C84ECD"/>
    <w:pPr>
      <w:spacing w:line="240" w:lineRule="auto"/>
      <w:outlineLvl w:val="0"/>
    </w:pPr>
    <w:rPr>
      <w:rFonts w:ascii="游ゴシック Medium" w:eastAsia="游ゴシック Medium" w:hAnsi="游ゴシック Medium" w:cs="游ゴシック Medium"/>
      <w:bCs/>
      <w:sz w:val="28"/>
      <w:szCs w:val="28"/>
    </w:rPr>
  </w:style>
  <w:style w:type="paragraph" w:customStyle="1" w:styleId="11">
    <w:name w:val="スタイル1"/>
    <w:basedOn w:val="af5"/>
    <w:autoRedefine/>
    <w:uiPriority w:val="1"/>
    <w:rsid w:val="000D142D"/>
    <w:pPr>
      <w:shd w:val="solid" w:color="auto" w:fill="auto"/>
      <w:spacing w:afterLines="0" w:after="0"/>
    </w:pPr>
  </w:style>
  <w:style w:type="paragraph" w:customStyle="1" w:styleId="af5">
    <w:name w:val="小見出し"/>
    <w:basedOn w:val="a"/>
    <w:next w:val="a"/>
    <w:autoRedefine/>
    <w:rsid w:val="000D142D"/>
    <w:pPr>
      <w:shd w:val="solid" w:color="E59C19" w:fill="auto"/>
      <w:spacing w:afterLines="50" w:after="50"/>
    </w:pPr>
    <w:rPr>
      <w:b/>
      <w:color w:val="FFFFFF" w:themeColor="background1"/>
    </w:rPr>
  </w:style>
  <w:style w:type="paragraph" w:customStyle="1" w:styleId="LessonTitle">
    <w:name w:val="Lesson Title"/>
    <w:basedOn w:val="af5"/>
    <w:next w:val="a"/>
    <w:autoRedefine/>
    <w:uiPriority w:val="1"/>
    <w:rsid w:val="00DF183B"/>
    <w:pPr>
      <w:shd w:val="solid" w:color="BFBFBF" w:themeColor="background1" w:themeShade="BF" w:fill="auto"/>
      <w:spacing w:afterLines="0" w:after="0" w:line="400" w:lineRule="exact"/>
    </w:pPr>
    <w:rPr>
      <w:color w:val="auto"/>
      <w:sz w:val="28"/>
      <w:szCs w:val="28"/>
    </w:rPr>
  </w:style>
  <w:style w:type="table" w:styleId="af6">
    <w:name w:val="Table Grid"/>
    <w:basedOn w:val="a1"/>
    <w:uiPriority w:val="39"/>
    <w:rsid w:val="00D35AC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semiHidden/>
    <w:rsid w:val="00AB19B2"/>
  </w:style>
  <w:style w:type="paragraph" w:styleId="af9">
    <w:name w:val="footer"/>
    <w:basedOn w:val="a"/>
    <w:link w:val="afa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semiHidden/>
    <w:rsid w:val="00AB19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ff\AppData\Local\Temp\01_3_Useful%20Expressons&#32244;&#32722;&#12471;&#12540;&#12488;&#65288;&#36196;&#23383;&#65289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01_3_Useful Expressons練習シート（赤字）.dotx</Template>
  <TotalTime>0</TotalTime>
  <Pages>1</Pages>
  <Words>29</Words>
  <Characters>170</Characters>
  <Application>Microsoft Office Word</Application>
  <DocSecurity>8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2022-02-17T02:13:00Z</cp:lastPrinted>
  <dcterms:created xsi:type="dcterms:W3CDTF">2025-05-21T10:31:00Z</dcterms:created>
  <dcterms:modified xsi:type="dcterms:W3CDTF">2025-05-21T10:31:00Z</dcterms:modified>
</cp:coreProperties>
</file>