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9391F" w14:textId="77777777" w:rsidR="00D3337F" w:rsidRDefault="00D3337F" w:rsidP="00D3337F">
      <w:pPr>
        <w:pStyle w:val="af4"/>
      </w:pPr>
      <w:r>
        <w:rPr>
          <w:rFonts w:hint="eastAsia"/>
        </w:rPr>
        <w:t>定期試験案 —スピーキング 観点別評価基準表―</w:t>
      </w:r>
    </w:p>
    <w:p w14:paraId="5FB2D20D" w14:textId="77777777" w:rsidR="00012FAB" w:rsidRPr="00D3337F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05FE5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32FAA81" w:rsidR="00805FE5" w:rsidRPr="006B39F9" w:rsidRDefault="00A55FC8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比較（比較級）、製品の機能の表現を適切に使っ</w:t>
            </w:r>
            <w:r w:rsidR="00303653" w:rsidRPr="00303653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5994D6B9" w:rsidR="00805FE5" w:rsidRPr="006B39F9" w:rsidRDefault="00303653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303653"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A55FC8">
              <w:rPr>
                <w:rFonts w:hint="eastAsia"/>
                <w:color w:val="000000"/>
                <w:sz w:val="18"/>
                <w:szCs w:val="18"/>
              </w:rPr>
              <w:t>、理解に支障のない程度に、比較（比較級）、製品の機能の表現を使っ</w:t>
            </w:r>
            <w:r w:rsidRPr="00303653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【3点】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0945BF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5F9B15A9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6436C95" w:rsidR="0070773E" w:rsidRPr="006B39F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Pr="006B39F9">
              <w:rPr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0773E" w:rsidRPr="005735C9" w:rsidRDefault="0070773E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05FE5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3E6905FC" w:rsidR="00805FE5" w:rsidRPr="006B39F9" w:rsidRDefault="005E4DF1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A0AA8">
              <w:rPr>
                <w:rFonts w:hint="eastAsia"/>
                <w:color w:val="000000"/>
                <w:sz w:val="18"/>
                <w:szCs w:val="18"/>
              </w:rPr>
              <w:t>製品の機能ついて、基本的な語句や文を用いて、事実や自分の考え、気持ちなどを即興で伝え合っている。</w:t>
            </w:r>
            <w:r>
              <w:rPr>
                <w:rFonts w:hint="eastAsia"/>
                <w:color w:val="000000"/>
                <w:sz w:val="18"/>
                <w:szCs w:val="18"/>
              </w:rPr>
              <w:t>【</w:t>
            </w:r>
            <w:r>
              <w:rPr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6BFD4E52" w:rsidR="00805FE5" w:rsidRPr="006B39F9" w:rsidRDefault="00303653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303653">
              <w:rPr>
                <w:rFonts w:hint="eastAsia"/>
                <w:color w:val="000000"/>
                <w:sz w:val="18"/>
                <w:szCs w:val="18"/>
              </w:rPr>
              <w:t>製品の機能について、準備をした上で、基本的な語句や文を用いて、事実や自分の考え、気持ちなどを伝え合っている。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805FE5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805FE5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805FE5" w:rsidRPr="005735C9" w:rsidRDefault="00805FE5" w:rsidP="000945BF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2D2C3619" w:rsidR="00805FE5" w:rsidRPr="006B39F9" w:rsidRDefault="00303653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303653">
              <w:rPr>
                <w:rFonts w:hint="eastAsia"/>
                <w:color w:val="000000"/>
                <w:sz w:val="18"/>
                <w:szCs w:val="18"/>
              </w:rPr>
              <w:t>製品の機能について、基本的な語句や文を用いて、事実や自分の考え、気持ちなどを即興で伝え合おうとしている。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【10点】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15526BE2" w:rsidR="00805FE5" w:rsidRPr="006B39F9" w:rsidRDefault="00303653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303653">
              <w:rPr>
                <w:rFonts w:hint="eastAsia"/>
                <w:color w:val="000000"/>
                <w:sz w:val="18"/>
                <w:szCs w:val="18"/>
              </w:rPr>
              <w:t>製品の機能について、準備をした上で、基本的な語句や文を用いて、事実や自分の考え、気持ちなどを伝え合おうとしている。</w:t>
            </w:r>
            <w:r w:rsidR="00805FE5">
              <w:rPr>
                <w:rFonts w:hint="eastAsia"/>
                <w:color w:val="000000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805FE5" w:rsidRPr="005735C9" w:rsidRDefault="00805FE5" w:rsidP="000945BF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CD65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134" w:header="567" w:footer="567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6B38F" w14:textId="77777777" w:rsidR="00D603AE" w:rsidRDefault="00D603AE" w:rsidP="00AB19B2">
      <w:pPr>
        <w:spacing w:line="240" w:lineRule="auto"/>
      </w:pPr>
      <w:r>
        <w:separator/>
      </w:r>
    </w:p>
  </w:endnote>
  <w:endnote w:type="continuationSeparator" w:id="0">
    <w:p w14:paraId="79B7E02D" w14:textId="77777777" w:rsidR="00D603AE" w:rsidRDefault="00D603A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D839F" w14:textId="77777777" w:rsidR="00CD6548" w:rsidRDefault="00CD6548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3E67" w14:textId="77777777" w:rsidR="00CD6548" w:rsidRDefault="00CD6548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03450" w14:textId="77777777" w:rsidR="00CD6548" w:rsidRDefault="00CD6548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5C78" w14:textId="77777777" w:rsidR="00D603AE" w:rsidRDefault="00D603AE" w:rsidP="00AB19B2">
      <w:pPr>
        <w:spacing w:line="240" w:lineRule="auto"/>
      </w:pPr>
      <w:r>
        <w:separator/>
      </w:r>
    </w:p>
  </w:footnote>
  <w:footnote w:type="continuationSeparator" w:id="0">
    <w:p w14:paraId="679B0291" w14:textId="77777777" w:rsidR="00D603AE" w:rsidRDefault="00D603A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E8C6" w14:textId="0DBE472E" w:rsidR="00CD6548" w:rsidRDefault="00CD6548">
    <w:pPr>
      <w:pStyle w:val="af7"/>
    </w:pPr>
    <w:r>
      <w:rPr>
        <w:noProof/>
      </w:rPr>
      <w:pict w14:anchorId="0413FC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157126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99A" w14:textId="15788222" w:rsidR="0070306B" w:rsidRPr="00D61E95" w:rsidRDefault="00CD6548" w:rsidP="00D61E95">
    <w:pPr>
      <w:pStyle w:val="af7"/>
      <w:jc w:val="right"/>
    </w:pPr>
    <w:r>
      <w:rPr>
        <w:noProof/>
      </w:rPr>
      <w:pict w14:anchorId="574F3A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157127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D61E95" w:rsidRPr="00D61E95">
      <w:rPr>
        <w:smallCaps/>
        <w:sz w:val="24"/>
        <w:szCs w:val="24"/>
      </w:rPr>
      <w:t>L08_P1_03</w:t>
    </w:r>
    <w:r w:rsidR="00D61E95" w:rsidRPr="00D61E95">
      <w:rPr>
        <w:smallCaps/>
        <w:sz w:val="24"/>
        <w:szCs w:val="24"/>
      </w:rPr>
      <w:t>定期試験案_スピーキング_評価基準表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B2AF9" w14:textId="049B0A5A" w:rsidR="00CD6548" w:rsidRDefault="00CD6548">
    <w:pPr>
      <w:pStyle w:val="af7"/>
    </w:pPr>
    <w:r>
      <w:rPr>
        <w:noProof/>
      </w:rPr>
      <w:pict w14:anchorId="3E9210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157125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4XM2Q6PMQ6R1jQ4lChlVEJtB+Y1S+zfbVrN8F3r+CqEvuIp1bQ9nG8l79OHzUV2zwpAjWnUk1WxxVJ1Mz+tLag==" w:salt="KapjvVlwSFND2jNTSH+JJA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945BF"/>
    <w:rsid w:val="000B6353"/>
    <w:rsid w:val="000D142D"/>
    <w:rsid w:val="00102227"/>
    <w:rsid w:val="0010402A"/>
    <w:rsid w:val="00162A80"/>
    <w:rsid w:val="001A0AC1"/>
    <w:rsid w:val="001F67C9"/>
    <w:rsid w:val="00216979"/>
    <w:rsid w:val="00234206"/>
    <w:rsid w:val="002A5997"/>
    <w:rsid w:val="002C27B3"/>
    <w:rsid w:val="002F40E2"/>
    <w:rsid w:val="002F4BDD"/>
    <w:rsid w:val="00303653"/>
    <w:rsid w:val="00324E0D"/>
    <w:rsid w:val="00331A63"/>
    <w:rsid w:val="003A47CB"/>
    <w:rsid w:val="003E2374"/>
    <w:rsid w:val="004500F5"/>
    <w:rsid w:val="004F3FD3"/>
    <w:rsid w:val="00537595"/>
    <w:rsid w:val="005458BD"/>
    <w:rsid w:val="00562B3B"/>
    <w:rsid w:val="00571E20"/>
    <w:rsid w:val="005735C9"/>
    <w:rsid w:val="005E4DF1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C288E"/>
    <w:rsid w:val="00805FE5"/>
    <w:rsid w:val="00807E91"/>
    <w:rsid w:val="00827656"/>
    <w:rsid w:val="0085661C"/>
    <w:rsid w:val="008778EA"/>
    <w:rsid w:val="008D2374"/>
    <w:rsid w:val="008F02CB"/>
    <w:rsid w:val="00925141"/>
    <w:rsid w:val="009B61CA"/>
    <w:rsid w:val="009E0B91"/>
    <w:rsid w:val="00A16815"/>
    <w:rsid w:val="00A35914"/>
    <w:rsid w:val="00A55FC8"/>
    <w:rsid w:val="00A734A7"/>
    <w:rsid w:val="00AB19B2"/>
    <w:rsid w:val="00AD3435"/>
    <w:rsid w:val="00B34965"/>
    <w:rsid w:val="00B4325A"/>
    <w:rsid w:val="00C27834"/>
    <w:rsid w:val="00C84ECD"/>
    <w:rsid w:val="00CA04F0"/>
    <w:rsid w:val="00CC5E99"/>
    <w:rsid w:val="00CD24E8"/>
    <w:rsid w:val="00CD6548"/>
    <w:rsid w:val="00CF50D8"/>
    <w:rsid w:val="00D05BC2"/>
    <w:rsid w:val="00D14F06"/>
    <w:rsid w:val="00D3337F"/>
    <w:rsid w:val="00D35AC9"/>
    <w:rsid w:val="00D603AE"/>
    <w:rsid w:val="00D61E95"/>
    <w:rsid w:val="00DD6A2E"/>
    <w:rsid w:val="00DF183B"/>
    <w:rsid w:val="00E46094"/>
    <w:rsid w:val="00E54765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84</Words>
  <Characters>482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2025-05-21T10:20:00Z</dcterms:created>
  <dcterms:modified xsi:type="dcterms:W3CDTF">2025-05-21T10:20:00Z</dcterms:modified>
</cp:coreProperties>
</file>