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0182" w14:textId="7A7C1164" w:rsidR="008778EA" w:rsidRPr="00C84ECD" w:rsidRDefault="002A2C73" w:rsidP="0070306B">
      <w:pPr>
        <w:pStyle w:val="af4"/>
      </w:pPr>
      <w:r>
        <w:rPr>
          <w:rFonts w:hint="eastAsia"/>
        </w:rPr>
        <w:t>定期試験案 ―</w:t>
      </w:r>
      <w:r w:rsidR="00673F89">
        <w:rPr>
          <w:rFonts w:hint="eastAsia"/>
        </w:rPr>
        <w:t>スピーキ</w:t>
      </w:r>
      <w:r w:rsidR="00AE5029">
        <w:rPr>
          <w:rFonts w:hint="eastAsia"/>
        </w:rPr>
        <w:t>ング</w:t>
      </w:r>
      <w:r>
        <w:rPr>
          <w:rFonts w:hint="eastAsia"/>
        </w:rPr>
        <w:t>―</w:t>
      </w:r>
    </w:p>
    <w:p w14:paraId="256DE6D1" w14:textId="3D507776" w:rsidR="002F4BDD" w:rsidRDefault="002F4BDD" w:rsidP="002A2C73">
      <w:pPr>
        <w:topLinePunct/>
      </w:pPr>
    </w:p>
    <w:p w14:paraId="0F5B5380" w14:textId="77777777" w:rsidR="00756B11" w:rsidRPr="00756B11" w:rsidRDefault="00756B11" w:rsidP="00756B11">
      <w:pPr>
        <w:spacing w:line="480" w:lineRule="exact"/>
        <w:ind w:leftChars="100" w:left="607" w:hangingChars="150" w:hanging="406"/>
        <w:rPr>
          <w:sz w:val="28"/>
          <w:szCs w:val="28"/>
        </w:rPr>
      </w:pPr>
      <w:r w:rsidRPr="00756B11">
        <w:rPr>
          <w:sz w:val="28"/>
          <w:szCs w:val="28"/>
        </w:rPr>
        <w:t>Your teacher will ask you the following questions about latest products.</w:t>
      </w:r>
    </w:p>
    <w:p w14:paraId="3D9F0022" w14:textId="77777777" w:rsidR="00756B11" w:rsidRPr="00756B11" w:rsidRDefault="00756B11" w:rsidP="00756B11">
      <w:pPr>
        <w:spacing w:line="480" w:lineRule="exact"/>
        <w:ind w:leftChars="100" w:left="607" w:hangingChars="150" w:hanging="406"/>
        <w:rPr>
          <w:sz w:val="28"/>
          <w:szCs w:val="28"/>
        </w:rPr>
      </w:pPr>
      <w:r w:rsidRPr="00756B11">
        <w:rPr>
          <w:sz w:val="28"/>
          <w:szCs w:val="28"/>
        </w:rPr>
        <w:t>You have one-minute preparation time.</w:t>
      </w:r>
    </w:p>
    <w:p w14:paraId="17D4FFC1" w14:textId="77777777" w:rsidR="00756B11" w:rsidRPr="00756B11" w:rsidRDefault="00756B11" w:rsidP="00756B11">
      <w:pPr>
        <w:spacing w:line="480" w:lineRule="exact"/>
        <w:ind w:leftChars="100" w:left="607" w:hangingChars="150" w:hanging="406"/>
        <w:rPr>
          <w:sz w:val="28"/>
          <w:szCs w:val="28"/>
        </w:rPr>
      </w:pPr>
      <w:r w:rsidRPr="00756B11">
        <w:rPr>
          <w:sz w:val="28"/>
          <w:szCs w:val="28"/>
        </w:rPr>
        <w:t>For question 3, you have 20 seconds to state your opinion.</w:t>
      </w:r>
    </w:p>
    <w:p w14:paraId="61645C10" w14:textId="77777777" w:rsidR="00756B11" w:rsidRPr="00756B11" w:rsidRDefault="00756B11" w:rsidP="00756B11">
      <w:pPr>
        <w:spacing w:line="480" w:lineRule="exact"/>
        <w:ind w:leftChars="100" w:left="607" w:hangingChars="150" w:hanging="406"/>
        <w:rPr>
          <w:sz w:val="28"/>
          <w:szCs w:val="28"/>
        </w:rPr>
      </w:pPr>
    </w:p>
    <w:p w14:paraId="622CC08E" w14:textId="77777777" w:rsidR="00756B11" w:rsidRPr="00756B11" w:rsidRDefault="00756B11" w:rsidP="00756B11">
      <w:pPr>
        <w:spacing w:line="480" w:lineRule="exact"/>
        <w:ind w:leftChars="100" w:left="607" w:hangingChars="150" w:hanging="406"/>
        <w:rPr>
          <w:sz w:val="28"/>
          <w:szCs w:val="28"/>
        </w:rPr>
      </w:pPr>
      <w:r w:rsidRPr="00756B11">
        <w:rPr>
          <w:sz w:val="28"/>
          <w:szCs w:val="28"/>
        </w:rPr>
        <w:t>1. Do you have any latest products?</w:t>
      </w:r>
    </w:p>
    <w:p w14:paraId="69E3F341" w14:textId="77777777" w:rsidR="00756B11" w:rsidRPr="00756B11" w:rsidRDefault="00756B11" w:rsidP="00756B11">
      <w:pPr>
        <w:spacing w:line="480" w:lineRule="exact"/>
        <w:ind w:leftChars="100" w:left="607" w:hangingChars="150" w:hanging="406"/>
        <w:rPr>
          <w:sz w:val="28"/>
          <w:szCs w:val="28"/>
        </w:rPr>
      </w:pPr>
      <w:r w:rsidRPr="00756B11">
        <w:rPr>
          <w:sz w:val="28"/>
          <w:szCs w:val="28"/>
        </w:rPr>
        <w:t>2. Do you want to ride in an automatic parking function car?</w:t>
      </w:r>
    </w:p>
    <w:p w14:paraId="5BB78FC1" w14:textId="68F8057D" w:rsidR="00A426B2" w:rsidRPr="00A91EB2" w:rsidRDefault="00756B11" w:rsidP="00093CF8">
      <w:pPr>
        <w:spacing w:line="480" w:lineRule="exact"/>
        <w:ind w:leftChars="99" w:left="565" w:hangingChars="135" w:hanging="366"/>
        <w:rPr>
          <w:sz w:val="28"/>
          <w:szCs w:val="28"/>
        </w:rPr>
      </w:pPr>
      <w:r w:rsidRPr="00756B11">
        <w:rPr>
          <w:sz w:val="28"/>
          <w:szCs w:val="28"/>
        </w:rPr>
        <w:t>3. Do you think automatic parking function is much safer than an ordinary car?  Why or why not?</w:t>
      </w:r>
    </w:p>
    <w:p w14:paraId="2C12C0F9" w14:textId="62F66974" w:rsidR="00A426B2" w:rsidRDefault="00A426B2" w:rsidP="00A426B2"/>
    <w:p w14:paraId="223869C0" w14:textId="77777777" w:rsidR="00A91EB2" w:rsidRDefault="00A91EB2" w:rsidP="00A426B2"/>
    <w:p w14:paraId="2B91FEA6" w14:textId="77777777" w:rsidR="00A91EB2" w:rsidRPr="00F97400" w:rsidRDefault="00A91EB2" w:rsidP="00A91EB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opLinePunct/>
        <w:ind w:leftChars="50" w:left="100" w:rightChars="50" w:right="100"/>
        <w:rPr>
          <w:b/>
          <w:bCs/>
        </w:rPr>
      </w:pPr>
      <w:r w:rsidRPr="00F97400">
        <w:rPr>
          <w:rFonts w:hint="eastAsia"/>
          <w:b/>
          <w:bCs/>
        </w:rPr>
        <w:t>M</w:t>
      </w:r>
      <w:r w:rsidRPr="00F97400">
        <w:rPr>
          <w:b/>
          <w:bCs/>
        </w:rPr>
        <w:t>EMO</w:t>
      </w:r>
    </w:p>
    <w:p w14:paraId="1AE2E087" w14:textId="77777777" w:rsidR="00A91EB2" w:rsidRDefault="00A91EB2" w:rsidP="00A91EB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opLinePunct/>
        <w:ind w:leftChars="50" w:left="100" w:rightChars="50" w:right="100"/>
      </w:pPr>
    </w:p>
    <w:p w14:paraId="0CCC53B1" w14:textId="479CDFAC" w:rsidR="00A91EB2" w:rsidRDefault="00A91EB2" w:rsidP="00A91EB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opLinePunct/>
        <w:ind w:leftChars="50" w:left="100" w:rightChars="50" w:right="100"/>
      </w:pPr>
    </w:p>
    <w:p w14:paraId="683D9FE0" w14:textId="77777777" w:rsidR="00A91EB2" w:rsidRDefault="00A91EB2" w:rsidP="00A91EB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opLinePunct/>
        <w:ind w:leftChars="50" w:left="100" w:rightChars="50" w:right="100"/>
      </w:pPr>
    </w:p>
    <w:p w14:paraId="15B36D11" w14:textId="77777777" w:rsidR="00A91EB2" w:rsidRDefault="00A91EB2" w:rsidP="00A91EB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opLinePunct/>
        <w:ind w:leftChars="50" w:left="100" w:rightChars="50" w:right="100"/>
      </w:pPr>
    </w:p>
    <w:p w14:paraId="1F6BEEC2" w14:textId="77777777" w:rsidR="00A91EB2" w:rsidRDefault="00A91EB2" w:rsidP="00A91EB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opLinePunct/>
        <w:ind w:leftChars="50" w:left="100" w:rightChars="50" w:right="100"/>
      </w:pPr>
    </w:p>
    <w:p w14:paraId="0AB34A31" w14:textId="77777777" w:rsidR="00A91EB2" w:rsidRDefault="00A91EB2" w:rsidP="00A91EB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opLinePunct/>
        <w:ind w:leftChars="50" w:left="100" w:rightChars="50" w:right="100"/>
      </w:pPr>
    </w:p>
    <w:p w14:paraId="1B31F8BE" w14:textId="77777777" w:rsidR="00A91EB2" w:rsidRDefault="00A91EB2" w:rsidP="00A91EB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opLinePunct/>
        <w:ind w:leftChars="50" w:left="100" w:rightChars="50" w:right="100"/>
      </w:pPr>
    </w:p>
    <w:p w14:paraId="67205AAD" w14:textId="77777777" w:rsidR="00A91EB2" w:rsidRDefault="00A91EB2" w:rsidP="00A91EB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opLinePunct/>
        <w:ind w:leftChars="50" w:left="100" w:rightChars="50" w:right="100"/>
      </w:pPr>
    </w:p>
    <w:p w14:paraId="5F438DE4" w14:textId="59140912" w:rsidR="00A91EB2" w:rsidRDefault="00A91EB2" w:rsidP="00A91EB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opLinePunct/>
        <w:ind w:leftChars="50" w:left="100" w:rightChars="50" w:right="100"/>
      </w:pPr>
    </w:p>
    <w:p w14:paraId="70ACDAE4" w14:textId="77777777" w:rsidR="00A91EB2" w:rsidRDefault="00A91EB2" w:rsidP="00A91EB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opLinePunct/>
        <w:ind w:leftChars="50" w:left="100" w:rightChars="50" w:right="100"/>
      </w:pPr>
    </w:p>
    <w:p w14:paraId="3DA74503" w14:textId="77777777" w:rsidR="00A91EB2" w:rsidRDefault="00A91EB2" w:rsidP="00A91EB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opLinePunct/>
        <w:ind w:leftChars="50" w:left="100" w:rightChars="50" w:right="100"/>
      </w:pPr>
    </w:p>
    <w:p w14:paraId="550F4E1E" w14:textId="77777777" w:rsidR="00A91EB2" w:rsidRDefault="00A91EB2" w:rsidP="00A91EB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opLinePunct/>
        <w:ind w:leftChars="50" w:left="100" w:rightChars="50" w:right="100"/>
      </w:pPr>
    </w:p>
    <w:p w14:paraId="4734C06C" w14:textId="77777777" w:rsidR="00A91EB2" w:rsidRDefault="00A91EB2" w:rsidP="00A91EB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opLinePunct/>
        <w:ind w:leftChars="50" w:left="100" w:rightChars="50" w:right="100"/>
      </w:pPr>
    </w:p>
    <w:p w14:paraId="4DC6BBD0" w14:textId="77777777" w:rsidR="00A91EB2" w:rsidRDefault="00A91EB2" w:rsidP="00A91EB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opLinePunct/>
        <w:ind w:leftChars="50" w:left="100" w:rightChars="50" w:right="100"/>
      </w:pPr>
    </w:p>
    <w:p w14:paraId="5C1FE677" w14:textId="77777777" w:rsidR="00A91EB2" w:rsidRDefault="00A91EB2" w:rsidP="00A91EB2">
      <w:pPr>
        <w:topLinePunct/>
      </w:pPr>
    </w:p>
    <w:p w14:paraId="4ED93D25" w14:textId="77777777" w:rsidR="00A91EB2" w:rsidRPr="00F97400" w:rsidRDefault="00A91EB2" w:rsidP="00A91EB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topLinePunct/>
        <w:spacing w:line="400" w:lineRule="exact"/>
        <w:ind w:leftChars="50" w:left="100" w:rightChars="50" w:right="100"/>
        <w:rPr>
          <w:b/>
          <w:bCs/>
          <w:sz w:val="24"/>
          <w:szCs w:val="24"/>
        </w:rPr>
      </w:pPr>
      <w:r w:rsidRPr="00F97400">
        <w:rPr>
          <w:rFonts w:hint="eastAsia"/>
          <w:b/>
          <w:bCs/>
          <w:sz w:val="24"/>
          <w:szCs w:val="24"/>
        </w:rPr>
        <w:t>会話のヒント</w:t>
      </w:r>
    </w:p>
    <w:p w14:paraId="7F0B8D14" w14:textId="77777777" w:rsidR="00A91EB2" w:rsidRPr="00F97400" w:rsidRDefault="00A91EB2" w:rsidP="00A91EB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topLinePunct/>
        <w:spacing w:line="400" w:lineRule="exact"/>
        <w:ind w:leftChars="50" w:left="100" w:rightChars="50" w:right="100"/>
        <w:rPr>
          <w:sz w:val="24"/>
          <w:szCs w:val="24"/>
        </w:rPr>
      </w:pPr>
      <w:r w:rsidRPr="00F97400">
        <w:rPr>
          <w:rFonts w:hint="eastAsia"/>
          <w:sz w:val="24"/>
          <w:szCs w:val="24"/>
        </w:rPr>
        <w:t>● ときどき相手の目を見て、ほほえみながら話そう。</w:t>
      </w:r>
    </w:p>
    <w:p w14:paraId="793033E5" w14:textId="77777777" w:rsidR="00A91EB2" w:rsidRPr="00F97400" w:rsidRDefault="00A91EB2" w:rsidP="00A91EB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topLinePunct/>
        <w:spacing w:line="400" w:lineRule="exact"/>
        <w:ind w:leftChars="50" w:left="100" w:rightChars="50" w:right="100"/>
        <w:rPr>
          <w:sz w:val="24"/>
          <w:szCs w:val="24"/>
        </w:rPr>
      </w:pPr>
      <w:r w:rsidRPr="00F97400">
        <w:rPr>
          <w:rFonts w:hint="eastAsia"/>
          <w:sz w:val="24"/>
          <w:szCs w:val="24"/>
        </w:rPr>
        <w:t>● 意識して少し大きめの声で話そう。</w:t>
      </w:r>
    </w:p>
    <w:p w14:paraId="38DA58EB" w14:textId="1F2B3EC7" w:rsidR="00A91EB2" w:rsidRPr="00A91EB2" w:rsidRDefault="00A91EB2" w:rsidP="00A91EB2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topLinePunct/>
        <w:spacing w:line="400" w:lineRule="exact"/>
        <w:ind w:leftChars="50" w:left="446" w:rightChars="50" w:right="100" w:hangingChars="150" w:hanging="346"/>
      </w:pPr>
      <w:r w:rsidRPr="00F97400">
        <w:rPr>
          <w:rFonts w:hint="eastAsia"/>
          <w:sz w:val="24"/>
          <w:szCs w:val="24"/>
        </w:rPr>
        <w:t>●</w:t>
      </w:r>
      <w:r w:rsidRPr="00F97400">
        <w:rPr>
          <w:sz w:val="24"/>
          <w:szCs w:val="24"/>
        </w:rPr>
        <w:t xml:space="preserve"> </w:t>
      </w:r>
      <w:r w:rsidRPr="00F97400">
        <w:rPr>
          <w:rFonts w:hint="eastAsia"/>
          <w:sz w:val="24"/>
          <w:szCs w:val="24"/>
        </w:rPr>
        <w:t>相手の言ったことが聞き取れなかったときは、聞き流さず、P</w:t>
      </w:r>
      <w:r w:rsidRPr="00F97400">
        <w:rPr>
          <w:sz w:val="24"/>
          <w:szCs w:val="24"/>
        </w:rPr>
        <w:t xml:space="preserve">ardon?, Excuse me? </w:t>
      </w:r>
      <w:r w:rsidRPr="00F97400">
        <w:rPr>
          <w:rFonts w:hint="eastAsia"/>
          <w:sz w:val="24"/>
          <w:szCs w:val="24"/>
        </w:rPr>
        <w:t>などの表現を使ってもう一度言ってもらおう。</w:t>
      </w:r>
    </w:p>
    <w:p w14:paraId="5513A753" w14:textId="6EE236D6" w:rsidR="00D35AC9" w:rsidRPr="00D35AC9" w:rsidRDefault="00D35AC9" w:rsidP="006E0EE1">
      <w:pPr>
        <w:spacing w:line="20" w:lineRule="exact"/>
      </w:pPr>
    </w:p>
    <w:sectPr w:rsidR="00D35AC9" w:rsidRPr="00D35AC9" w:rsidSect="00090D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425"/>
      <w:docGrid w:type="linesAndChar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2F4A8" w14:textId="77777777" w:rsidR="00114022" w:rsidRDefault="00114022" w:rsidP="00AB19B2">
      <w:pPr>
        <w:spacing w:line="240" w:lineRule="auto"/>
      </w:pPr>
      <w:r>
        <w:separator/>
      </w:r>
    </w:p>
  </w:endnote>
  <w:endnote w:type="continuationSeparator" w:id="0">
    <w:p w14:paraId="28038892" w14:textId="77777777" w:rsidR="00114022" w:rsidRDefault="00114022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55471" w14:textId="77777777" w:rsidR="00090DD3" w:rsidRDefault="00090DD3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ADDEF" w14:textId="77777777" w:rsidR="00090DD3" w:rsidRDefault="00090DD3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C9A02" w14:textId="77777777" w:rsidR="00090DD3" w:rsidRDefault="00090DD3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75594" w14:textId="77777777" w:rsidR="00114022" w:rsidRDefault="00114022" w:rsidP="00AB19B2">
      <w:pPr>
        <w:spacing w:line="240" w:lineRule="auto"/>
      </w:pPr>
      <w:r>
        <w:separator/>
      </w:r>
    </w:p>
  </w:footnote>
  <w:footnote w:type="continuationSeparator" w:id="0">
    <w:p w14:paraId="731DB03A" w14:textId="77777777" w:rsidR="00114022" w:rsidRDefault="00114022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370BA" w14:textId="58A6FBF0" w:rsidR="00090DD3" w:rsidRDefault="00090DD3">
    <w:pPr>
      <w:pStyle w:val="af7"/>
    </w:pPr>
    <w:r>
      <w:rPr>
        <w:noProof/>
      </w:rPr>
      <w:pict w14:anchorId="317E62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04641" o:spid="_x0000_s1026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B3F8" w14:textId="1AFC7E8A" w:rsidR="005A33C8" w:rsidRPr="00EF4672" w:rsidRDefault="00090DD3" w:rsidP="00EF4672">
    <w:pPr>
      <w:pStyle w:val="af7"/>
      <w:jc w:val="right"/>
    </w:pPr>
    <w:r>
      <w:rPr>
        <w:noProof/>
      </w:rPr>
      <w:pict w14:anchorId="354108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04642" o:spid="_x0000_s1027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EF4672" w:rsidRPr="00EF4672">
      <w:rPr>
        <w:smallCaps/>
        <w:sz w:val="24"/>
        <w:szCs w:val="24"/>
      </w:rPr>
      <w:t>L08_P1_02</w:t>
    </w:r>
    <w:r w:rsidR="00EF4672" w:rsidRPr="00EF4672">
      <w:rPr>
        <w:smallCaps/>
        <w:sz w:val="24"/>
        <w:szCs w:val="24"/>
      </w:rPr>
      <w:t>定期試験案_スピーキング_問題用紙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0B38A" w14:textId="100D9B8A" w:rsidR="00090DD3" w:rsidRDefault="00090DD3">
    <w:pPr>
      <w:pStyle w:val="af7"/>
    </w:pPr>
    <w:r>
      <w:rPr>
        <w:noProof/>
      </w:rPr>
      <w:pict w14:anchorId="416663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04640" o:spid="_x0000_s1025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QHLEkSvdPnxlFX7UdNh8cx9a471UObOA1zFUsbRc7v9Zk3x40f3Y7kCx2FqngagMQ4Hs3JDEPTVLQJc8DpX9mw==" w:salt="H+hhL7ve9YlLMEnFI3eXHg==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64F76"/>
    <w:rsid w:val="00090DD3"/>
    <w:rsid w:val="00093CF8"/>
    <w:rsid w:val="000C4A79"/>
    <w:rsid w:val="000D142D"/>
    <w:rsid w:val="00102227"/>
    <w:rsid w:val="0010402A"/>
    <w:rsid w:val="00114022"/>
    <w:rsid w:val="00162A80"/>
    <w:rsid w:val="001A0AC1"/>
    <w:rsid w:val="001B73AF"/>
    <w:rsid w:val="001F67C9"/>
    <w:rsid w:val="00216979"/>
    <w:rsid w:val="00234206"/>
    <w:rsid w:val="002A2C73"/>
    <w:rsid w:val="002A5997"/>
    <w:rsid w:val="002C27B3"/>
    <w:rsid w:val="002F40E2"/>
    <w:rsid w:val="002F4BDD"/>
    <w:rsid w:val="00324E0D"/>
    <w:rsid w:val="00331A63"/>
    <w:rsid w:val="003A47CB"/>
    <w:rsid w:val="0043246B"/>
    <w:rsid w:val="004500F5"/>
    <w:rsid w:val="004F3FD3"/>
    <w:rsid w:val="00535141"/>
    <w:rsid w:val="00537595"/>
    <w:rsid w:val="00540A83"/>
    <w:rsid w:val="00562B3B"/>
    <w:rsid w:val="00571E20"/>
    <w:rsid w:val="005A33C8"/>
    <w:rsid w:val="00673F89"/>
    <w:rsid w:val="00681826"/>
    <w:rsid w:val="00682F5D"/>
    <w:rsid w:val="00691081"/>
    <w:rsid w:val="006E0EE1"/>
    <w:rsid w:val="006F4C90"/>
    <w:rsid w:val="0070306B"/>
    <w:rsid w:val="00720F71"/>
    <w:rsid w:val="00734AD2"/>
    <w:rsid w:val="00754CD7"/>
    <w:rsid w:val="00756B11"/>
    <w:rsid w:val="0076683A"/>
    <w:rsid w:val="00772B02"/>
    <w:rsid w:val="007C288E"/>
    <w:rsid w:val="0085661C"/>
    <w:rsid w:val="008778EA"/>
    <w:rsid w:val="008D2374"/>
    <w:rsid w:val="008F0B4D"/>
    <w:rsid w:val="00900751"/>
    <w:rsid w:val="00925141"/>
    <w:rsid w:val="009B52DD"/>
    <w:rsid w:val="009B61CA"/>
    <w:rsid w:val="009D6C36"/>
    <w:rsid w:val="00A16815"/>
    <w:rsid w:val="00A426B2"/>
    <w:rsid w:val="00A734A7"/>
    <w:rsid w:val="00A771AD"/>
    <w:rsid w:val="00A91EB2"/>
    <w:rsid w:val="00AB19B2"/>
    <w:rsid w:val="00AD3435"/>
    <w:rsid w:val="00AE5029"/>
    <w:rsid w:val="00B031D5"/>
    <w:rsid w:val="00B210B7"/>
    <w:rsid w:val="00B34965"/>
    <w:rsid w:val="00B4325A"/>
    <w:rsid w:val="00C102B9"/>
    <w:rsid w:val="00C7441D"/>
    <w:rsid w:val="00C84ECD"/>
    <w:rsid w:val="00CA04F0"/>
    <w:rsid w:val="00CF50D8"/>
    <w:rsid w:val="00D05BC2"/>
    <w:rsid w:val="00D35AC9"/>
    <w:rsid w:val="00DD6A2E"/>
    <w:rsid w:val="00DF183B"/>
    <w:rsid w:val="00E40769"/>
    <w:rsid w:val="00E46094"/>
    <w:rsid w:val="00E769A6"/>
    <w:rsid w:val="00E857E5"/>
    <w:rsid w:val="00EC0BA5"/>
    <w:rsid w:val="00EF4672"/>
    <w:rsid w:val="00F23405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Expressons練習シート（赤字）.dotx</Template>
  <TotalTime>0</TotalTime>
  <Pages>1</Pages>
  <Words>78</Words>
  <Characters>448</Characters>
  <Application>Microsoft Office Word</Application>
  <DocSecurity>8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2022-02-17T02:13:00Z</cp:lastPrinted>
  <dcterms:created xsi:type="dcterms:W3CDTF">2025-05-21T10:18:00Z</dcterms:created>
  <dcterms:modified xsi:type="dcterms:W3CDTF">2025-05-21T10:18:00Z</dcterms:modified>
</cp:coreProperties>
</file>