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EC3DB" w14:textId="7F045E09" w:rsidR="00323169" w:rsidRDefault="003A446B" w:rsidP="00FC1EE8">
      <w:pPr>
        <w:pStyle w:val="af4"/>
        <w:rPr>
          <w:rFonts w:cs="ShinGoPr6N-Regular"/>
        </w:rPr>
      </w:pPr>
      <w:r>
        <w:t>Special Activity</w:t>
      </w:r>
      <w:r w:rsidR="005735C9">
        <w:t xml:space="preserve"> </w:t>
      </w:r>
      <w:r w:rsidR="0060794C">
        <w:rPr>
          <w:rFonts w:hint="eastAsia"/>
        </w:rPr>
        <w:t>活動ワーク</w:t>
      </w:r>
      <w:r w:rsidR="00D35AC9" w:rsidRPr="00C84ECD">
        <w:t>シート</w:t>
      </w:r>
    </w:p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5391"/>
      </w:tblGrid>
      <w:tr w:rsidR="00F42E7C" w14:paraId="7D737957" w14:textId="77777777" w:rsidTr="00F42E7C">
        <w:trPr>
          <w:trHeight w:val="454"/>
        </w:trPr>
        <w:tc>
          <w:tcPr>
            <w:tcW w:w="992" w:type="dxa"/>
            <w:vAlign w:val="center"/>
          </w:tcPr>
          <w:p w14:paraId="5FCBA614" w14:textId="77777777" w:rsidR="00F42E7C" w:rsidRDefault="00F42E7C" w:rsidP="00F42E7C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3" w:type="dxa"/>
            <w:vAlign w:val="center"/>
          </w:tcPr>
          <w:p w14:paraId="22AF3292" w14:textId="77777777" w:rsidR="00F42E7C" w:rsidRDefault="00F42E7C" w:rsidP="00F42E7C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391" w:type="dxa"/>
            <w:vAlign w:val="center"/>
          </w:tcPr>
          <w:p w14:paraId="3633D4B2" w14:textId="77777777" w:rsidR="00F42E7C" w:rsidRDefault="00F42E7C" w:rsidP="00F42E7C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</w:tr>
      <w:tr w:rsidR="00F42E7C" w14:paraId="31680B68" w14:textId="77777777" w:rsidTr="00F42E7C">
        <w:trPr>
          <w:trHeight w:val="794"/>
        </w:trPr>
        <w:tc>
          <w:tcPr>
            <w:tcW w:w="992" w:type="dxa"/>
            <w:vAlign w:val="center"/>
          </w:tcPr>
          <w:p w14:paraId="52030626" w14:textId="77777777" w:rsidR="00F42E7C" w:rsidRDefault="00F42E7C" w:rsidP="00F42E7C">
            <w:pPr>
              <w:jc w:val="center"/>
            </w:pPr>
          </w:p>
        </w:tc>
        <w:tc>
          <w:tcPr>
            <w:tcW w:w="993" w:type="dxa"/>
            <w:vAlign w:val="center"/>
          </w:tcPr>
          <w:p w14:paraId="590FD045" w14:textId="77777777" w:rsidR="00F42E7C" w:rsidRDefault="00F42E7C" w:rsidP="00F42E7C">
            <w:pPr>
              <w:jc w:val="center"/>
            </w:pPr>
          </w:p>
        </w:tc>
        <w:tc>
          <w:tcPr>
            <w:tcW w:w="5391" w:type="dxa"/>
            <w:vAlign w:val="center"/>
          </w:tcPr>
          <w:p w14:paraId="4EB5D98E" w14:textId="77777777" w:rsidR="00F42E7C" w:rsidRDefault="00F42E7C" w:rsidP="00FC1EE8"/>
        </w:tc>
      </w:tr>
    </w:tbl>
    <w:p w14:paraId="197B3C3B" w14:textId="6D2D8E03" w:rsidR="0073468C" w:rsidRDefault="0073468C" w:rsidP="0073468C">
      <w:pPr>
        <w:topLinePunct/>
      </w:pPr>
    </w:p>
    <w:p w14:paraId="5FB45EAC" w14:textId="063AE0DD" w:rsidR="00343C08" w:rsidRDefault="00343C08" w:rsidP="00343C08">
      <w:pPr>
        <w:topLinePunct/>
        <w:spacing w:afterLines="50" w:after="180"/>
        <w:ind w:left="210" w:hangingChars="100" w:hanging="210"/>
      </w:pPr>
      <w:r>
        <w:rPr>
          <w:rFonts w:hint="eastAsia"/>
        </w:rPr>
        <w:t>●「</w:t>
      </w:r>
      <w:r w:rsidR="000B6FCC">
        <w:rPr>
          <w:rFonts w:hint="eastAsia"/>
        </w:rPr>
        <w:t>翻訳アプリ</w:t>
      </w:r>
      <w:r w:rsidRPr="00030DF6">
        <w:rPr>
          <w:rFonts w:hint="eastAsia"/>
        </w:rPr>
        <w:t>が発達した時点で、英語の授業はなくすべきである」というテーマについて、肯定側の立場に立って賛成する「理由」</w:t>
      </w:r>
      <w:r w:rsidR="004813EA">
        <w:rPr>
          <w:rFonts w:hint="eastAsia"/>
        </w:rPr>
        <w:t>(Supporting ideas)</w:t>
      </w:r>
      <w:r w:rsidRPr="00030DF6">
        <w:rPr>
          <w:rFonts w:hint="eastAsia"/>
        </w:rPr>
        <w:t>や「具体的な説明や例」</w:t>
      </w:r>
      <w:r w:rsidR="004813EA">
        <w:rPr>
          <w:rFonts w:hint="eastAsia"/>
        </w:rPr>
        <w:t>(Explanations an</w:t>
      </w:r>
      <w:r w:rsidR="004813EA">
        <w:t>d examples)</w:t>
      </w:r>
      <w:r w:rsidRPr="00030DF6">
        <w:rPr>
          <w:rFonts w:hint="eastAsia"/>
        </w:rPr>
        <w:t>を考えてメモしよう。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343C08" w14:paraId="41B7B03C" w14:textId="77777777" w:rsidTr="006E41F1">
        <w:trPr>
          <w:trHeight w:val="454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14:paraId="25A0D337" w14:textId="443E9EA6" w:rsidR="00343C08" w:rsidRDefault="004813EA" w:rsidP="00EE5CA9">
            <w:pPr>
              <w:topLinePunct/>
              <w:jc w:val="center"/>
            </w:pPr>
            <w:r>
              <w:rPr>
                <w:rFonts w:hint="eastAsia"/>
              </w:rPr>
              <w:t>Supporting ideas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14:paraId="25D39995" w14:textId="6B9E8D02" w:rsidR="00343C08" w:rsidRDefault="004813EA" w:rsidP="00EE5CA9">
            <w:pPr>
              <w:topLinePunct/>
              <w:jc w:val="center"/>
            </w:pPr>
            <w:r>
              <w:rPr>
                <w:rFonts w:hint="eastAsia"/>
              </w:rPr>
              <w:t>Explanations and examples</w:t>
            </w:r>
          </w:p>
        </w:tc>
      </w:tr>
      <w:tr w:rsidR="00343C08" w14:paraId="48F777C1" w14:textId="77777777" w:rsidTr="006E41F1">
        <w:trPr>
          <w:trHeight w:val="567"/>
        </w:trPr>
        <w:tc>
          <w:tcPr>
            <w:tcW w:w="2500" w:type="pct"/>
            <w:tcBorders>
              <w:bottom w:val="dashed" w:sz="4" w:space="0" w:color="auto"/>
            </w:tcBorders>
          </w:tcPr>
          <w:p w14:paraId="3EF0D619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bottom w:val="dashed" w:sz="4" w:space="0" w:color="auto"/>
            </w:tcBorders>
          </w:tcPr>
          <w:p w14:paraId="385250ED" w14:textId="77777777" w:rsidR="00343C08" w:rsidRDefault="00343C08" w:rsidP="00EE5CA9">
            <w:pPr>
              <w:topLinePunct/>
            </w:pPr>
          </w:p>
        </w:tc>
      </w:tr>
      <w:tr w:rsidR="00343C08" w14:paraId="1DC2EBDA" w14:textId="77777777" w:rsidTr="006E41F1">
        <w:trPr>
          <w:trHeight w:val="567"/>
        </w:trPr>
        <w:tc>
          <w:tcPr>
            <w:tcW w:w="2500" w:type="pct"/>
            <w:tcBorders>
              <w:top w:val="dashed" w:sz="4" w:space="0" w:color="auto"/>
              <w:bottom w:val="single" w:sz="4" w:space="0" w:color="auto"/>
            </w:tcBorders>
          </w:tcPr>
          <w:p w14:paraId="58B9F0EB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top w:val="dashed" w:sz="4" w:space="0" w:color="auto"/>
              <w:bottom w:val="single" w:sz="4" w:space="0" w:color="auto"/>
            </w:tcBorders>
          </w:tcPr>
          <w:p w14:paraId="705C3DFC" w14:textId="77777777" w:rsidR="00343C08" w:rsidRDefault="00343C08" w:rsidP="00EE5CA9">
            <w:pPr>
              <w:topLinePunct/>
            </w:pPr>
          </w:p>
        </w:tc>
      </w:tr>
      <w:tr w:rsidR="00343C08" w14:paraId="1CE482CF" w14:textId="77777777" w:rsidTr="006E41F1">
        <w:trPr>
          <w:trHeight w:val="567"/>
        </w:trPr>
        <w:tc>
          <w:tcPr>
            <w:tcW w:w="2500" w:type="pct"/>
            <w:tcBorders>
              <w:bottom w:val="dashed" w:sz="4" w:space="0" w:color="auto"/>
            </w:tcBorders>
          </w:tcPr>
          <w:p w14:paraId="59DED50C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bottom w:val="dashed" w:sz="4" w:space="0" w:color="auto"/>
            </w:tcBorders>
          </w:tcPr>
          <w:p w14:paraId="54A018CE" w14:textId="77777777" w:rsidR="00343C08" w:rsidRDefault="00343C08" w:rsidP="00EE5CA9">
            <w:pPr>
              <w:topLinePunct/>
            </w:pPr>
          </w:p>
        </w:tc>
      </w:tr>
      <w:tr w:rsidR="00343C08" w14:paraId="7765680C" w14:textId="77777777" w:rsidTr="006E41F1">
        <w:trPr>
          <w:trHeight w:val="567"/>
        </w:trPr>
        <w:tc>
          <w:tcPr>
            <w:tcW w:w="2500" w:type="pct"/>
            <w:tcBorders>
              <w:top w:val="dashed" w:sz="4" w:space="0" w:color="auto"/>
            </w:tcBorders>
          </w:tcPr>
          <w:p w14:paraId="057B0F3A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top w:val="dashed" w:sz="4" w:space="0" w:color="auto"/>
            </w:tcBorders>
          </w:tcPr>
          <w:p w14:paraId="5D03D73F" w14:textId="77777777" w:rsidR="00343C08" w:rsidRDefault="00343C08" w:rsidP="00EE5CA9">
            <w:pPr>
              <w:topLinePunct/>
            </w:pPr>
          </w:p>
        </w:tc>
      </w:tr>
    </w:tbl>
    <w:p w14:paraId="08557E3D" w14:textId="77777777" w:rsidR="00343C08" w:rsidRPr="00710D9A" w:rsidRDefault="00343C08" w:rsidP="00343C08">
      <w:pPr>
        <w:topLinePunct/>
      </w:pPr>
    </w:p>
    <w:p w14:paraId="52D89099" w14:textId="01D07182" w:rsidR="00343C08" w:rsidRPr="00030DF6" w:rsidRDefault="00343C08" w:rsidP="00343C08">
      <w:pPr>
        <w:topLinePunct/>
        <w:spacing w:afterLines="50" w:after="180"/>
        <w:ind w:left="210" w:hangingChars="100" w:hanging="210"/>
      </w:pPr>
      <w:r>
        <w:rPr>
          <w:rFonts w:hint="eastAsia"/>
        </w:rPr>
        <w:t>●</w:t>
      </w:r>
      <w:r w:rsidR="000B6FCC">
        <w:rPr>
          <w:rFonts w:hint="eastAsia"/>
        </w:rPr>
        <w:t>「翻訳アプリ</w:t>
      </w:r>
      <w:r w:rsidRPr="00030DF6">
        <w:rPr>
          <w:rFonts w:hint="eastAsia"/>
        </w:rPr>
        <w:t>が発達した時点で、英語の授業はなくすべきである」というテーマについて、否定側の立場に立って反対する「理由」</w:t>
      </w:r>
      <w:r w:rsidR="004813EA">
        <w:rPr>
          <w:rFonts w:hint="eastAsia"/>
        </w:rPr>
        <w:t>(Opposing ideas)</w:t>
      </w:r>
      <w:r w:rsidRPr="00030DF6">
        <w:rPr>
          <w:rFonts w:hint="eastAsia"/>
        </w:rPr>
        <w:t>や「具体的な説明や例」</w:t>
      </w:r>
      <w:r w:rsidR="004813EA">
        <w:rPr>
          <w:rFonts w:hint="eastAsia"/>
        </w:rPr>
        <w:t>(Explanations an</w:t>
      </w:r>
      <w:r w:rsidR="004813EA">
        <w:t>d examples)</w:t>
      </w:r>
      <w:r w:rsidRPr="00030DF6">
        <w:rPr>
          <w:rFonts w:hint="eastAsia"/>
        </w:rPr>
        <w:t>を考えてメモしよう。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343C08" w14:paraId="030A2482" w14:textId="77777777" w:rsidTr="006E41F1">
        <w:trPr>
          <w:trHeight w:val="454"/>
        </w:trPr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14:paraId="59301E63" w14:textId="3C4D9BF6" w:rsidR="00343C08" w:rsidRDefault="004813EA" w:rsidP="006E41F1">
            <w:pPr>
              <w:topLinePunct/>
              <w:jc w:val="center"/>
            </w:pPr>
            <w:r>
              <w:rPr>
                <w:rFonts w:hint="eastAsia"/>
              </w:rPr>
              <w:t>Supporting ideas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center"/>
          </w:tcPr>
          <w:p w14:paraId="260AAFE1" w14:textId="65A33E02" w:rsidR="00343C08" w:rsidRDefault="004813EA" w:rsidP="006E41F1">
            <w:pPr>
              <w:topLinePunct/>
              <w:jc w:val="center"/>
            </w:pPr>
            <w:r>
              <w:rPr>
                <w:rFonts w:hint="eastAsia"/>
              </w:rPr>
              <w:t>Explanations an</w:t>
            </w:r>
            <w:r>
              <w:t>d examples</w:t>
            </w:r>
          </w:p>
        </w:tc>
      </w:tr>
      <w:tr w:rsidR="00343C08" w14:paraId="64A3594A" w14:textId="77777777" w:rsidTr="006E41F1">
        <w:trPr>
          <w:trHeight w:val="567"/>
        </w:trPr>
        <w:tc>
          <w:tcPr>
            <w:tcW w:w="2500" w:type="pct"/>
            <w:tcBorders>
              <w:bottom w:val="dashed" w:sz="4" w:space="0" w:color="auto"/>
            </w:tcBorders>
          </w:tcPr>
          <w:p w14:paraId="37273391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bottom w:val="dashed" w:sz="4" w:space="0" w:color="auto"/>
            </w:tcBorders>
          </w:tcPr>
          <w:p w14:paraId="75F21F30" w14:textId="77777777" w:rsidR="00343C08" w:rsidRDefault="00343C08" w:rsidP="00EE5CA9">
            <w:pPr>
              <w:topLinePunct/>
            </w:pPr>
          </w:p>
        </w:tc>
      </w:tr>
      <w:tr w:rsidR="00343C08" w14:paraId="7C691C92" w14:textId="77777777" w:rsidTr="006E41F1">
        <w:trPr>
          <w:trHeight w:val="567"/>
        </w:trPr>
        <w:tc>
          <w:tcPr>
            <w:tcW w:w="2500" w:type="pct"/>
            <w:tcBorders>
              <w:top w:val="dashed" w:sz="4" w:space="0" w:color="auto"/>
              <w:bottom w:val="single" w:sz="4" w:space="0" w:color="auto"/>
            </w:tcBorders>
          </w:tcPr>
          <w:p w14:paraId="69A5589A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top w:val="dashed" w:sz="4" w:space="0" w:color="auto"/>
              <w:bottom w:val="single" w:sz="4" w:space="0" w:color="auto"/>
            </w:tcBorders>
          </w:tcPr>
          <w:p w14:paraId="0744FB4B" w14:textId="77777777" w:rsidR="00343C08" w:rsidRDefault="00343C08" w:rsidP="00EE5CA9">
            <w:pPr>
              <w:topLinePunct/>
            </w:pPr>
          </w:p>
        </w:tc>
      </w:tr>
      <w:tr w:rsidR="00343C08" w14:paraId="2BF939B3" w14:textId="77777777" w:rsidTr="006E41F1">
        <w:trPr>
          <w:trHeight w:val="567"/>
        </w:trPr>
        <w:tc>
          <w:tcPr>
            <w:tcW w:w="2500" w:type="pct"/>
            <w:tcBorders>
              <w:bottom w:val="dashed" w:sz="4" w:space="0" w:color="auto"/>
            </w:tcBorders>
          </w:tcPr>
          <w:p w14:paraId="677A134F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bottom w:val="dashed" w:sz="4" w:space="0" w:color="auto"/>
            </w:tcBorders>
          </w:tcPr>
          <w:p w14:paraId="5143AAB8" w14:textId="77777777" w:rsidR="00343C08" w:rsidRDefault="00343C08" w:rsidP="00EE5CA9">
            <w:pPr>
              <w:topLinePunct/>
            </w:pPr>
          </w:p>
        </w:tc>
      </w:tr>
      <w:tr w:rsidR="00343C08" w14:paraId="7192EAD2" w14:textId="77777777" w:rsidTr="006E41F1">
        <w:trPr>
          <w:trHeight w:val="567"/>
        </w:trPr>
        <w:tc>
          <w:tcPr>
            <w:tcW w:w="2500" w:type="pct"/>
            <w:tcBorders>
              <w:top w:val="dashed" w:sz="4" w:space="0" w:color="auto"/>
            </w:tcBorders>
          </w:tcPr>
          <w:p w14:paraId="13274E3D" w14:textId="77777777" w:rsidR="00343C08" w:rsidRDefault="00343C08" w:rsidP="00EE5CA9">
            <w:pPr>
              <w:topLinePunct/>
            </w:pPr>
          </w:p>
        </w:tc>
        <w:tc>
          <w:tcPr>
            <w:tcW w:w="2500" w:type="pct"/>
            <w:tcBorders>
              <w:top w:val="dashed" w:sz="4" w:space="0" w:color="auto"/>
            </w:tcBorders>
          </w:tcPr>
          <w:p w14:paraId="65F13534" w14:textId="77777777" w:rsidR="00343C08" w:rsidRDefault="00343C08" w:rsidP="00EE5CA9">
            <w:pPr>
              <w:topLinePunct/>
            </w:pPr>
          </w:p>
        </w:tc>
      </w:tr>
    </w:tbl>
    <w:p w14:paraId="2C477FD0" w14:textId="77777777" w:rsidR="00343C08" w:rsidRPr="00C76789" w:rsidRDefault="00343C08" w:rsidP="00343C08">
      <w:pPr>
        <w:topLinePunct/>
      </w:pPr>
    </w:p>
    <w:p w14:paraId="4DFF1C6A" w14:textId="715D8FDA" w:rsidR="00343C08" w:rsidRPr="00030DF6" w:rsidRDefault="00343C08" w:rsidP="00343C08">
      <w:pPr>
        <w:topLinePunct/>
        <w:ind w:left="210" w:hangingChars="100" w:hanging="210"/>
      </w:pPr>
      <w:r>
        <w:rPr>
          <w:rFonts w:hint="eastAsia"/>
        </w:rPr>
        <w:t>●</w:t>
      </w:r>
      <w:r w:rsidRPr="00030DF6">
        <w:rPr>
          <w:rFonts w:hint="eastAsia"/>
        </w:rPr>
        <w:t>ペアになり、「肯定側」と「否定側」の役割を決め、メモの情報をもとに、テーマについて、賛成意見や反対意見を言う練習をしてみよう。お互いに意見を言ったら、今度は役割を逆にして練習をしてみよう。</w:t>
      </w:r>
    </w:p>
    <w:p w14:paraId="4EB7686A" w14:textId="77777777" w:rsidR="00343C08" w:rsidRDefault="00343C08" w:rsidP="0073468C">
      <w:pPr>
        <w:topLinePunct/>
      </w:pPr>
    </w:p>
    <w:sectPr w:rsidR="00343C08" w:rsidSect="00D611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134" w:left="1134" w:header="567" w:footer="567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71C63" w14:textId="77777777" w:rsidR="00422999" w:rsidRDefault="00422999" w:rsidP="00AB19B2">
      <w:pPr>
        <w:spacing w:line="240" w:lineRule="auto"/>
      </w:pPr>
      <w:r>
        <w:separator/>
      </w:r>
    </w:p>
  </w:endnote>
  <w:endnote w:type="continuationSeparator" w:id="0">
    <w:p w14:paraId="3E6C3E79" w14:textId="77777777" w:rsidR="00422999" w:rsidRDefault="00422999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hinGoPr6N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4019" w14:textId="77777777" w:rsidR="001D49B7" w:rsidRDefault="001D49B7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1D92F" w14:textId="77777777" w:rsidR="001D49B7" w:rsidRDefault="001D49B7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D733" w14:textId="77777777" w:rsidR="001D49B7" w:rsidRDefault="001D49B7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FCECC" w14:textId="77777777" w:rsidR="00422999" w:rsidRDefault="00422999" w:rsidP="00AB19B2">
      <w:pPr>
        <w:spacing w:line="240" w:lineRule="auto"/>
      </w:pPr>
      <w:r>
        <w:separator/>
      </w:r>
    </w:p>
  </w:footnote>
  <w:footnote w:type="continuationSeparator" w:id="0">
    <w:p w14:paraId="4CC3AB33" w14:textId="77777777" w:rsidR="00422999" w:rsidRDefault="00422999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3B156" w14:textId="10BA077D" w:rsidR="001D49B7" w:rsidRDefault="001D49B7">
    <w:pPr>
      <w:pStyle w:val="af7"/>
    </w:pPr>
    <w:r>
      <w:rPr>
        <w:noProof/>
      </w:rPr>
      <w:pict w14:anchorId="10686A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1954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6E6E8D4D" w:rsidR="0070306B" w:rsidRPr="00FD27E5" w:rsidRDefault="001D49B7" w:rsidP="00FD27E5">
    <w:pPr>
      <w:pStyle w:val="af7"/>
      <w:jc w:val="right"/>
    </w:pPr>
    <w:r>
      <w:rPr>
        <w:noProof/>
      </w:rPr>
      <w:pict w14:anchorId="6C8612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1955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FD27E5" w:rsidRPr="00FD27E5">
      <w:rPr>
        <w:smallCaps/>
        <w:sz w:val="24"/>
        <w:szCs w:val="24"/>
      </w:rPr>
      <w:t>L08_SpecialActivity_01</w:t>
    </w:r>
    <w:r w:rsidR="00FD27E5" w:rsidRPr="00FD27E5">
      <w:rPr>
        <w:smallCaps/>
        <w:sz w:val="24"/>
        <w:szCs w:val="24"/>
      </w:rPr>
      <w:t>活動ワークシート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4E84" w14:textId="34ED316A" w:rsidR="001D49B7" w:rsidRDefault="001D49B7">
    <w:pPr>
      <w:pStyle w:val="af7"/>
    </w:pPr>
    <w:r>
      <w:rPr>
        <w:noProof/>
      </w:rPr>
      <w:pict w14:anchorId="71ADD5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1953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B6FCC"/>
    <w:rsid w:val="000D142D"/>
    <w:rsid w:val="00102227"/>
    <w:rsid w:val="0010402A"/>
    <w:rsid w:val="00162A80"/>
    <w:rsid w:val="001A0AC1"/>
    <w:rsid w:val="001D49B7"/>
    <w:rsid w:val="001F67C9"/>
    <w:rsid w:val="00216979"/>
    <w:rsid w:val="00234206"/>
    <w:rsid w:val="00280641"/>
    <w:rsid w:val="002A5997"/>
    <w:rsid w:val="002A5D1C"/>
    <w:rsid w:val="002C27B3"/>
    <w:rsid w:val="002F40E2"/>
    <w:rsid w:val="002F4BDD"/>
    <w:rsid w:val="00323169"/>
    <w:rsid w:val="00324E0D"/>
    <w:rsid w:val="00331A63"/>
    <w:rsid w:val="00343C08"/>
    <w:rsid w:val="003A446B"/>
    <w:rsid w:val="003A47CB"/>
    <w:rsid w:val="00422999"/>
    <w:rsid w:val="00441CC1"/>
    <w:rsid w:val="004500F5"/>
    <w:rsid w:val="004813EA"/>
    <w:rsid w:val="004F3FD3"/>
    <w:rsid w:val="00537595"/>
    <w:rsid w:val="00560EF5"/>
    <w:rsid w:val="00562B3B"/>
    <w:rsid w:val="00571E20"/>
    <w:rsid w:val="005735C9"/>
    <w:rsid w:val="00597E17"/>
    <w:rsid w:val="0060794C"/>
    <w:rsid w:val="00626D22"/>
    <w:rsid w:val="00682F5D"/>
    <w:rsid w:val="006A496C"/>
    <w:rsid w:val="006D096E"/>
    <w:rsid w:val="006E0EE1"/>
    <w:rsid w:val="006E41F1"/>
    <w:rsid w:val="006F4C90"/>
    <w:rsid w:val="0070306B"/>
    <w:rsid w:val="00720F71"/>
    <w:rsid w:val="0073468C"/>
    <w:rsid w:val="00734AD2"/>
    <w:rsid w:val="00754CD7"/>
    <w:rsid w:val="0076683A"/>
    <w:rsid w:val="0077216A"/>
    <w:rsid w:val="00772B02"/>
    <w:rsid w:val="007C288E"/>
    <w:rsid w:val="00807E91"/>
    <w:rsid w:val="008338FA"/>
    <w:rsid w:val="0085661C"/>
    <w:rsid w:val="008778EA"/>
    <w:rsid w:val="008D2374"/>
    <w:rsid w:val="008F7232"/>
    <w:rsid w:val="00925141"/>
    <w:rsid w:val="009B61CA"/>
    <w:rsid w:val="009E0B91"/>
    <w:rsid w:val="00A16815"/>
    <w:rsid w:val="00A32F75"/>
    <w:rsid w:val="00A35914"/>
    <w:rsid w:val="00A734A7"/>
    <w:rsid w:val="00A979A4"/>
    <w:rsid w:val="00AB19B2"/>
    <w:rsid w:val="00AD3435"/>
    <w:rsid w:val="00B34965"/>
    <w:rsid w:val="00B4325A"/>
    <w:rsid w:val="00C11649"/>
    <w:rsid w:val="00C27834"/>
    <w:rsid w:val="00C5055E"/>
    <w:rsid w:val="00C50EEF"/>
    <w:rsid w:val="00C726D7"/>
    <w:rsid w:val="00C84ECD"/>
    <w:rsid w:val="00CA04F0"/>
    <w:rsid w:val="00CC5E99"/>
    <w:rsid w:val="00CF50D8"/>
    <w:rsid w:val="00D05BC2"/>
    <w:rsid w:val="00D14E91"/>
    <w:rsid w:val="00D14F06"/>
    <w:rsid w:val="00D35AC9"/>
    <w:rsid w:val="00D6117B"/>
    <w:rsid w:val="00DC3471"/>
    <w:rsid w:val="00DD6A2E"/>
    <w:rsid w:val="00DF183B"/>
    <w:rsid w:val="00E46094"/>
    <w:rsid w:val="00E769A6"/>
    <w:rsid w:val="00EB1753"/>
    <w:rsid w:val="00EB2E9D"/>
    <w:rsid w:val="00EC0BA5"/>
    <w:rsid w:val="00ED793E"/>
    <w:rsid w:val="00EE4749"/>
    <w:rsid w:val="00EF3FDC"/>
    <w:rsid w:val="00F42E7C"/>
    <w:rsid w:val="00F625CC"/>
    <w:rsid w:val="00F77852"/>
    <w:rsid w:val="00F91A6A"/>
    <w:rsid w:val="00FC1EE8"/>
    <w:rsid w:val="00FC2788"/>
    <w:rsid w:val="00FD27E5"/>
    <w:rsid w:val="00FE5879"/>
    <w:rsid w:val="00FE713F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0280F-0F5E-4AB3-A531-4B700D10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2022-02-20T03:50:00Z</cp:lastPrinted>
  <dcterms:created xsi:type="dcterms:W3CDTF">2025-05-21T10:13:00Z</dcterms:created>
  <dcterms:modified xsi:type="dcterms:W3CDTF">2025-05-21T10:13:00Z</dcterms:modified>
</cp:coreProperties>
</file>