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0182" w14:textId="14966360" w:rsidR="008778EA" w:rsidRPr="00C84ECD" w:rsidRDefault="00D14F06" w:rsidP="0070306B">
      <w:pPr>
        <w:pStyle w:val="af4"/>
      </w:pPr>
      <w:r>
        <w:rPr>
          <w:rFonts w:hint="eastAsia"/>
        </w:rPr>
        <w:t>日本語訳確認</w:t>
      </w:r>
      <w:r w:rsidR="00D35AC9" w:rsidRPr="00C84ECD">
        <w:t>シート</w:t>
      </w:r>
    </w:p>
    <w:p w14:paraId="2F560E0A" w14:textId="77777777" w:rsidR="00D14F06" w:rsidRDefault="00D14F06" w:rsidP="00D14F06">
      <w:pPr>
        <w:rPr>
          <w:sz w:val="24"/>
          <w:szCs w:val="24"/>
        </w:rPr>
      </w:pPr>
    </w:p>
    <w:p w14:paraId="18C57484" w14:textId="521033A0" w:rsidR="00D14F06" w:rsidRPr="009E0B91" w:rsidRDefault="00D14F06" w:rsidP="009E0B91">
      <w:pPr>
        <w:tabs>
          <w:tab w:val="right" w:pos="9638"/>
        </w:tabs>
      </w:pPr>
      <w:r w:rsidRPr="00D14F06">
        <w:rPr>
          <w:rFonts w:hint="eastAsia"/>
          <w:sz w:val="24"/>
          <w:szCs w:val="24"/>
        </w:rPr>
        <w:t>■本文</w:t>
      </w:r>
    </w:p>
    <w:p w14:paraId="0CE69B80" w14:textId="6F10E63E" w:rsidR="00D14F06" w:rsidRDefault="009E0B91" w:rsidP="00CC5E99">
      <w:pPr>
        <w:tabs>
          <w:tab w:val="right" w:pos="9638"/>
        </w:tabs>
        <w:spacing w:line="240" w:lineRule="auto"/>
        <w:textAlignment w:val="top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78CAE31C" wp14:editId="53F057B1">
                <wp:extent cx="2952000" cy="3016155"/>
                <wp:effectExtent l="0" t="0" r="20320" b="13335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000" cy="30161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D48F4D" w14:textId="4B480FDD" w:rsidR="008B56B2" w:rsidRDefault="008B56B2" w:rsidP="008B56B2">
                            <w:pPr>
                              <w:spacing w:line="320" w:lineRule="exact"/>
                              <w:ind w:left="420" w:hangingChars="200" w:hanging="420"/>
                            </w:pPr>
                            <w:r>
                              <w:t>M</w:t>
                            </w:r>
                            <w:r>
                              <w:tab/>
                              <w:t>Look!  That woman isn’t holding the steering wheel.  The wheel is moving by itself.</w:t>
                            </w:r>
                          </w:p>
                          <w:p w14:paraId="3B8A6E1D" w14:textId="15B00B19" w:rsidR="008B56B2" w:rsidRDefault="008B56B2" w:rsidP="008B56B2">
                            <w:pPr>
                              <w:spacing w:line="320" w:lineRule="exact"/>
                              <w:ind w:left="420" w:hangingChars="200" w:hanging="420"/>
                            </w:pPr>
                            <w:r>
                              <w:t>D</w:t>
                            </w:r>
                            <w:r>
                              <w:tab/>
                              <w:t>Yeah, my dad has the same car.  It has an automatic parking function.  He says it’s very convenient.</w:t>
                            </w:r>
                          </w:p>
                          <w:p w14:paraId="48AF332A" w14:textId="6BF7752E" w:rsidR="008B56B2" w:rsidRDefault="008B56B2" w:rsidP="008B56B2">
                            <w:pPr>
                              <w:spacing w:line="320" w:lineRule="exact"/>
                              <w:ind w:left="420" w:hangingChars="200" w:hanging="420"/>
                            </w:pPr>
                            <w:r>
                              <w:t>M</w:t>
                            </w:r>
                            <w:r>
                              <w:tab/>
                              <w:t>Isn’t it dangerous?  Couldn’t the car hit something or even someone?</w:t>
                            </w:r>
                          </w:p>
                          <w:p w14:paraId="044AA9EE" w14:textId="64962238" w:rsidR="008B56B2" w:rsidRDefault="008B56B2" w:rsidP="008B56B2">
                            <w:pPr>
                              <w:spacing w:line="320" w:lineRule="exact"/>
                              <w:ind w:left="420" w:hangingChars="200" w:hanging="420"/>
                            </w:pPr>
                            <w:r>
                              <w:t>D</w:t>
                            </w:r>
                            <w:r>
                              <w:tab/>
                              <w:t>No, I think it’s much safer than an ordinary car.  It has several cameras and sensors around its body.</w:t>
                            </w:r>
                          </w:p>
                          <w:p w14:paraId="436ECA6A" w14:textId="432FDEAC" w:rsidR="009E0B91" w:rsidRDefault="008B56B2" w:rsidP="008B56B2">
                            <w:pPr>
                              <w:spacing w:line="320" w:lineRule="exact"/>
                              <w:ind w:left="420" w:hangingChars="200" w:hanging="420"/>
                            </w:pPr>
                            <w:r>
                              <w:t>M</w:t>
                            </w:r>
                            <w:r>
                              <w:tab/>
                              <w:t>Really?  Maybe in the future, cars won’t need drivers at all.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8CAE31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width:232.45pt;height:23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" fillcolor="white [3201]" strokeweight=".5pt">
                <v:textbox>
                  <w:txbxContent>
                    <w:p w14:paraId="7ED48F4D" w14:textId="4B480FDD" w:rsidR="008B56B2" w:rsidRDefault="008B56B2" w:rsidP="008B56B2">
                      <w:pPr>
                        <w:spacing w:line="320" w:lineRule="exact"/>
                        <w:ind w:left="420" w:hangingChars="200" w:hanging="420"/>
                      </w:pPr>
                      <w:r>
                        <w:t>M</w:t>
                      </w:r>
                      <w:r>
                        <w:tab/>
                        <w:t>Look!  That woman isn’t holding the steering wheel.  The wheel is moving by itself.</w:t>
                      </w:r>
                    </w:p>
                    <w:p w14:paraId="3B8A6E1D" w14:textId="15B00B19" w:rsidR="008B56B2" w:rsidRDefault="008B56B2" w:rsidP="008B56B2">
                      <w:pPr>
                        <w:spacing w:line="320" w:lineRule="exact"/>
                        <w:ind w:left="420" w:hangingChars="200" w:hanging="420"/>
                      </w:pPr>
                      <w:r>
                        <w:t>D</w:t>
                      </w:r>
                      <w:r>
                        <w:tab/>
                        <w:t>Yeah, my dad has the same car.  It has an automatic parking function.  He says it’s very convenient.</w:t>
                      </w:r>
                    </w:p>
                    <w:p w14:paraId="48AF332A" w14:textId="6BF7752E" w:rsidR="008B56B2" w:rsidRDefault="008B56B2" w:rsidP="008B56B2">
                      <w:pPr>
                        <w:spacing w:line="320" w:lineRule="exact"/>
                        <w:ind w:left="420" w:hangingChars="200" w:hanging="420"/>
                      </w:pPr>
                      <w:r>
                        <w:t>M</w:t>
                      </w:r>
                      <w:r>
                        <w:tab/>
                        <w:t>Isn’t it dangerous?  Couldn’t the car hit something or even someone?</w:t>
                      </w:r>
                    </w:p>
                    <w:p w14:paraId="044AA9EE" w14:textId="64962238" w:rsidR="008B56B2" w:rsidRDefault="008B56B2" w:rsidP="008B56B2">
                      <w:pPr>
                        <w:spacing w:line="320" w:lineRule="exact"/>
                        <w:ind w:left="420" w:hangingChars="200" w:hanging="420"/>
                      </w:pPr>
                      <w:r>
                        <w:t>D</w:t>
                      </w:r>
                      <w:r>
                        <w:tab/>
                        <w:t>No, I think it’s much safer than an ordinary car.  It has several cameras and sensors around its body.</w:t>
                      </w:r>
                    </w:p>
                    <w:p w14:paraId="436ECA6A" w14:textId="432FDEAC" w:rsidR="009E0B91" w:rsidRDefault="008B56B2" w:rsidP="008B56B2">
                      <w:pPr>
                        <w:spacing w:line="320" w:lineRule="exact"/>
                        <w:ind w:left="420" w:hangingChars="200" w:hanging="420"/>
                      </w:pPr>
                      <w:r>
                        <w:t>M</w:t>
                      </w:r>
                      <w:r>
                        <w:tab/>
                        <w:t>Really?  Maybe in the future, cars won’t need drivers at all.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CC5E99">
        <w:rPr>
          <w:sz w:val="24"/>
          <w:szCs w:val="24"/>
        </w:rPr>
        <w:tab/>
      </w:r>
      <w:r w:rsidR="00CC5E99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43736122" wp14:editId="1BBD7A9B">
                <wp:extent cx="2952000" cy="3015615"/>
                <wp:effectExtent l="0" t="0" r="20320" b="13335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000" cy="30156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A3BF4C" w14:textId="77777777" w:rsidR="00F2488B" w:rsidRDefault="00F2488B" w:rsidP="00F2488B">
                            <w:pPr>
                              <w:spacing w:line="320" w:lineRule="exact"/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麻衣：見て！　あの女性はハンドルを握っていないよ。ハンドルがひとりでに動いているよ。</w:t>
                            </w:r>
                          </w:p>
                          <w:p w14:paraId="15EE7FEF" w14:textId="7C8B3439" w:rsidR="00F2488B" w:rsidRDefault="007F3CBB" w:rsidP="00F2488B">
                            <w:pPr>
                              <w:spacing w:line="320" w:lineRule="exact"/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デイビッド：うん、父が同じ車を持っているよ、自動駐車</w:t>
                            </w:r>
                            <w:r w:rsidR="00F2488B">
                              <w:rPr>
                                <w:rFonts w:hint="eastAsia"/>
                              </w:rPr>
                              <w:t>機能がついているんだ。彼は、それはとても便利だと言っているよ。</w:t>
                            </w:r>
                          </w:p>
                          <w:p w14:paraId="79AEA593" w14:textId="7E5FC73D" w:rsidR="00F2488B" w:rsidRDefault="00F2488B" w:rsidP="00F2488B">
                            <w:pPr>
                              <w:spacing w:line="320" w:lineRule="exact"/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 xml:space="preserve">麻衣：危なくないの？　</w:t>
                            </w:r>
                            <w:r w:rsidR="00E4764A" w:rsidRPr="00E4764A">
                              <w:rPr>
                                <w:rFonts w:hint="eastAsia"/>
                              </w:rPr>
                              <w:t>車が何か、あるいは誰かにぶつかったりすることはないの？</w:t>
                            </w:r>
                          </w:p>
                          <w:p w14:paraId="3C12E99F" w14:textId="77777777" w:rsidR="00F2488B" w:rsidRDefault="00F2488B" w:rsidP="00F2488B">
                            <w:pPr>
                              <w:spacing w:line="320" w:lineRule="exact"/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デイビッド：いいや、ふつうの車よりもずっと安全だと思うよ。車体全体にいくつかのカメラやセンサーがついているんだ。</w:t>
                            </w:r>
                          </w:p>
                          <w:p w14:paraId="501D884E" w14:textId="3C993DEC" w:rsidR="00CC5E99" w:rsidRDefault="00F2488B" w:rsidP="00F2488B">
                            <w:pPr>
                              <w:spacing w:line="320" w:lineRule="exact"/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麻衣：本当？　ひょっとしたら将来、車には運転手がまったく必要なくなるかもしれないね。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3736122" id="テキスト ボックス 2" o:spid="_x0000_s1027" type="#_x0000_t202" style="width:232.45pt;height:237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" fillcolor="#d8d8d8 [2732]" strokeweight=".5pt">
                <v:textbox>
                  <w:txbxContent>
                    <w:p w14:paraId="25A3BF4C" w14:textId="77777777" w:rsidR="00F2488B" w:rsidRDefault="00F2488B" w:rsidP="00F2488B">
                      <w:pPr>
                        <w:spacing w:line="320" w:lineRule="exact"/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麻衣：見て！　あの女性はハンドルを握っていないよ。ハンドルがひとりでに動いているよ。</w:t>
                      </w:r>
                    </w:p>
                    <w:p w14:paraId="15EE7FEF" w14:textId="7C8B3439" w:rsidR="00F2488B" w:rsidRDefault="007F3CBB" w:rsidP="00F2488B">
                      <w:pPr>
                        <w:spacing w:line="320" w:lineRule="exact"/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デイビッド：うん、父が同じ車を持っているよ、自動駐車</w:t>
                      </w:r>
                      <w:r w:rsidR="00F2488B">
                        <w:rPr>
                          <w:rFonts w:hint="eastAsia"/>
                        </w:rPr>
                        <w:t>機能がついているんだ。彼は、それはとても便利だと言っているよ。</w:t>
                      </w:r>
                    </w:p>
                    <w:p w14:paraId="79AEA593" w14:textId="7E5FC73D" w:rsidR="00F2488B" w:rsidRDefault="00F2488B" w:rsidP="00F2488B">
                      <w:pPr>
                        <w:spacing w:line="320" w:lineRule="exact"/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 xml:space="preserve">麻衣：危なくないの？　</w:t>
                      </w:r>
                      <w:r w:rsidR="00E4764A" w:rsidRPr="00E4764A">
                        <w:rPr>
                          <w:rFonts w:hint="eastAsia"/>
                        </w:rPr>
                        <w:t>車が何か、あるいは誰かにぶつかったりすることはないの？</w:t>
                      </w:r>
                    </w:p>
                    <w:p w14:paraId="3C12E99F" w14:textId="77777777" w:rsidR="00F2488B" w:rsidRDefault="00F2488B" w:rsidP="00F2488B">
                      <w:pPr>
                        <w:spacing w:line="320" w:lineRule="exact"/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デイビッド：いいや、ふつうの車よりもずっと安全だと思うよ。車体全体にいくつかのカメラやセンサーがついているんだ。</w:t>
                      </w:r>
                    </w:p>
                    <w:p w14:paraId="501D884E" w14:textId="3C993DEC" w:rsidR="00CC5E99" w:rsidRDefault="00F2488B" w:rsidP="00F2488B">
                      <w:pPr>
                        <w:spacing w:line="320" w:lineRule="exact"/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麻衣：本当？　ひょっとしたら将来、車には運転手がまったく必要なくなるかもしれないね。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2737AA8" w14:textId="2B8661E6" w:rsidR="00D14F06" w:rsidRDefault="00D14F06" w:rsidP="009E0B91">
      <w:pPr>
        <w:spacing w:line="240" w:lineRule="auto"/>
      </w:pPr>
    </w:p>
    <w:p w14:paraId="488FCE1E" w14:textId="77777777" w:rsidR="00CC5E99" w:rsidRPr="009E0B91" w:rsidRDefault="00D14F06" w:rsidP="00CC5E99">
      <w:pPr>
        <w:tabs>
          <w:tab w:val="right" w:pos="9638"/>
        </w:tabs>
      </w:pPr>
      <w:r w:rsidRPr="00D14F06">
        <w:rPr>
          <w:rFonts w:hint="eastAsia"/>
          <w:sz w:val="24"/>
          <w:szCs w:val="24"/>
        </w:rPr>
        <w:t>■</w:t>
      </w:r>
      <w:r w:rsidRPr="00D14F06">
        <w:rPr>
          <w:sz w:val="24"/>
          <w:szCs w:val="24"/>
        </w:rPr>
        <w:t>Q&amp;A</w:t>
      </w:r>
    </w:p>
    <w:p w14:paraId="4FE33422" w14:textId="77777777" w:rsidR="00CC5E99" w:rsidRDefault="00CC5E99" w:rsidP="00CC5E99">
      <w:pPr>
        <w:tabs>
          <w:tab w:val="right" w:pos="9638"/>
        </w:tabs>
        <w:spacing w:line="240" w:lineRule="auto"/>
        <w:textAlignment w:val="top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5C869065" wp14:editId="2BDBA9CC">
                <wp:extent cx="2952000" cy="2605178"/>
                <wp:effectExtent l="0" t="0" r="20320" b="24130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000" cy="26051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ECAFCCB" w14:textId="64525A32" w:rsidR="00FC0FE4" w:rsidRDefault="00FC0FE4" w:rsidP="00FC0FE4">
                            <w:pPr>
                              <w:spacing w:line="320" w:lineRule="exact"/>
                              <w:ind w:left="420" w:hangingChars="200" w:hanging="420"/>
                            </w:pPr>
                            <w:r>
                              <w:t>Q1</w:t>
                            </w:r>
                            <w:r>
                              <w:tab/>
                            </w:r>
                            <w:r w:rsidR="000B2CA5" w:rsidRPr="00030DF6">
                              <w:t>Where</w:t>
                            </w:r>
                            <w:r w:rsidR="000B2CA5">
                              <w:t xml:space="preserve"> are David and Mai</w:t>
                            </w:r>
                            <w:r w:rsidR="000B2CA5" w:rsidRPr="00030DF6">
                              <w:t>?</w:t>
                            </w:r>
                          </w:p>
                          <w:p w14:paraId="5C50CCCA" w14:textId="4C1E268E" w:rsidR="00FC0FE4" w:rsidRDefault="00FC0FE4" w:rsidP="00FC0FE4">
                            <w:pPr>
                              <w:spacing w:line="320" w:lineRule="exact"/>
                              <w:ind w:left="420" w:hangingChars="200" w:hanging="420"/>
                            </w:pPr>
                            <w:r>
                              <w:t>A</w:t>
                            </w:r>
                            <w:r>
                              <w:tab/>
                            </w:r>
                            <w:r w:rsidR="00392DBF" w:rsidRPr="00392DBF">
                              <w:t xml:space="preserve">They’re </w:t>
                            </w:r>
                            <w:r w:rsidR="00392DBF" w:rsidRPr="00392DBF">
                              <w:rPr>
                                <w:u w:val="single"/>
                              </w:rPr>
                              <w:t>at a parking lot</w:t>
                            </w:r>
                            <w:r w:rsidR="00392DBF" w:rsidRPr="00392DBF">
                              <w:t>.</w:t>
                            </w:r>
                          </w:p>
                          <w:p w14:paraId="22CD4171" w14:textId="55A3771D" w:rsidR="00FC0FE4" w:rsidRDefault="00FC0FE4" w:rsidP="00FC0FE4">
                            <w:pPr>
                              <w:spacing w:line="320" w:lineRule="exact"/>
                              <w:ind w:left="420" w:hangingChars="200" w:hanging="420"/>
                            </w:pPr>
                            <w:r>
                              <w:t>Q2</w:t>
                            </w:r>
                            <w:r>
                              <w:tab/>
                            </w:r>
                            <w:r w:rsidR="000B2CA5">
                              <w:t>What are they looking at</w:t>
                            </w:r>
                            <w:r w:rsidR="000B2CA5" w:rsidRPr="00030DF6">
                              <w:t>?</w:t>
                            </w:r>
                          </w:p>
                          <w:p w14:paraId="375460A5" w14:textId="538EC16D" w:rsidR="00FC0FE4" w:rsidRDefault="00FC0FE4" w:rsidP="00FC0FE4">
                            <w:pPr>
                              <w:spacing w:line="320" w:lineRule="exact"/>
                              <w:ind w:left="420" w:hangingChars="200" w:hanging="420"/>
                            </w:pPr>
                            <w:r>
                              <w:t>A</w:t>
                            </w:r>
                            <w:r>
                              <w:tab/>
                            </w:r>
                            <w:r w:rsidR="000B2CA5">
                              <w:t>They are</w:t>
                            </w:r>
                            <w:r w:rsidR="000B2CA5" w:rsidRPr="0033780E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0B2CA5" w:rsidRPr="0033780E">
                              <w:rPr>
                                <w:rFonts w:hint="eastAsia"/>
                                <w:u w:val="single"/>
                              </w:rPr>
                              <w:t xml:space="preserve">looking at </w:t>
                            </w:r>
                            <w:r w:rsidR="000B2CA5" w:rsidRPr="0033780E">
                              <w:rPr>
                                <w:u w:val="single"/>
                              </w:rPr>
                              <w:t xml:space="preserve">a </w:t>
                            </w:r>
                            <w:r w:rsidR="000B2CA5" w:rsidRPr="0033780E">
                              <w:rPr>
                                <w:rFonts w:hint="eastAsia"/>
                                <w:u w:val="single"/>
                              </w:rPr>
                              <w:t>car</w:t>
                            </w:r>
                            <w:r>
                              <w:t>.</w:t>
                            </w:r>
                          </w:p>
                          <w:p w14:paraId="3B0C768E" w14:textId="4CA0E131" w:rsidR="00FC0FE4" w:rsidRDefault="00FC0FE4" w:rsidP="00FC0FE4">
                            <w:pPr>
                              <w:spacing w:line="320" w:lineRule="exact"/>
                              <w:ind w:left="420" w:hangingChars="200" w:hanging="420"/>
                            </w:pPr>
                            <w:r>
                              <w:t>Q3</w:t>
                            </w:r>
                            <w:r>
                              <w:tab/>
                            </w:r>
                            <w:r w:rsidR="000B2CA5" w:rsidRPr="00030DF6">
                              <w:t>What</w:t>
                            </w:r>
                            <w:r w:rsidR="000B2CA5">
                              <w:t xml:space="preserve"> is the driver doing</w:t>
                            </w:r>
                            <w:r w:rsidR="000B2CA5" w:rsidRPr="00030DF6">
                              <w:t>?</w:t>
                            </w:r>
                          </w:p>
                          <w:p w14:paraId="682CEC8A" w14:textId="455DA214" w:rsidR="00FC0FE4" w:rsidRDefault="00FC0FE4" w:rsidP="00FC0FE4">
                            <w:pPr>
                              <w:spacing w:line="320" w:lineRule="exact"/>
                              <w:ind w:left="420" w:hangingChars="200" w:hanging="420"/>
                            </w:pPr>
                            <w:r>
                              <w:t>A</w:t>
                            </w:r>
                            <w:r>
                              <w:tab/>
                            </w:r>
                            <w:r w:rsidR="000B2CA5" w:rsidRPr="00030DF6">
                              <w:t>She’s</w:t>
                            </w:r>
                            <w:r w:rsidR="000B2CA5" w:rsidRPr="0033780E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392DBF">
                              <w:rPr>
                                <w:u w:val="single"/>
                              </w:rPr>
                              <w:t>parking her car</w:t>
                            </w:r>
                            <w:r>
                              <w:t>.</w:t>
                            </w:r>
                          </w:p>
                          <w:p w14:paraId="7FBF5601" w14:textId="070A1CF2" w:rsidR="00FC0FE4" w:rsidRDefault="00FC0FE4" w:rsidP="00FC0FE4">
                            <w:pPr>
                              <w:spacing w:line="320" w:lineRule="exact"/>
                              <w:ind w:left="420" w:hangingChars="200" w:hanging="420"/>
                            </w:pPr>
                            <w:r>
                              <w:t>Q4</w:t>
                            </w:r>
                            <w:r>
                              <w:tab/>
                            </w:r>
                            <w:r w:rsidR="000B2CA5">
                              <w:t>Why is Mai surprised</w:t>
                            </w:r>
                            <w:r w:rsidR="000B2CA5" w:rsidRPr="00030DF6">
                              <w:t>?</w:t>
                            </w:r>
                          </w:p>
                          <w:p w14:paraId="6A536DA1" w14:textId="334929F6" w:rsidR="00FC0FE4" w:rsidRDefault="00FC0FE4" w:rsidP="00FC0FE4">
                            <w:pPr>
                              <w:spacing w:line="320" w:lineRule="exact"/>
                              <w:ind w:left="420" w:hangingChars="200" w:hanging="420"/>
                            </w:pPr>
                            <w:r>
                              <w:t>A</w:t>
                            </w:r>
                            <w:r>
                              <w:tab/>
                              <w:t>It’s because</w:t>
                            </w:r>
                            <w:r w:rsidR="000B2CA5">
                              <w:t xml:space="preserve"> </w:t>
                            </w:r>
                            <w:r w:rsidR="00392DBF" w:rsidRPr="00392DBF">
                              <w:rPr>
                                <w:u w:val="single"/>
                              </w:rPr>
                              <w:t>she saw a woman not holding the steering wheel</w:t>
                            </w:r>
                            <w:r>
                              <w:t>.</w:t>
                            </w:r>
                          </w:p>
                          <w:p w14:paraId="1DA1B0B4" w14:textId="66B1ACA7" w:rsidR="00FC0FE4" w:rsidRDefault="00FC0FE4" w:rsidP="00FC0FE4">
                            <w:pPr>
                              <w:spacing w:line="320" w:lineRule="exact"/>
                              <w:ind w:left="420" w:hangingChars="200" w:hanging="420"/>
                            </w:pPr>
                            <w:r>
                              <w:t>Q5</w:t>
                            </w:r>
                            <w:r>
                              <w:tab/>
                            </w:r>
                            <w:r w:rsidR="000B2CA5">
                              <w:t>What does David’s father say about the car</w:t>
                            </w:r>
                            <w:r w:rsidR="000B2CA5" w:rsidRPr="00030DF6">
                              <w:t>?</w:t>
                            </w:r>
                          </w:p>
                          <w:p w14:paraId="682BA675" w14:textId="2612D96D" w:rsidR="00CC5E99" w:rsidRDefault="00FC0FE4" w:rsidP="00FC0FE4">
                            <w:pPr>
                              <w:spacing w:line="320" w:lineRule="exact"/>
                              <w:ind w:left="420" w:hangingChars="200" w:hanging="420"/>
                            </w:pPr>
                            <w:r>
                              <w:t>A</w:t>
                            </w:r>
                            <w:r>
                              <w:tab/>
                            </w:r>
                            <w:r w:rsidR="000B2CA5">
                              <w:t>He says</w:t>
                            </w:r>
                            <w:r w:rsidR="00392DBF" w:rsidRPr="00392DBF">
                              <w:t xml:space="preserve"> </w:t>
                            </w:r>
                            <w:r w:rsidR="00E4764A" w:rsidRPr="00E4764A">
                              <w:rPr>
                                <w:u w:val="single"/>
                              </w:rPr>
                              <w:t xml:space="preserve">that </w:t>
                            </w:r>
                            <w:r w:rsidR="00392DBF" w:rsidRPr="00392DBF">
                              <w:rPr>
                                <w:u w:val="single"/>
                              </w:rPr>
                              <w:t>it’s very .convenient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C869065" id="テキスト ボックス 3" o:spid="_x0000_s1028" type="#_x0000_t202" style="width:232.45pt;height:205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" fillcolor="white [3201]" strokeweight=".5pt">
                <v:textbox>
                  <w:txbxContent>
                    <w:p w14:paraId="4ECAFCCB" w14:textId="64525A32" w:rsidR="00FC0FE4" w:rsidRDefault="00FC0FE4" w:rsidP="00FC0FE4">
                      <w:pPr>
                        <w:spacing w:line="320" w:lineRule="exact"/>
                        <w:ind w:left="420" w:hangingChars="200" w:hanging="420"/>
                      </w:pPr>
                      <w:r>
                        <w:t>Q1</w:t>
                      </w:r>
                      <w:r>
                        <w:tab/>
                      </w:r>
                      <w:r w:rsidR="000B2CA5" w:rsidRPr="00030DF6">
                        <w:t>Where</w:t>
                      </w:r>
                      <w:r w:rsidR="000B2CA5">
                        <w:t xml:space="preserve"> are David and Mai</w:t>
                      </w:r>
                      <w:r w:rsidR="000B2CA5" w:rsidRPr="00030DF6">
                        <w:t>?</w:t>
                      </w:r>
                    </w:p>
                    <w:p w14:paraId="5C50CCCA" w14:textId="4C1E268E" w:rsidR="00FC0FE4" w:rsidRDefault="00FC0FE4" w:rsidP="00FC0FE4">
                      <w:pPr>
                        <w:spacing w:line="320" w:lineRule="exact"/>
                        <w:ind w:left="420" w:hangingChars="200" w:hanging="420"/>
                      </w:pPr>
                      <w:r>
                        <w:t>A</w:t>
                      </w:r>
                      <w:r>
                        <w:tab/>
                      </w:r>
                      <w:r w:rsidR="00392DBF" w:rsidRPr="00392DBF">
                        <w:t xml:space="preserve">They’re </w:t>
                      </w:r>
                      <w:r w:rsidR="00392DBF" w:rsidRPr="00392DBF">
                        <w:rPr>
                          <w:u w:val="single"/>
                        </w:rPr>
                        <w:t>at a parking lot</w:t>
                      </w:r>
                      <w:r w:rsidR="00392DBF" w:rsidRPr="00392DBF">
                        <w:t>.</w:t>
                      </w:r>
                    </w:p>
                    <w:p w14:paraId="22CD4171" w14:textId="55A3771D" w:rsidR="00FC0FE4" w:rsidRDefault="00FC0FE4" w:rsidP="00FC0FE4">
                      <w:pPr>
                        <w:spacing w:line="320" w:lineRule="exact"/>
                        <w:ind w:left="420" w:hangingChars="200" w:hanging="420"/>
                      </w:pPr>
                      <w:r>
                        <w:t>Q2</w:t>
                      </w:r>
                      <w:r>
                        <w:tab/>
                      </w:r>
                      <w:r w:rsidR="000B2CA5">
                        <w:t>What are they looking at</w:t>
                      </w:r>
                      <w:r w:rsidR="000B2CA5" w:rsidRPr="00030DF6">
                        <w:t>?</w:t>
                      </w:r>
                    </w:p>
                    <w:p w14:paraId="375460A5" w14:textId="538EC16D" w:rsidR="00FC0FE4" w:rsidRDefault="00FC0FE4" w:rsidP="00FC0FE4">
                      <w:pPr>
                        <w:spacing w:line="320" w:lineRule="exact"/>
                        <w:ind w:left="420" w:hangingChars="200" w:hanging="420"/>
                      </w:pPr>
                      <w:r>
                        <w:t>A</w:t>
                      </w:r>
                      <w:r>
                        <w:tab/>
                      </w:r>
                      <w:r w:rsidR="000B2CA5">
                        <w:t>They are</w:t>
                      </w:r>
                      <w:r w:rsidR="000B2CA5" w:rsidRPr="0033780E">
                        <w:rPr>
                          <w:rFonts w:hint="eastAsia"/>
                        </w:rPr>
                        <w:t xml:space="preserve"> </w:t>
                      </w:r>
                      <w:r w:rsidR="000B2CA5" w:rsidRPr="0033780E">
                        <w:rPr>
                          <w:rFonts w:hint="eastAsia"/>
                          <w:u w:val="single"/>
                        </w:rPr>
                        <w:t xml:space="preserve">looking at </w:t>
                      </w:r>
                      <w:r w:rsidR="000B2CA5" w:rsidRPr="0033780E">
                        <w:rPr>
                          <w:u w:val="single"/>
                        </w:rPr>
                        <w:t xml:space="preserve">a </w:t>
                      </w:r>
                      <w:r w:rsidR="000B2CA5" w:rsidRPr="0033780E">
                        <w:rPr>
                          <w:rFonts w:hint="eastAsia"/>
                          <w:u w:val="single"/>
                        </w:rPr>
                        <w:t>car</w:t>
                      </w:r>
                      <w:r>
                        <w:t>.</w:t>
                      </w:r>
                    </w:p>
                    <w:p w14:paraId="3B0C768E" w14:textId="4CA0E131" w:rsidR="00FC0FE4" w:rsidRDefault="00FC0FE4" w:rsidP="00FC0FE4">
                      <w:pPr>
                        <w:spacing w:line="320" w:lineRule="exact"/>
                        <w:ind w:left="420" w:hangingChars="200" w:hanging="420"/>
                      </w:pPr>
                      <w:r>
                        <w:t>Q3</w:t>
                      </w:r>
                      <w:r>
                        <w:tab/>
                      </w:r>
                      <w:r w:rsidR="000B2CA5" w:rsidRPr="00030DF6">
                        <w:t>What</w:t>
                      </w:r>
                      <w:r w:rsidR="000B2CA5">
                        <w:t xml:space="preserve"> is the driver doing</w:t>
                      </w:r>
                      <w:r w:rsidR="000B2CA5" w:rsidRPr="00030DF6">
                        <w:t>?</w:t>
                      </w:r>
                    </w:p>
                    <w:p w14:paraId="682CEC8A" w14:textId="455DA214" w:rsidR="00FC0FE4" w:rsidRDefault="00FC0FE4" w:rsidP="00FC0FE4">
                      <w:pPr>
                        <w:spacing w:line="320" w:lineRule="exact"/>
                        <w:ind w:left="420" w:hangingChars="200" w:hanging="420"/>
                      </w:pPr>
                      <w:r>
                        <w:t>A</w:t>
                      </w:r>
                      <w:r>
                        <w:tab/>
                      </w:r>
                      <w:r w:rsidR="000B2CA5" w:rsidRPr="00030DF6">
                        <w:t>She’s</w:t>
                      </w:r>
                      <w:r w:rsidR="000B2CA5" w:rsidRPr="0033780E">
                        <w:rPr>
                          <w:rFonts w:hint="eastAsia"/>
                        </w:rPr>
                        <w:t xml:space="preserve"> </w:t>
                      </w:r>
                      <w:r w:rsidR="00392DBF">
                        <w:rPr>
                          <w:u w:val="single"/>
                        </w:rPr>
                        <w:t>parking her car</w:t>
                      </w:r>
                      <w:r>
                        <w:t>.</w:t>
                      </w:r>
                    </w:p>
                    <w:p w14:paraId="7FBF5601" w14:textId="070A1CF2" w:rsidR="00FC0FE4" w:rsidRDefault="00FC0FE4" w:rsidP="00FC0FE4">
                      <w:pPr>
                        <w:spacing w:line="320" w:lineRule="exact"/>
                        <w:ind w:left="420" w:hangingChars="200" w:hanging="420"/>
                      </w:pPr>
                      <w:r>
                        <w:t>Q4</w:t>
                      </w:r>
                      <w:r>
                        <w:tab/>
                      </w:r>
                      <w:r w:rsidR="000B2CA5">
                        <w:t>Why is Mai surprised</w:t>
                      </w:r>
                      <w:r w:rsidR="000B2CA5" w:rsidRPr="00030DF6">
                        <w:t>?</w:t>
                      </w:r>
                    </w:p>
                    <w:p w14:paraId="6A536DA1" w14:textId="334929F6" w:rsidR="00FC0FE4" w:rsidRDefault="00FC0FE4" w:rsidP="00FC0FE4">
                      <w:pPr>
                        <w:spacing w:line="320" w:lineRule="exact"/>
                        <w:ind w:left="420" w:hangingChars="200" w:hanging="420"/>
                      </w:pPr>
                      <w:r>
                        <w:t>A</w:t>
                      </w:r>
                      <w:r>
                        <w:tab/>
                        <w:t>It’s because</w:t>
                      </w:r>
                      <w:r w:rsidR="000B2CA5">
                        <w:t xml:space="preserve"> </w:t>
                      </w:r>
                      <w:r w:rsidR="00392DBF" w:rsidRPr="00392DBF">
                        <w:rPr>
                          <w:u w:val="single"/>
                        </w:rPr>
                        <w:t>she saw a woman not holding the steering wheel</w:t>
                      </w:r>
                      <w:r>
                        <w:t>.</w:t>
                      </w:r>
                    </w:p>
                    <w:p w14:paraId="1DA1B0B4" w14:textId="66B1ACA7" w:rsidR="00FC0FE4" w:rsidRDefault="00FC0FE4" w:rsidP="00FC0FE4">
                      <w:pPr>
                        <w:spacing w:line="320" w:lineRule="exact"/>
                        <w:ind w:left="420" w:hangingChars="200" w:hanging="420"/>
                      </w:pPr>
                      <w:r>
                        <w:t>Q5</w:t>
                      </w:r>
                      <w:r>
                        <w:tab/>
                      </w:r>
                      <w:r w:rsidR="000B2CA5">
                        <w:t>What does David’s father say about the car</w:t>
                      </w:r>
                      <w:r w:rsidR="000B2CA5" w:rsidRPr="00030DF6">
                        <w:t>?</w:t>
                      </w:r>
                    </w:p>
                    <w:p w14:paraId="682BA675" w14:textId="2612D96D" w:rsidR="00CC5E99" w:rsidRDefault="00FC0FE4" w:rsidP="00FC0FE4">
                      <w:pPr>
                        <w:spacing w:line="320" w:lineRule="exact"/>
                        <w:ind w:left="420" w:hangingChars="200" w:hanging="420"/>
                      </w:pPr>
                      <w:r>
                        <w:t>A</w:t>
                      </w:r>
                      <w:r>
                        <w:tab/>
                      </w:r>
                      <w:r w:rsidR="000B2CA5">
                        <w:t>He says</w:t>
                      </w:r>
                      <w:r w:rsidR="00392DBF" w:rsidRPr="00392DBF">
                        <w:t xml:space="preserve"> </w:t>
                      </w:r>
                      <w:r w:rsidR="00E4764A" w:rsidRPr="00E4764A">
                        <w:rPr>
                          <w:u w:val="single"/>
                        </w:rPr>
                        <w:t xml:space="preserve">that </w:t>
                      </w:r>
                      <w:r w:rsidR="00392DBF" w:rsidRPr="00392DBF">
                        <w:rPr>
                          <w:u w:val="single"/>
                        </w:rPr>
                        <w:t>it’s very .convenient</w:t>
                      </w:r>
                      <w: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sz w:val="24"/>
          <w:szCs w:val="24"/>
        </w:rPr>
        <w:tab/>
      </w: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0BF81492" wp14:editId="092BF149">
                <wp:extent cx="2952000" cy="2533650"/>
                <wp:effectExtent l="0" t="0" r="20320" b="19050"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000" cy="25336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A79360" w14:textId="20B48EB8" w:rsidR="00FC0FE4" w:rsidRDefault="00FC0FE4" w:rsidP="00FC0FE4">
                            <w:pPr>
                              <w:spacing w:line="320" w:lineRule="exact"/>
                              <w:ind w:left="420" w:hangingChars="200" w:hanging="420"/>
                            </w:pPr>
                            <w:r>
                              <w:t>Q1</w:t>
                            </w:r>
                            <w:r>
                              <w:tab/>
                            </w:r>
                            <w:r w:rsidR="000B2CA5">
                              <w:rPr>
                                <w:rFonts w:hint="eastAsia"/>
                              </w:rPr>
                              <w:t>デイビット</w:t>
                            </w:r>
                            <w:r w:rsidR="000B2CA5">
                              <w:t>と</w:t>
                            </w:r>
                            <w:r w:rsidR="000B2CA5">
                              <w:rPr>
                                <w:rFonts w:hint="eastAsia"/>
                              </w:rPr>
                              <w:t>麻衣</w:t>
                            </w:r>
                            <w:r w:rsidR="000B2CA5">
                              <w:t>はどこにいますか</w:t>
                            </w:r>
                            <w:r>
                              <w:t>。</w:t>
                            </w:r>
                          </w:p>
                          <w:p w14:paraId="7BCD7D7F" w14:textId="4290B42E" w:rsidR="00FC0FE4" w:rsidRDefault="00FC0FE4" w:rsidP="00FC0FE4">
                            <w:pPr>
                              <w:spacing w:line="320" w:lineRule="exact"/>
                              <w:ind w:left="420" w:hangingChars="200" w:hanging="420"/>
                            </w:pPr>
                            <w:r>
                              <w:rPr>
                                <w:rFonts w:hint="eastAsia"/>
                              </w:rPr>
                              <w:t>A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 w:rsidR="000B2CA5">
                              <w:rPr>
                                <w:rFonts w:hint="eastAsia"/>
                              </w:rPr>
                              <w:t>彼らは駐車場</w:t>
                            </w:r>
                            <w:r w:rsidR="000B2CA5">
                              <w:t>にいます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1554771D" w14:textId="1210F8A0" w:rsidR="00FC0FE4" w:rsidRDefault="00FC0FE4" w:rsidP="00FC0FE4">
                            <w:pPr>
                              <w:spacing w:line="320" w:lineRule="exact"/>
                              <w:ind w:left="420" w:hangingChars="200" w:hanging="420"/>
                            </w:pPr>
                            <w:r>
                              <w:t>Q2</w:t>
                            </w:r>
                            <w:r>
                              <w:tab/>
                            </w:r>
                            <w:r w:rsidR="000B2CA5">
                              <w:rPr>
                                <w:rFonts w:hint="eastAsia"/>
                              </w:rPr>
                              <w:t>彼らは</w:t>
                            </w:r>
                            <w:r w:rsidR="000B2CA5">
                              <w:t>何を見ていますか</w:t>
                            </w:r>
                            <w:r>
                              <w:t>。</w:t>
                            </w:r>
                          </w:p>
                          <w:p w14:paraId="646A3E51" w14:textId="5C9044AA" w:rsidR="00FC0FE4" w:rsidRDefault="00FC0FE4" w:rsidP="00FC0FE4">
                            <w:pPr>
                              <w:spacing w:line="320" w:lineRule="exact"/>
                              <w:ind w:left="420" w:hangingChars="200" w:hanging="420"/>
                            </w:pPr>
                            <w:r>
                              <w:rPr>
                                <w:rFonts w:hint="eastAsia"/>
                              </w:rPr>
                              <w:t>A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 w:rsidR="000B2CA5">
                              <w:rPr>
                                <w:rFonts w:hint="eastAsia"/>
                              </w:rPr>
                              <w:t>彼らは</w:t>
                            </w:r>
                            <w:r w:rsidR="000B2CA5">
                              <w:t>車を見ています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5AE59EC3" w14:textId="7C89618C" w:rsidR="00FC0FE4" w:rsidRDefault="00FC0FE4" w:rsidP="00FC0FE4">
                            <w:pPr>
                              <w:spacing w:line="320" w:lineRule="exact"/>
                              <w:ind w:left="420" w:hangingChars="200" w:hanging="420"/>
                            </w:pPr>
                            <w:r>
                              <w:t>Q3</w:t>
                            </w:r>
                            <w:r>
                              <w:tab/>
                            </w:r>
                            <w:r w:rsidR="00D2679A">
                              <w:rPr>
                                <w:rFonts w:hint="eastAsia"/>
                              </w:rPr>
                              <w:t>運転手は</w:t>
                            </w:r>
                            <w:r w:rsidR="00D2679A">
                              <w:t>何をしていますか</w:t>
                            </w:r>
                            <w:r>
                              <w:t>。</w:t>
                            </w:r>
                          </w:p>
                          <w:p w14:paraId="360889EA" w14:textId="49647E94" w:rsidR="00FC0FE4" w:rsidRDefault="00FC0FE4" w:rsidP="00FC0FE4">
                            <w:pPr>
                              <w:spacing w:line="320" w:lineRule="exact"/>
                              <w:ind w:left="420" w:hangingChars="200" w:hanging="420"/>
                            </w:pPr>
                            <w:r>
                              <w:rPr>
                                <w:rFonts w:hint="eastAsia"/>
                              </w:rPr>
                              <w:t>A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 w:rsidR="00D2679A">
                              <w:rPr>
                                <w:rFonts w:hint="eastAsia"/>
                              </w:rPr>
                              <w:t>彼女は</w:t>
                            </w:r>
                            <w:r w:rsidR="00392DBF">
                              <w:rPr>
                                <w:rFonts w:hint="eastAsia"/>
                              </w:rPr>
                              <w:t>車を駐車</w:t>
                            </w:r>
                            <w:r w:rsidR="00D2679A">
                              <w:t>しています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009F9F24" w14:textId="588B4002" w:rsidR="00FC0FE4" w:rsidRDefault="00FC0FE4" w:rsidP="00FC0FE4">
                            <w:pPr>
                              <w:spacing w:line="320" w:lineRule="exact"/>
                              <w:ind w:left="420" w:hangingChars="200" w:hanging="420"/>
                            </w:pPr>
                            <w:r>
                              <w:t>Q4</w:t>
                            </w:r>
                            <w:r>
                              <w:tab/>
                            </w:r>
                            <w:r w:rsidR="00D2679A">
                              <w:rPr>
                                <w:rFonts w:hint="eastAsia"/>
                              </w:rPr>
                              <w:t>なぜ</w:t>
                            </w:r>
                            <w:r w:rsidR="00D2679A">
                              <w:t>麻衣</w:t>
                            </w:r>
                            <w:r w:rsidR="00D2679A">
                              <w:rPr>
                                <w:rFonts w:hint="eastAsia"/>
                              </w:rPr>
                              <w:t>は</w:t>
                            </w:r>
                            <w:r w:rsidR="00D2679A">
                              <w:t>驚いているのですか</w:t>
                            </w:r>
                            <w:r>
                              <w:t>。</w:t>
                            </w:r>
                          </w:p>
                          <w:p w14:paraId="06A8E659" w14:textId="2E7D4B98" w:rsidR="00FC0FE4" w:rsidRDefault="00FC0FE4" w:rsidP="00FC0FE4">
                            <w:pPr>
                              <w:spacing w:line="320" w:lineRule="exact"/>
                              <w:ind w:left="420" w:hangingChars="200" w:hanging="420"/>
                            </w:pPr>
                            <w:r>
                              <w:rPr>
                                <w:rFonts w:hint="eastAsia"/>
                              </w:rPr>
                              <w:t>A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 w:rsidR="00D2679A">
                              <w:rPr>
                                <w:rFonts w:hint="eastAsia"/>
                              </w:rPr>
                              <w:t>なぜなら</w:t>
                            </w:r>
                            <w:r w:rsidR="00392DBF">
                              <w:rPr>
                                <w:rFonts w:hint="eastAsia"/>
                              </w:rPr>
                              <w:t>彼女は</w:t>
                            </w:r>
                            <w:r w:rsidR="00392DBF">
                              <w:t>女性がハンドルを</w:t>
                            </w:r>
                            <w:r w:rsidR="00392DBF">
                              <w:rPr>
                                <w:rFonts w:hint="eastAsia"/>
                              </w:rPr>
                              <w:t>握っていないのを</w:t>
                            </w:r>
                            <w:r w:rsidR="00392DBF">
                              <w:t>見たからです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189995A4" w14:textId="74C36FDF" w:rsidR="00FC0FE4" w:rsidRDefault="00FC0FE4" w:rsidP="00FC0FE4">
                            <w:pPr>
                              <w:spacing w:line="320" w:lineRule="exact"/>
                              <w:ind w:left="420" w:hangingChars="200" w:hanging="420"/>
                            </w:pPr>
                            <w:r>
                              <w:t>Q5</w:t>
                            </w:r>
                            <w:r>
                              <w:tab/>
                            </w:r>
                            <w:r w:rsidR="00D2679A">
                              <w:rPr>
                                <w:rFonts w:hint="eastAsia"/>
                              </w:rPr>
                              <w:t>デイビッドの父は</w:t>
                            </w:r>
                            <w:r w:rsidR="00D2679A">
                              <w:t>車について何を言っていますか</w:t>
                            </w:r>
                            <w:r>
                              <w:t>。</w:t>
                            </w:r>
                          </w:p>
                          <w:p w14:paraId="4D396E25" w14:textId="3CA8D460" w:rsidR="00CC5E99" w:rsidRDefault="00FC0FE4" w:rsidP="00FC0FE4">
                            <w:pPr>
                              <w:spacing w:line="320" w:lineRule="exact"/>
                              <w:ind w:left="420" w:hangingChars="200" w:hanging="420"/>
                            </w:pPr>
                            <w:r>
                              <w:rPr>
                                <w:rFonts w:hint="eastAsia"/>
                              </w:rPr>
                              <w:t>A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 w:rsidR="00D2679A">
                              <w:rPr>
                                <w:rFonts w:hint="eastAsia"/>
                              </w:rPr>
                              <w:t>彼はそれが</w:t>
                            </w:r>
                            <w:r w:rsidR="00D2679A">
                              <w:t>とても便利だと言っています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BF81492" id="テキスト ボックス 4" o:spid="_x0000_s1029" type="#_x0000_t202" style="width:232.45pt;height:19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" fillcolor="#d8d8d8 [2732]" strokeweight=".5pt">
                <v:textbox>
                  <w:txbxContent>
                    <w:p w14:paraId="14A79360" w14:textId="20B48EB8" w:rsidR="00FC0FE4" w:rsidRDefault="00FC0FE4" w:rsidP="00FC0FE4">
                      <w:pPr>
                        <w:spacing w:line="320" w:lineRule="exact"/>
                        <w:ind w:left="420" w:hangingChars="200" w:hanging="420"/>
                      </w:pPr>
                      <w:r>
                        <w:t>Q1</w:t>
                      </w:r>
                      <w:r>
                        <w:tab/>
                      </w:r>
                      <w:r w:rsidR="000B2CA5">
                        <w:rPr>
                          <w:rFonts w:hint="eastAsia"/>
                        </w:rPr>
                        <w:t>デイビット</w:t>
                      </w:r>
                      <w:r w:rsidR="000B2CA5">
                        <w:t>と</w:t>
                      </w:r>
                      <w:r w:rsidR="000B2CA5">
                        <w:rPr>
                          <w:rFonts w:hint="eastAsia"/>
                        </w:rPr>
                        <w:t>麻衣</w:t>
                      </w:r>
                      <w:r w:rsidR="000B2CA5">
                        <w:t>はどこにいますか</w:t>
                      </w:r>
                      <w:r>
                        <w:t>。</w:t>
                      </w:r>
                    </w:p>
                    <w:p w14:paraId="7BCD7D7F" w14:textId="4290B42E" w:rsidR="00FC0FE4" w:rsidRDefault="00FC0FE4" w:rsidP="00FC0FE4">
                      <w:pPr>
                        <w:spacing w:line="320" w:lineRule="exact"/>
                        <w:ind w:left="420" w:hangingChars="200" w:hanging="420"/>
                      </w:pPr>
                      <w:r>
                        <w:rPr>
                          <w:rFonts w:hint="eastAsia"/>
                        </w:rPr>
                        <w:t>A</w:t>
                      </w:r>
                      <w:r>
                        <w:rPr>
                          <w:rFonts w:hint="eastAsia"/>
                        </w:rPr>
                        <w:tab/>
                      </w:r>
                      <w:r w:rsidR="000B2CA5">
                        <w:rPr>
                          <w:rFonts w:hint="eastAsia"/>
                        </w:rPr>
                        <w:t>彼らは駐車場</w:t>
                      </w:r>
                      <w:r w:rsidR="000B2CA5">
                        <w:t>にいます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1554771D" w14:textId="1210F8A0" w:rsidR="00FC0FE4" w:rsidRDefault="00FC0FE4" w:rsidP="00FC0FE4">
                      <w:pPr>
                        <w:spacing w:line="320" w:lineRule="exact"/>
                        <w:ind w:left="420" w:hangingChars="200" w:hanging="420"/>
                      </w:pPr>
                      <w:r>
                        <w:t>Q2</w:t>
                      </w:r>
                      <w:r>
                        <w:tab/>
                      </w:r>
                      <w:r w:rsidR="000B2CA5">
                        <w:rPr>
                          <w:rFonts w:hint="eastAsia"/>
                        </w:rPr>
                        <w:t>彼らは</w:t>
                      </w:r>
                      <w:r w:rsidR="000B2CA5">
                        <w:t>何を見ていますか</w:t>
                      </w:r>
                      <w:r>
                        <w:t>。</w:t>
                      </w:r>
                    </w:p>
                    <w:p w14:paraId="646A3E51" w14:textId="5C9044AA" w:rsidR="00FC0FE4" w:rsidRDefault="00FC0FE4" w:rsidP="00FC0FE4">
                      <w:pPr>
                        <w:spacing w:line="320" w:lineRule="exact"/>
                        <w:ind w:left="420" w:hangingChars="200" w:hanging="420"/>
                      </w:pPr>
                      <w:r>
                        <w:rPr>
                          <w:rFonts w:hint="eastAsia"/>
                        </w:rPr>
                        <w:t>A</w:t>
                      </w:r>
                      <w:r>
                        <w:rPr>
                          <w:rFonts w:hint="eastAsia"/>
                        </w:rPr>
                        <w:tab/>
                      </w:r>
                      <w:r w:rsidR="000B2CA5">
                        <w:rPr>
                          <w:rFonts w:hint="eastAsia"/>
                        </w:rPr>
                        <w:t>彼らは</w:t>
                      </w:r>
                      <w:r w:rsidR="000B2CA5">
                        <w:t>車を見ています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5AE59EC3" w14:textId="7C89618C" w:rsidR="00FC0FE4" w:rsidRDefault="00FC0FE4" w:rsidP="00FC0FE4">
                      <w:pPr>
                        <w:spacing w:line="320" w:lineRule="exact"/>
                        <w:ind w:left="420" w:hangingChars="200" w:hanging="420"/>
                      </w:pPr>
                      <w:r>
                        <w:t>Q3</w:t>
                      </w:r>
                      <w:r>
                        <w:tab/>
                      </w:r>
                      <w:r w:rsidR="00D2679A">
                        <w:rPr>
                          <w:rFonts w:hint="eastAsia"/>
                        </w:rPr>
                        <w:t>運転手は</w:t>
                      </w:r>
                      <w:r w:rsidR="00D2679A">
                        <w:t>何をしていますか</w:t>
                      </w:r>
                      <w:r>
                        <w:t>。</w:t>
                      </w:r>
                    </w:p>
                    <w:p w14:paraId="360889EA" w14:textId="49647E94" w:rsidR="00FC0FE4" w:rsidRDefault="00FC0FE4" w:rsidP="00FC0FE4">
                      <w:pPr>
                        <w:spacing w:line="320" w:lineRule="exact"/>
                        <w:ind w:left="420" w:hangingChars="200" w:hanging="420"/>
                      </w:pPr>
                      <w:r>
                        <w:rPr>
                          <w:rFonts w:hint="eastAsia"/>
                        </w:rPr>
                        <w:t>A</w:t>
                      </w:r>
                      <w:r>
                        <w:rPr>
                          <w:rFonts w:hint="eastAsia"/>
                        </w:rPr>
                        <w:tab/>
                      </w:r>
                      <w:r w:rsidR="00D2679A">
                        <w:rPr>
                          <w:rFonts w:hint="eastAsia"/>
                        </w:rPr>
                        <w:t>彼女は</w:t>
                      </w:r>
                      <w:r w:rsidR="00392DBF">
                        <w:rPr>
                          <w:rFonts w:hint="eastAsia"/>
                        </w:rPr>
                        <w:t>車を駐車</w:t>
                      </w:r>
                      <w:r w:rsidR="00D2679A">
                        <w:t>しています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009F9F24" w14:textId="588B4002" w:rsidR="00FC0FE4" w:rsidRDefault="00FC0FE4" w:rsidP="00FC0FE4">
                      <w:pPr>
                        <w:spacing w:line="320" w:lineRule="exact"/>
                        <w:ind w:left="420" w:hangingChars="200" w:hanging="420"/>
                      </w:pPr>
                      <w:r>
                        <w:t>Q4</w:t>
                      </w:r>
                      <w:r>
                        <w:tab/>
                      </w:r>
                      <w:r w:rsidR="00D2679A">
                        <w:rPr>
                          <w:rFonts w:hint="eastAsia"/>
                        </w:rPr>
                        <w:t>なぜ</w:t>
                      </w:r>
                      <w:r w:rsidR="00D2679A">
                        <w:t>麻衣</w:t>
                      </w:r>
                      <w:r w:rsidR="00D2679A">
                        <w:rPr>
                          <w:rFonts w:hint="eastAsia"/>
                        </w:rPr>
                        <w:t>は</w:t>
                      </w:r>
                      <w:r w:rsidR="00D2679A">
                        <w:t>驚いているのですか</w:t>
                      </w:r>
                      <w:r>
                        <w:t>。</w:t>
                      </w:r>
                    </w:p>
                    <w:p w14:paraId="06A8E659" w14:textId="2E7D4B98" w:rsidR="00FC0FE4" w:rsidRDefault="00FC0FE4" w:rsidP="00FC0FE4">
                      <w:pPr>
                        <w:spacing w:line="320" w:lineRule="exact"/>
                        <w:ind w:left="420" w:hangingChars="200" w:hanging="420"/>
                      </w:pPr>
                      <w:r>
                        <w:rPr>
                          <w:rFonts w:hint="eastAsia"/>
                        </w:rPr>
                        <w:t>A</w:t>
                      </w:r>
                      <w:r>
                        <w:rPr>
                          <w:rFonts w:hint="eastAsia"/>
                        </w:rPr>
                        <w:tab/>
                      </w:r>
                      <w:r w:rsidR="00D2679A">
                        <w:rPr>
                          <w:rFonts w:hint="eastAsia"/>
                        </w:rPr>
                        <w:t>なぜなら</w:t>
                      </w:r>
                      <w:r w:rsidR="00392DBF">
                        <w:rPr>
                          <w:rFonts w:hint="eastAsia"/>
                        </w:rPr>
                        <w:t>彼女は</w:t>
                      </w:r>
                      <w:r w:rsidR="00392DBF">
                        <w:t>女性がハンドルを</w:t>
                      </w:r>
                      <w:r w:rsidR="00392DBF">
                        <w:rPr>
                          <w:rFonts w:hint="eastAsia"/>
                        </w:rPr>
                        <w:t>握っていないのを</w:t>
                      </w:r>
                      <w:r w:rsidR="00392DBF">
                        <w:t>見たからです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189995A4" w14:textId="74C36FDF" w:rsidR="00FC0FE4" w:rsidRDefault="00FC0FE4" w:rsidP="00FC0FE4">
                      <w:pPr>
                        <w:spacing w:line="320" w:lineRule="exact"/>
                        <w:ind w:left="420" w:hangingChars="200" w:hanging="420"/>
                      </w:pPr>
                      <w:r>
                        <w:t>Q5</w:t>
                      </w:r>
                      <w:r>
                        <w:tab/>
                      </w:r>
                      <w:r w:rsidR="00D2679A">
                        <w:rPr>
                          <w:rFonts w:hint="eastAsia"/>
                        </w:rPr>
                        <w:t>デイビッドの父は</w:t>
                      </w:r>
                      <w:r w:rsidR="00D2679A">
                        <w:t>車について何を言っていますか</w:t>
                      </w:r>
                      <w:r>
                        <w:t>。</w:t>
                      </w:r>
                    </w:p>
                    <w:p w14:paraId="4D396E25" w14:textId="3CA8D460" w:rsidR="00CC5E99" w:rsidRDefault="00FC0FE4" w:rsidP="00FC0FE4">
                      <w:pPr>
                        <w:spacing w:line="320" w:lineRule="exact"/>
                        <w:ind w:left="420" w:hangingChars="200" w:hanging="420"/>
                      </w:pPr>
                      <w:r>
                        <w:rPr>
                          <w:rFonts w:hint="eastAsia"/>
                        </w:rPr>
                        <w:t>A</w:t>
                      </w:r>
                      <w:r>
                        <w:rPr>
                          <w:rFonts w:hint="eastAsia"/>
                        </w:rPr>
                        <w:tab/>
                      </w:r>
                      <w:r w:rsidR="00D2679A">
                        <w:rPr>
                          <w:rFonts w:hint="eastAsia"/>
                        </w:rPr>
                        <w:t>彼はそれが</w:t>
                      </w:r>
                      <w:r w:rsidR="00D2679A">
                        <w:t>とても便利だと言っています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Style w:val="af6"/>
        <w:tblpPr w:leftFromText="142" w:rightFromText="142" w:horzAnchor="margin" w:tblpXSpec="right" w:tblpYSpec="bottom"/>
        <w:tblW w:w="0" w:type="auto"/>
        <w:tblLook w:val="04A0" w:firstRow="1" w:lastRow="0" w:firstColumn="1" w:lastColumn="0" w:noHBand="0" w:noVBand="1"/>
      </w:tblPr>
      <w:tblGrid>
        <w:gridCol w:w="992"/>
        <w:gridCol w:w="993"/>
        <w:gridCol w:w="5391"/>
      </w:tblGrid>
      <w:tr w:rsidR="00CC5E99" w14:paraId="4DA352EB" w14:textId="77777777" w:rsidTr="00CC5E99">
        <w:trPr>
          <w:trHeight w:val="454"/>
        </w:trPr>
        <w:tc>
          <w:tcPr>
            <w:tcW w:w="992" w:type="dxa"/>
            <w:vAlign w:val="center"/>
          </w:tcPr>
          <w:p w14:paraId="555DC85F" w14:textId="77777777" w:rsidR="00CC5E99" w:rsidRDefault="00CC5E99" w:rsidP="00CC5E99">
            <w:pPr>
              <w:jc w:val="center"/>
            </w:pPr>
            <w:r>
              <w:rPr>
                <w:rFonts w:hint="eastAsia"/>
              </w:rPr>
              <w:t>クラス</w:t>
            </w:r>
          </w:p>
        </w:tc>
        <w:tc>
          <w:tcPr>
            <w:tcW w:w="993" w:type="dxa"/>
            <w:vAlign w:val="center"/>
          </w:tcPr>
          <w:p w14:paraId="09DCC9BE" w14:textId="77777777" w:rsidR="00CC5E99" w:rsidRDefault="00CC5E99" w:rsidP="00CC5E99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5391" w:type="dxa"/>
            <w:vAlign w:val="center"/>
          </w:tcPr>
          <w:p w14:paraId="763440B5" w14:textId="77777777" w:rsidR="00CC5E99" w:rsidRDefault="00CC5E99" w:rsidP="00CC5E99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</w:tr>
      <w:tr w:rsidR="00CC5E99" w14:paraId="316B26B7" w14:textId="77777777" w:rsidTr="00CC5E99">
        <w:trPr>
          <w:trHeight w:val="794"/>
        </w:trPr>
        <w:tc>
          <w:tcPr>
            <w:tcW w:w="992" w:type="dxa"/>
            <w:vAlign w:val="center"/>
          </w:tcPr>
          <w:p w14:paraId="0DB0E242" w14:textId="77777777" w:rsidR="00CC5E99" w:rsidRDefault="00CC5E99" w:rsidP="00CC5E99"/>
        </w:tc>
        <w:tc>
          <w:tcPr>
            <w:tcW w:w="993" w:type="dxa"/>
            <w:vAlign w:val="center"/>
          </w:tcPr>
          <w:p w14:paraId="55E4AC22" w14:textId="77777777" w:rsidR="00CC5E99" w:rsidRDefault="00CC5E99" w:rsidP="00CC5E99"/>
        </w:tc>
        <w:tc>
          <w:tcPr>
            <w:tcW w:w="5391" w:type="dxa"/>
            <w:vAlign w:val="center"/>
          </w:tcPr>
          <w:p w14:paraId="40AC69FF" w14:textId="77777777" w:rsidR="00CC5E99" w:rsidRDefault="00CC5E99" w:rsidP="00CC5E99"/>
        </w:tc>
      </w:tr>
    </w:tbl>
    <w:p w14:paraId="5513A753" w14:textId="4F08643C" w:rsidR="00D35AC9" w:rsidRPr="00D35AC9" w:rsidRDefault="00D35AC9" w:rsidP="00D14F06"/>
    <w:sectPr w:rsidR="00D35AC9" w:rsidRPr="00D35AC9" w:rsidSect="00161B27">
      <w:headerReference w:type="even" r:id="rId6"/>
      <w:headerReference w:type="default" r:id="rId7"/>
      <w:headerReference w:type="first" r:id="rId8"/>
      <w:type w:val="continuous"/>
      <w:pgSz w:w="11906" w:h="16838" w:code="9"/>
      <w:pgMar w:top="1134" w:right="1134" w:bottom="1134" w:left="1134" w:header="851" w:footer="992" w:gutter="0"/>
      <w:cols w:space="425"/>
      <w:docGrid w:type="lines" w:linePitch="360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D9F5B" w14:textId="77777777" w:rsidR="0085661C" w:rsidRDefault="0085661C" w:rsidP="00AB19B2">
      <w:pPr>
        <w:spacing w:line="240" w:lineRule="auto"/>
      </w:pPr>
      <w:r>
        <w:separator/>
      </w:r>
    </w:p>
  </w:endnote>
  <w:endnote w:type="continuationSeparator" w:id="0">
    <w:p w14:paraId="02074933" w14:textId="77777777" w:rsidR="0085661C" w:rsidRDefault="0085661C" w:rsidP="00AB19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145912" w14:textId="77777777" w:rsidR="0085661C" w:rsidRDefault="0085661C" w:rsidP="00AB19B2">
      <w:pPr>
        <w:spacing w:line="240" w:lineRule="auto"/>
      </w:pPr>
      <w:r>
        <w:separator/>
      </w:r>
    </w:p>
  </w:footnote>
  <w:footnote w:type="continuationSeparator" w:id="0">
    <w:p w14:paraId="30EBFF45" w14:textId="77777777" w:rsidR="0085661C" w:rsidRDefault="0085661C" w:rsidP="00AB19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312AE" w14:textId="16D2105C" w:rsidR="00255636" w:rsidRDefault="00D3370C">
    <w:pPr>
      <w:pStyle w:val="af7"/>
    </w:pPr>
    <w:r>
      <w:rPr>
        <w:noProof/>
      </w:rPr>
      <w:pict w14:anchorId="290097F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859626" o:spid="_x0000_s51205" type="#_x0000_t136" style="position:absolute;left:0;text-align:left;margin-left:0;margin-top:0;width:481.85pt;height:160.6pt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CB99A" w14:textId="686ABB59" w:rsidR="0070306B" w:rsidRPr="00255636" w:rsidRDefault="00D3370C" w:rsidP="00255636">
    <w:pPr>
      <w:pStyle w:val="af7"/>
      <w:jc w:val="right"/>
    </w:pPr>
    <w:r>
      <w:rPr>
        <w:noProof/>
      </w:rPr>
      <w:pict w14:anchorId="3B41DA9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859627" o:spid="_x0000_s51206" type="#_x0000_t136" style="position:absolute;left:0;text-align:left;margin-left:225.3pt;margin-top:-3.05pt;width:260.3pt;height:86.75pt;z-index:-251653120;mso-position-horizontal-relative:margin;mso-position-vertical-relative:margin" o:allowincell="f" fillcolor="#a5a5a5 [2092]" stroked="f">
          <v:textpath style="font-family:&quot;ＭＳ Ｐゴシック&quot;;font-size:1pt;v-text-reverse:t" string="SAMPLE"/>
        </v:shape>
      </w:pict>
    </w:r>
    <w:r w:rsidR="00255636" w:rsidRPr="00255636">
      <w:rPr>
        <w:smallCaps/>
        <w:sz w:val="24"/>
        <w:szCs w:val="24"/>
      </w:rPr>
      <w:t>L08_P1_03</w:t>
    </w:r>
    <w:r w:rsidR="00255636" w:rsidRPr="00255636">
      <w:rPr>
        <w:smallCaps/>
        <w:sz w:val="24"/>
        <w:szCs w:val="24"/>
      </w:rPr>
      <w:t>日本語訳確認シート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741DD" w14:textId="3D9FE7C6" w:rsidR="00255636" w:rsidRDefault="00D3370C">
    <w:pPr>
      <w:pStyle w:val="af7"/>
    </w:pPr>
    <w:r>
      <w:rPr>
        <w:noProof/>
      </w:rPr>
      <w:pict w14:anchorId="45D2A8B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859625" o:spid="_x0000_s51204" type="#_x0000_t136" style="position:absolute;left:0;text-align:left;margin-left:0;margin-top:0;width:481.85pt;height:160.6pt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5gzZ5qpSYkCzdZuwJxxbZ5F1xknIVhdIC+X35ug1Yr9+LTePr6UC9Aew2gcurTPZGV6DFCstcFDMVkiZh1DoAA==" w:salt="qZ4PB9qYMahdOHVlCosK6w=="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51207">
      <v:textbox inset="5.85pt,.7pt,5.85pt,.7pt"/>
    </o:shapedefaults>
    <o:shapelayout v:ext="edit">
      <o:idmap v:ext="edit" data="50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OxMDMyNzExsLQ0MzRR0lEKTi0uzszPAymwrAUAdClCuywAAAA="/>
  </w:docVars>
  <w:rsids>
    <w:rsidRoot w:val="00B4325A"/>
    <w:rsid w:val="00064F76"/>
    <w:rsid w:val="000B2CA5"/>
    <w:rsid w:val="000D142D"/>
    <w:rsid w:val="00102227"/>
    <w:rsid w:val="0010402A"/>
    <w:rsid w:val="00161B27"/>
    <w:rsid w:val="00162A80"/>
    <w:rsid w:val="001A0AC1"/>
    <w:rsid w:val="001F67C9"/>
    <w:rsid w:val="00216979"/>
    <w:rsid w:val="00234206"/>
    <w:rsid w:val="00255636"/>
    <w:rsid w:val="002809FD"/>
    <w:rsid w:val="002A5997"/>
    <w:rsid w:val="002C27B3"/>
    <w:rsid w:val="002D5F96"/>
    <w:rsid w:val="002F40E2"/>
    <w:rsid w:val="002F4BDD"/>
    <w:rsid w:val="00324E0D"/>
    <w:rsid w:val="00331A63"/>
    <w:rsid w:val="00367CFE"/>
    <w:rsid w:val="00392DBF"/>
    <w:rsid w:val="003A47CB"/>
    <w:rsid w:val="00417816"/>
    <w:rsid w:val="004310F5"/>
    <w:rsid w:val="004500F5"/>
    <w:rsid w:val="00476A87"/>
    <w:rsid w:val="004E004E"/>
    <w:rsid w:val="004F3FD3"/>
    <w:rsid w:val="00537595"/>
    <w:rsid w:val="00562B3B"/>
    <w:rsid w:val="00571E20"/>
    <w:rsid w:val="00682F5D"/>
    <w:rsid w:val="006E0EE1"/>
    <w:rsid w:val="006F4C90"/>
    <w:rsid w:val="0070306B"/>
    <w:rsid w:val="00720F71"/>
    <w:rsid w:val="00734AD2"/>
    <w:rsid w:val="00744FE2"/>
    <w:rsid w:val="00754CD7"/>
    <w:rsid w:val="0076683A"/>
    <w:rsid w:val="00772B02"/>
    <w:rsid w:val="007C288E"/>
    <w:rsid w:val="007F3CBB"/>
    <w:rsid w:val="00807E91"/>
    <w:rsid w:val="0085661C"/>
    <w:rsid w:val="008778EA"/>
    <w:rsid w:val="008B56B2"/>
    <w:rsid w:val="008D08B4"/>
    <w:rsid w:val="008D2374"/>
    <w:rsid w:val="008F7F19"/>
    <w:rsid w:val="00925141"/>
    <w:rsid w:val="009351B4"/>
    <w:rsid w:val="009B61CA"/>
    <w:rsid w:val="009D6C11"/>
    <w:rsid w:val="009E0B91"/>
    <w:rsid w:val="00A16815"/>
    <w:rsid w:val="00A734A7"/>
    <w:rsid w:val="00AB19B2"/>
    <w:rsid w:val="00AD3435"/>
    <w:rsid w:val="00B277CA"/>
    <w:rsid w:val="00B34965"/>
    <w:rsid w:val="00B4325A"/>
    <w:rsid w:val="00C84ECD"/>
    <w:rsid w:val="00CA04F0"/>
    <w:rsid w:val="00CC5E99"/>
    <w:rsid w:val="00CF50D8"/>
    <w:rsid w:val="00D05BC2"/>
    <w:rsid w:val="00D14F06"/>
    <w:rsid w:val="00D2679A"/>
    <w:rsid w:val="00D3370C"/>
    <w:rsid w:val="00D35AC9"/>
    <w:rsid w:val="00D53467"/>
    <w:rsid w:val="00D73E47"/>
    <w:rsid w:val="00DD6A2E"/>
    <w:rsid w:val="00DF183B"/>
    <w:rsid w:val="00E00444"/>
    <w:rsid w:val="00E46094"/>
    <w:rsid w:val="00E4764A"/>
    <w:rsid w:val="00E769A6"/>
    <w:rsid w:val="00EC0BA5"/>
    <w:rsid w:val="00F2488B"/>
    <w:rsid w:val="00F77852"/>
    <w:rsid w:val="00F827FE"/>
    <w:rsid w:val="00F91A6A"/>
    <w:rsid w:val="00FC0FE4"/>
    <w:rsid w:val="00FC2788"/>
    <w:rsid w:val="00FE5879"/>
    <w:rsid w:val="00FF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7">
      <v:textbox inset="5.85pt,.7pt,5.85pt,.7pt"/>
    </o:shapedefaults>
    <o:shapelayout v:ext="edit">
      <o:idmap v:ext="edit" data="1"/>
    </o:shapelayout>
  </w:shapeDefaults>
  <w:decimalSymbol w:val="."/>
  <w:listSeparator w:val=","/>
  <w14:docId w14:val="1A15056B"/>
  <w15:chartTrackingRefBased/>
  <w15:docId w15:val="{EAF57F32-9593-46DD-9038-21CE2B7C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ゴシック" w:eastAsia="游ゴシック" w:hAnsi="游ゴシック" w:cstheme="minorBidi"/>
        <w:sz w:val="21"/>
        <w:szCs w:val="21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unhideWhenUsed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E20"/>
  </w:style>
  <w:style w:type="paragraph" w:styleId="1">
    <w:name w:val="heading 1"/>
    <w:basedOn w:val="a"/>
    <w:next w:val="a"/>
    <w:link w:val="10"/>
    <w:uiPriority w:val="9"/>
    <w:rsid w:val="00571E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qFormat/>
    <w:rsid w:val="00571E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qFormat/>
    <w:rsid w:val="00571E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qFormat/>
    <w:rsid w:val="00571E20"/>
    <w:pPr>
      <w:keepNext/>
      <w:keepLines/>
      <w:spacing w:before="4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qFormat/>
    <w:rsid w:val="00571E20"/>
    <w:pPr>
      <w:keepNext/>
      <w:keepLines/>
      <w:spacing w:before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qFormat/>
    <w:rsid w:val="00571E20"/>
    <w:pPr>
      <w:keepNext/>
      <w:keepLines/>
      <w:spacing w:before="4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qFormat/>
    <w:rsid w:val="00571E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qFormat/>
    <w:rsid w:val="00571E20"/>
    <w:pPr>
      <w:keepNext/>
      <w:keepLines/>
      <w:spacing w:before="40"/>
      <w:outlineLvl w:val="7"/>
    </w:pPr>
    <w:rPr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qFormat/>
    <w:rsid w:val="00571E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rsid w:val="00571E20"/>
    <w:rPr>
      <w:rFonts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1E20"/>
    <w:rPr>
      <w:rFonts w:eastAsia="游明朝" w:cstheme="majorBidi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71E20"/>
    <w:rPr>
      <w:rFonts w:asciiTheme="majorHAnsi" w:eastAsiaTheme="majorEastAsia" w:hAnsiTheme="majorHAnsi" w:cstheme="majorBidi"/>
      <w:color w:val="1F3864" w:themeColor="accent1" w:themeShade="80"/>
      <w:kern w:val="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71E20"/>
    <w:rPr>
      <w:rFonts w:eastAsia="游明朝"/>
      <w:i/>
      <w:iCs/>
      <w:kern w:val="0"/>
    </w:rPr>
  </w:style>
  <w:style w:type="character" w:customStyle="1" w:styleId="50">
    <w:name w:val="見出し 5 (文字)"/>
    <w:basedOn w:val="a0"/>
    <w:link w:val="5"/>
    <w:uiPriority w:val="9"/>
    <w:semiHidden/>
    <w:rsid w:val="00571E20"/>
    <w:rPr>
      <w:rFonts w:eastAsia="游明朝"/>
      <w:color w:val="2F5496" w:themeColor="accent1" w:themeShade="BF"/>
      <w:kern w:val="0"/>
    </w:rPr>
  </w:style>
  <w:style w:type="character" w:customStyle="1" w:styleId="60">
    <w:name w:val="見出し 6 (文字)"/>
    <w:basedOn w:val="a0"/>
    <w:link w:val="6"/>
    <w:uiPriority w:val="9"/>
    <w:semiHidden/>
    <w:rsid w:val="00571E20"/>
    <w:rPr>
      <w:rFonts w:eastAsia="游明朝"/>
      <w:color w:val="1F3864" w:themeColor="accent1" w:themeShade="80"/>
      <w:kern w:val="0"/>
    </w:rPr>
  </w:style>
  <w:style w:type="character" w:customStyle="1" w:styleId="70">
    <w:name w:val="見出し 7 (文字)"/>
    <w:basedOn w:val="a0"/>
    <w:link w:val="7"/>
    <w:uiPriority w:val="9"/>
    <w:semiHidden/>
    <w:rsid w:val="00571E20"/>
    <w:rPr>
      <w:rFonts w:asciiTheme="majorHAnsi" w:eastAsiaTheme="majorEastAsia" w:hAnsiTheme="majorHAnsi" w:cstheme="majorBidi"/>
      <w:i/>
      <w:iCs/>
      <w:color w:val="1F3864" w:themeColor="accent1" w:themeShade="80"/>
      <w:kern w:val="0"/>
    </w:rPr>
  </w:style>
  <w:style w:type="character" w:customStyle="1" w:styleId="80">
    <w:name w:val="見出し 8 (文字)"/>
    <w:basedOn w:val="a0"/>
    <w:link w:val="8"/>
    <w:uiPriority w:val="9"/>
    <w:semiHidden/>
    <w:rsid w:val="00571E20"/>
    <w:rPr>
      <w:rFonts w:eastAsia="游明朝"/>
      <w:color w:val="262626" w:themeColor="text1" w:themeTint="D9"/>
      <w:kern w:val="0"/>
    </w:rPr>
  </w:style>
  <w:style w:type="character" w:customStyle="1" w:styleId="90">
    <w:name w:val="見出し 9 (文字)"/>
    <w:basedOn w:val="a0"/>
    <w:link w:val="9"/>
    <w:uiPriority w:val="9"/>
    <w:semiHidden/>
    <w:rsid w:val="00571E20"/>
    <w:rPr>
      <w:rFonts w:asciiTheme="majorHAnsi" w:eastAsiaTheme="majorEastAsia" w:hAnsiTheme="majorHAnsi" w:cstheme="majorBidi"/>
      <w:i/>
      <w:iCs/>
      <w:color w:val="262626" w:themeColor="text1" w:themeTint="D9"/>
      <w:kern w:val="0"/>
    </w:rPr>
  </w:style>
  <w:style w:type="paragraph" w:styleId="a5">
    <w:name w:val="caption"/>
    <w:basedOn w:val="a"/>
    <w:next w:val="a"/>
    <w:uiPriority w:val="35"/>
    <w:semiHidden/>
    <w:qFormat/>
    <w:rsid w:val="00571E2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Title"/>
    <w:basedOn w:val="a"/>
    <w:next w:val="a"/>
    <w:link w:val="a7"/>
    <w:uiPriority w:val="10"/>
    <w:semiHidden/>
    <w:qFormat/>
    <w:rsid w:val="00571E2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7">
    <w:name w:val="表題 (文字)"/>
    <w:basedOn w:val="a0"/>
    <w:link w:val="a6"/>
    <w:uiPriority w:val="10"/>
    <w:semiHidden/>
    <w:rsid w:val="00571E20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8">
    <w:name w:val="Subtitle"/>
    <w:basedOn w:val="a"/>
    <w:next w:val="a"/>
    <w:link w:val="a9"/>
    <w:uiPriority w:val="11"/>
    <w:semiHidden/>
    <w:qFormat/>
    <w:rsid w:val="00571E20"/>
    <w:pPr>
      <w:jc w:val="center"/>
      <w:outlineLvl w:val="1"/>
    </w:pPr>
    <w:rPr>
      <w:rFonts w:asciiTheme="minorHAnsi" w:eastAsiaTheme="minorEastAsia" w:hAnsiTheme="minorHAnsi"/>
      <w:sz w:val="24"/>
      <w:szCs w:val="24"/>
    </w:rPr>
  </w:style>
  <w:style w:type="character" w:customStyle="1" w:styleId="a9">
    <w:name w:val="副題 (文字)"/>
    <w:basedOn w:val="a0"/>
    <w:link w:val="a8"/>
    <w:uiPriority w:val="11"/>
    <w:semiHidden/>
    <w:rsid w:val="00571E20"/>
    <w:rPr>
      <w:rFonts w:asciiTheme="minorHAnsi" w:eastAsiaTheme="minorEastAsia" w:hAnsiTheme="minorHAnsi"/>
      <w:kern w:val="0"/>
      <w:sz w:val="24"/>
      <w:szCs w:val="24"/>
    </w:rPr>
  </w:style>
  <w:style w:type="character" w:styleId="aa">
    <w:name w:val="Strong"/>
    <w:basedOn w:val="a0"/>
    <w:uiPriority w:val="22"/>
    <w:semiHidden/>
    <w:qFormat/>
    <w:rsid w:val="00571E20"/>
    <w:rPr>
      <w:b/>
      <w:bCs/>
    </w:rPr>
  </w:style>
  <w:style w:type="character" w:styleId="ab">
    <w:name w:val="Emphasis"/>
    <w:basedOn w:val="a0"/>
    <w:uiPriority w:val="20"/>
    <w:semiHidden/>
    <w:qFormat/>
    <w:rsid w:val="00571E20"/>
    <w:rPr>
      <w:i/>
      <w:iCs/>
    </w:rPr>
  </w:style>
  <w:style w:type="paragraph" w:styleId="ac">
    <w:name w:val="No Spacing"/>
    <w:uiPriority w:val="1"/>
    <w:semiHidden/>
    <w:rsid w:val="00571E20"/>
    <w:pPr>
      <w:spacing w:line="240" w:lineRule="auto"/>
    </w:pPr>
    <w:rPr>
      <w:rFonts w:eastAsia="游明朝"/>
    </w:rPr>
  </w:style>
  <w:style w:type="paragraph" w:styleId="ad">
    <w:name w:val="List Paragraph"/>
    <w:basedOn w:val="a"/>
    <w:uiPriority w:val="34"/>
    <w:semiHidden/>
    <w:qFormat/>
    <w:rsid w:val="00571E20"/>
    <w:pPr>
      <w:ind w:leftChars="400" w:left="840"/>
    </w:pPr>
  </w:style>
  <w:style w:type="paragraph" w:styleId="ae">
    <w:name w:val="Quote"/>
    <w:basedOn w:val="a"/>
    <w:next w:val="a"/>
    <w:link w:val="af"/>
    <w:uiPriority w:val="29"/>
    <w:semiHidden/>
    <w:qFormat/>
    <w:rsid w:val="00571E2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semiHidden/>
    <w:rsid w:val="00571E20"/>
    <w:rPr>
      <w:rFonts w:eastAsia="游明朝"/>
      <w:i/>
      <w:iCs/>
      <w:color w:val="404040" w:themeColor="text1" w:themeTint="BF"/>
      <w:kern w:val="0"/>
    </w:rPr>
  </w:style>
  <w:style w:type="paragraph" w:styleId="21">
    <w:name w:val="Intense Quote"/>
    <w:basedOn w:val="a"/>
    <w:next w:val="a"/>
    <w:link w:val="22"/>
    <w:uiPriority w:val="30"/>
    <w:semiHidden/>
    <w:rsid w:val="00571E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2">
    <w:name w:val="引用文 2 (文字)"/>
    <w:basedOn w:val="a0"/>
    <w:link w:val="21"/>
    <w:uiPriority w:val="30"/>
    <w:semiHidden/>
    <w:rsid w:val="00571E20"/>
    <w:rPr>
      <w:rFonts w:eastAsia="游明朝"/>
      <w:i/>
      <w:iCs/>
      <w:color w:val="4472C4" w:themeColor="accent1"/>
      <w:kern w:val="0"/>
    </w:rPr>
  </w:style>
  <w:style w:type="character" w:styleId="af0">
    <w:name w:val="Subtle Emphasis"/>
    <w:basedOn w:val="a0"/>
    <w:uiPriority w:val="19"/>
    <w:semiHidden/>
    <w:qFormat/>
    <w:rsid w:val="00571E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semiHidden/>
    <w:qFormat/>
    <w:rsid w:val="00571E20"/>
    <w:rPr>
      <w:i/>
      <w:iCs/>
      <w:color w:val="4472C4" w:themeColor="accent1"/>
    </w:rPr>
  </w:style>
  <w:style w:type="character" w:styleId="af1">
    <w:name w:val="Subtle Reference"/>
    <w:basedOn w:val="a0"/>
    <w:uiPriority w:val="31"/>
    <w:semiHidden/>
    <w:qFormat/>
    <w:rsid w:val="00571E20"/>
    <w:rPr>
      <w:smallCaps/>
      <w:color w:val="5A5A5A" w:themeColor="text1" w:themeTint="A5"/>
    </w:rPr>
  </w:style>
  <w:style w:type="character" w:styleId="24">
    <w:name w:val="Intense Reference"/>
    <w:basedOn w:val="a0"/>
    <w:uiPriority w:val="32"/>
    <w:semiHidden/>
    <w:qFormat/>
    <w:rsid w:val="00571E20"/>
    <w:rPr>
      <w:b/>
      <w:bCs/>
      <w:smallCaps/>
      <w:color w:val="4472C4" w:themeColor="accent1"/>
      <w:spacing w:val="5"/>
    </w:rPr>
  </w:style>
  <w:style w:type="character" w:styleId="af2">
    <w:name w:val="Book Title"/>
    <w:basedOn w:val="a0"/>
    <w:uiPriority w:val="33"/>
    <w:semiHidden/>
    <w:qFormat/>
    <w:rsid w:val="00571E20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qFormat/>
    <w:rsid w:val="00571E20"/>
    <w:pPr>
      <w:outlineLvl w:val="9"/>
    </w:pPr>
  </w:style>
  <w:style w:type="paragraph" w:customStyle="1" w:styleId="af4">
    <w:name w:val="見出し"/>
    <w:basedOn w:val="a"/>
    <w:next w:val="a"/>
    <w:autoRedefine/>
    <w:qFormat/>
    <w:rsid w:val="00C84ECD"/>
    <w:pPr>
      <w:spacing w:line="240" w:lineRule="auto"/>
      <w:outlineLvl w:val="0"/>
    </w:pPr>
    <w:rPr>
      <w:rFonts w:ascii="游ゴシック Medium" w:eastAsia="游ゴシック Medium" w:hAnsi="游ゴシック Medium" w:cs="游ゴシック Medium"/>
      <w:bCs/>
      <w:sz w:val="28"/>
      <w:szCs w:val="28"/>
    </w:rPr>
  </w:style>
  <w:style w:type="paragraph" w:customStyle="1" w:styleId="11">
    <w:name w:val="スタイル1"/>
    <w:basedOn w:val="af5"/>
    <w:autoRedefine/>
    <w:uiPriority w:val="1"/>
    <w:rsid w:val="000D142D"/>
    <w:pPr>
      <w:shd w:val="solid" w:color="auto" w:fill="auto"/>
      <w:spacing w:afterLines="0" w:after="0"/>
    </w:pPr>
  </w:style>
  <w:style w:type="paragraph" w:customStyle="1" w:styleId="af5">
    <w:name w:val="小見出し"/>
    <w:basedOn w:val="a"/>
    <w:next w:val="a"/>
    <w:autoRedefine/>
    <w:rsid w:val="000D142D"/>
    <w:pPr>
      <w:shd w:val="solid" w:color="E59C19" w:fill="auto"/>
      <w:spacing w:afterLines="50" w:after="50"/>
    </w:pPr>
    <w:rPr>
      <w:b/>
      <w:color w:val="FFFFFF" w:themeColor="background1"/>
    </w:rPr>
  </w:style>
  <w:style w:type="paragraph" w:customStyle="1" w:styleId="LessonTitle">
    <w:name w:val="Lesson Title"/>
    <w:basedOn w:val="af5"/>
    <w:next w:val="a"/>
    <w:autoRedefine/>
    <w:uiPriority w:val="1"/>
    <w:rsid w:val="00DF183B"/>
    <w:pPr>
      <w:shd w:val="solid" w:color="BFBFBF" w:themeColor="background1" w:themeShade="BF" w:fill="auto"/>
      <w:spacing w:afterLines="0" w:after="0" w:line="400" w:lineRule="exact"/>
    </w:pPr>
    <w:rPr>
      <w:color w:val="auto"/>
      <w:sz w:val="28"/>
      <w:szCs w:val="28"/>
    </w:rPr>
  </w:style>
  <w:style w:type="table" w:styleId="af6">
    <w:name w:val="Table Grid"/>
    <w:basedOn w:val="a1"/>
    <w:uiPriority w:val="39"/>
    <w:rsid w:val="00D35AC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semiHidden/>
    <w:rsid w:val="00AB19B2"/>
  </w:style>
  <w:style w:type="paragraph" w:styleId="af9">
    <w:name w:val="footer"/>
    <w:basedOn w:val="a"/>
    <w:link w:val="afa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semiHidden/>
    <w:rsid w:val="00AB1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ff\AppData\Local\Temp\01_3_Useful%20Expressons&#32244;&#32722;&#12471;&#12540;&#12488;&#65288;&#36196;&#23383;&#65289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01_3_Useful Expressons練習シート（赤字）.dotx</Template>
  <TotalTime>1</TotalTime>
  <Pages>1</Pages>
  <Words>6</Words>
  <Characters>40</Characters>
  <Application>Microsoft Office Word</Application>
  <DocSecurity>8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2022-02-17T02:13:00Z</cp:lastPrinted>
  <dcterms:created xsi:type="dcterms:W3CDTF">2025-05-21T10:00:00Z</dcterms:created>
  <dcterms:modified xsi:type="dcterms:W3CDTF">2025-05-21T10:00:00Z</dcterms:modified>
</cp:coreProperties>
</file>